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1675" w:rsidRPr="00381796" w:rsidRDefault="00991675" w:rsidP="00991675">
      <w:pPr>
        <w:pStyle w:val="a"/>
        <w:ind w:firstLine="31680"/>
        <w:rPr>
          <w:rFonts w:cs="Times New Roman"/>
        </w:rPr>
      </w:pPr>
      <w:r w:rsidRPr="00381796">
        <w:rPr>
          <w:rFonts w:hint="eastAsia"/>
        </w:rPr>
        <w:t>知识点：第三次联合国海洋法会议正式通过了《联合国海洋法公约》。《联合国海洋法公约》的生效实施，为世界海洋资源的开发利用和管理确立了法律新秩序，同时标志着国际海洋法进入一个新的发展阶段。</w:t>
      </w:r>
    </w:p>
    <w:p w:rsidR="00991675" w:rsidRPr="00381796" w:rsidRDefault="00991675" w:rsidP="00381796">
      <w:pPr>
        <w:pStyle w:val="a"/>
        <w:ind w:firstLine="31680"/>
        <w:rPr>
          <w:rFonts w:cs="Times New Roman"/>
        </w:rPr>
      </w:pPr>
      <w:r w:rsidRPr="00381796">
        <w:rPr>
          <w:rFonts w:hint="eastAsia"/>
        </w:rPr>
        <w:t>知识点：</w:t>
      </w:r>
      <w:r w:rsidRPr="00381796">
        <w:t>1982</w:t>
      </w:r>
      <w:r w:rsidRPr="00381796">
        <w:rPr>
          <w:rFonts w:hint="eastAsia"/>
        </w:rPr>
        <w:t>年，第三次联合国海洋法会议正式通过了《联合国海洋法公约》，并于</w:t>
      </w:r>
      <w:r w:rsidRPr="00381796">
        <w:t>1994</w:t>
      </w:r>
      <w:r w:rsidRPr="00381796">
        <w:rPr>
          <w:rFonts w:hint="eastAsia"/>
        </w:rPr>
        <w:t>年生效。</w:t>
      </w:r>
    </w:p>
    <w:p w:rsidR="00991675" w:rsidRPr="00381796" w:rsidRDefault="00991675" w:rsidP="00381796">
      <w:pPr>
        <w:pStyle w:val="a"/>
        <w:ind w:firstLine="31680"/>
        <w:rPr>
          <w:rFonts w:cs="Times New Roman"/>
        </w:rPr>
      </w:pPr>
      <w:r w:rsidRPr="00381796">
        <w:rPr>
          <w:rFonts w:hint="eastAsia"/>
        </w:rPr>
        <w:t>知识点：国际法之父”指的是荷兰著名国际法学者格劳秀斯，他反对个别国家对海洋的垄断，发表了著名的《海洋自由论》。</w:t>
      </w:r>
    </w:p>
    <w:p w:rsidR="00991675" w:rsidRPr="00381796" w:rsidRDefault="00991675" w:rsidP="00381796">
      <w:pPr>
        <w:pStyle w:val="a"/>
        <w:ind w:firstLine="31680"/>
        <w:rPr>
          <w:rFonts w:cs="Times New Roman"/>
        </w:rPr>
      </w:pPr>
      <w:r w:rsidRPr="00381796">
        <w:rPr>
          <w:rFonts w:hint="eastAsia"/>
        </w:rPr>
        <w:t>知识点：第一次联合国海洋法会议通过了《领海及毗连区公约》、《公海公约》、《大陆架公约》和《捕鱼与养护公海生物资源公约》，简称为</w:t>
      </w:r>
      <w:r w:rsidRPr="00381796">
        <w:t>1958</w:t>
      </w:r>
      <w:r w:rsidRPr="00381796">
        <w:rPr>
          <w:rFonts w:hint="eastAsia"/>
        </w:rPr>
        <w:t>年“海洋法四公约”。</w:t>
      </w:r>
    </w:p>
    <w:p w:rsidR="00991675" w:rsidRPr="00381796" w:rsidRDefault="00991675" w:rsidP="00381796">
      <w:pPr>
        <w:pStyle w:val="a"/>
        <w:ind w:firstLine="31680"/>
        <w:rPr>
          <w:rFonts w:cs="Times New Roman"/>
        </w:rPr>
      </w:pPr>
      <w:r w:rsidRPr="00381796">
        <w:rPr>
          <w:rFonts w:hint="eastAsia"/>
        </w:rPr>
        <w:t>知识点：由联合国召开的第二次海洋法会议在日内瓦举行</w:t>
      </w:r>
      <w:r w:rsidRPr="00381796">
        <w:t>,</w:t>
      </w:r>
      <w:r w:rsidRPr="00381796">
        <w:rPr>
          <w:rFonts w:hint="eastAsia"/>
        </w:rPr>
        <w:t>共有八十多个国家参加。会议的目的是解决领海宽度和捕鱼区范围问题</w:t>
      </w:r>
      <w:r w:rsidRPr="00381796">
        <w:t>,</w:t>
      </w:r>
      <w:r w:rsidRPr="00381796">
        <w:rPr>
          <w:rFonts w:hint="eastAsia"/>
        </w:rPr>
        <w:t>这是</w:t>
      </w:r>
      <w:r w:rsidRPr="00381796">
        <w:t>1958</w:t>
      </w:r>
      <w:r w:rsidRPr="00381796">
        <w:rPr>
          <w:rFonts w:hint="eastAsia"/>
        </w:rPr>
        <w:t>年第一次海洋法会议未获解决的两个重要问题。</w:t>
      </w:r>
    </w:p>
    <w:p w:rsidR="00991675" w:rsidRPr="00381796" w:rsidRDefault="00991675" w:rsidP="00381796">
      <w:pPr>
        <w:pStyle w:val="a"/>
        <w:ind w:firstLine="31680"/>
        <w:rPr>
          <w:rFonts w:cs="Times New Roman"/>
        </w:rPr>
      </w:pPr>
      <w:r w:rsidRPr="00381796">
        <w:rPr>
          <w:rFonts w:hint="eastAsia"/>
        </w:rPr>
        <w:t>知识点：内水包括沿海国的河流、湖泊、运河和沿岸的河口，港口、海湾、海峡、泊船处，低潮高地等内水海域。</w:t>
      </w:r>
    </w:p>
    <w:p w:rsidR="00991675" w:rsidRPr="00381796" w:rsidRDefault="00991675" w:rsidP="00381796">
      <w:pPr>
        <w:pStyle w:val="a"/>
        <w:ind w:firstLine="31680"/>
        <w:rPr>
          <w:rFonts w:cs="Times New Roman"/>
        </w:rPr>
      </w:pPr>
      <w:r w:rsidRPr="00381796">
        <w:rPr>
          <w:rFonts w:hint="eastAsia"/>
        </w:rPr>
        <w:t>知识点：用于国际航行的海峡的通行制度分为：适用无害通过制度的海峡；适用过境通行制度的海峡；适用自由航行制度的海峡和适用专门条约的海峡等四种通行制度。</w:t>
      </w:r>
    </w:p>
    <w:p w:rsidR="00991675" w:rsidRPr="00381796" w:rsidRDefault="00991675" w:rsidP="00381796">
      <w:pPr>
        <w:pStyle w:val="a"/>
        <w:ind w:firstLine="31680"/>
        <w:rPr>
          <w:rFonts w:cs="Times New Roman"/>
        </w:rPr>
      </w:pPr>
      <w:r w:rsidRPr="00381796">
        <w:rPr>
          <w:rFonts w:hint="eastAsia"/>
        </w:rPr>
        <w:t>知识点：沿海国在专属经济区内享有以勘探和开发、养护和管理海床和底土及其上覆水域的自然资源，不论为生物或非生物资源，以及有关在该区域内从事经济性开发和勘探，如利用海水、海流和风力生产能源等其他活动的主权权利。</w:t>
      </w:r>
    </w:p>
    <w:p w:rsidR="00991675" w:rsidRPr="00381796" w:rsidRDefault="00991675" w:rsidP="00381796">
      <w:pPr>
        <w:pStyle w:val="a"/>
        <w:ind w:firstLine="31680"/>
        <w:rPr>
          <w:rFonts w:cs="Times New Roman"/>
        </w:rPr>
      </w:pPr>
      <w:r w:rsidRPr="00381796">
        <w:rPr>
          <w:rFonts w:hint="eastAsia"/>
        </w:rPr>
        <w:t>知识点：国际海底区域施行平行开发制度。</w:t>
      </w:r>
    </w:p>
    <w:p w:rsidR="00991675" w:rsidRPr="00381796" w:rsidRDefault="00991675" w:rsidP="00381796">
      <w:pPr>
        <w:pStyle w:val="a"/>
        <w:ind w:firstLine="31680"/>
        <w:rPr>
          <w:rFonts w:cs="Times New Roman"/>
        </w:rPr>
      </w:pPr>
      <w:r w:rsidRPr="00381796">
        <w:rPr>
          <w:rFonts w:hint="eastAsia"/>
        </w:rPr>
        <w:t>知识点：解决海洋争端的国际司法机关包括国际法院（也称“海牙国际法庭”）和根据《公约》设立的国际海洋法法庭等。</w:t>
      </w:r>
    </w:p>
    <w:p w:rsidR="00991675" w:rsidRPr="00381796" w:rsidRDefault="00991675" w:rsidP="00381796">
      <w:pPr>
        <w:pStyle w:val="a"/>
        <w:ind w:firstLine="31680"/>
        <w:rPr>
          <w:rFonts w:cs="Times New Roman"/>
        </w:rPr>
      </w:pPr>
      <w:r w:rsidRPr="00381796">
        <w:rPr>
          <w:rFonts w:hint="eastAsia"/>
        </w:rPr>
        <w:t>知识点：海洋法的特征包括国际性、综合性、科学技术性和国家权益性</w:t>
      </w:r>
    </w:p>
    <w:p w:rsidR="00991675" w:rsidRPr="00381796" w:rsidRDefault="00991675" w:rsidP="00381796">
      <w:pPr>
        <w:pStyle w:val="a"/>
        <w:ind w:firstLine="31680"/>
        <w:rPr>
          <w:rFonts w:cs="Times New Roman"/>
        </w:rPr>
      </w:pPr>
      <w:r w:rsidRPr="00381796">
        <w:rPr>
          <w:rFonts w:hint="eastAsia"/>
        </w:rPr>
        <w:t>知识点：我国政府</w:t>
      </w:r>
      <w:r w:rsidRPr="00381796">
        <w:t>1958</w:t>
      </w:r>
      <w:r w:rsidRPr="00381796">
        <w:rPr>
          <w:rFonts w:hint="eastAsia"/>
        </w:rPr>
        <w:t>年</w:t>
      </w:r>
      <w:r w:rsidRPr="00381796">
        <w:t>9</w:t>
      </w:r>
      <w:r w:rsidRPr="00381796">
        <w:rPr>
          <w:rFonts w:hint="eastAsia"/>
        </w:rPr>
        <w:t>月</w:t>
      </w:r>
      <w:r w:rsidRPr="00381796">
        <w:t>4</w:t>
      </w:r>
      <w:r w:rsidRPr="00381796">
        <w:rPr>
          <w:rFonts w:hint="eastAsia"/>
        </w:rPr>
        <w:t>日关于领海声明中宣布我国采用直线基线法划定领海基线。</w:t>
      </w:r>
    </w:p>
    <w:p w:rsidR="00991675" w:rsidRPr="00381796" w:rsidRDefault="00991675" w:rsidP="00381796">
      <w:pPr>
        <w:pStyle w:val="a"/>
        <w:ind w:firstLine="31680"/>
        <w:rPr>
          <w:rFonts w:cs="Times New Roman"/>
        </w:rPr>
      </w:pPr>
      <w:r w:rsidRPr="00381796">
        <w:rPr>
          <w:rFonts w:hint="eastAsia"/>
        </w:rPr>
        <w:t>知识点：完全属于下列情形之一，经过及时采取合理措施，仍然不能避免对海洋环境造成污染损害的，造成污染损害的有关责任者免予承担责任：战争；不可抗拒的自然灾害；负责灯塔或者其他助航设备的主管部门，在执行职责时的疏忽，或者其他过失行为。</w:t>
      </w:r>
    </w:p>
    <w:p w:rsidR="00991675" w:rsidRPr="00381796" w:rsidRDefault="00991675" w:rsidP="00381796">
      <w:pPr>
        <w:pStyle w:val="a"/>
        <w:ind w:firstLine="31680"/>
        <w:rPr>
          <w:rFonts w:cs="Times New Roman"/>
        </w:rPr>
      </w:pPr>
      <w:r w:rsidRPr="00381796">
        <w:rPr>
          <w:rFonts w:hint="eastAsia"/>
        </w:rPr>
        <w:t>知识点：海域使用权最高期限，养殖用海为十五年。</w:t>
      </w:r>
    </w:p>
    <w:p w:rsidR="00991675" w:rsidRPr="00381796" w:rsidRDefault="00991675" w:rsidP="00381796">
      <w:pPr>
        <w:pStyle w:val="a"/>
        <w:ind w:firstLine="31680"/>
        <w:rPr>
          <w:rFonts w:cs="Times New Roman"/>
        </w:rPr>
      </w:pPr>
      <w:r w:rsidRPr="00381796">
        <w:rPr>
          <w:rFonts w:hint="eastAsia"/>
        </w:rPr>
        <w:t>知识点：公海从事捕捞作业的捕捞许可证，由国务院渔业行政主管部门批准发放。</w:t>
      </w:r>
    </w:p>
    <w:p w:rsidR="00991675" w:rsidRPr="00381796" w:rsidRDefault="00991675" w:rsidP="00381796">
      <w:pPr>
        <w:pStyle w:val="a"/>
        <w:ind w:firstLine="31680"/>
        <w:rPr>
          <w:rFonts w:cs="Times New Roman"/>
        </w:rPr>
      </w:pPr>
      <w:r w:rsidRPr="00381796">
        <w:rPr>
          <w:rFonts w:hint="eastAsia"/>
        </w:rPr>
        <w:t>知识点：海域使用权可以依法转让。海域使用权转让的具体办法由国务院规定。</w:t>
      </w:r>
    </w:p>
    <w:p w:rsidR="00991675" w:rsidRPr="00381796" w:rsidRDefault="00991675" w:rsidP="00381796">
      <w:pPr>
        <w:pStyle w:val="a"/>
        <w:ind w:firstLine="31680"/>
        <w:rPr>
          <w:rFonts w:cs="Times New Roman"/>
        </w:rPr>
      </w:pPr>
      <w:r w:rsidRPr="00381796">
        <w:rPr>
          <w:rFonts w:hint="eastAsia"/>
        </w:rPr>
        <w:t>知识点：《中华人民共和国海洋环境保护法》</w:t>
      </w:r>
      <w:r w:rsidRPr="00381796">
        <w:t>1982</w:t>
      </w:r>
      <w:r w:rsidRPr="00381796">
        <w:rPr>
          <w:rFonts w:hint="eastAsia"/>
        </w:rPr>
        <w:t>年颁布，</w:t>
      </w:r>
      <w:r w:rsidRPr="00381796">
        <w:t>1983</w:t>
      </w:r>
      <w:r w:rsidRPr="00381796">
        <w:rPr>
          <w:rFonts w:hint="eastAsia"/>
        </w:rPr>
        <w:t>年</w:t>
      </w:r>
      <w:r w:rsidRPr="00381796">
        <w:t>3</w:t>
      </w:r>
      <w:r w:rsidRPr="00381796">
        <w:rPr>
          <w:rFonts w:hint="eastAsia"/>
        </w:rPr>
        <w:t>月</w:t>
      </w:r>
      <w:r w:rsidRPr="00381796">
        <w:t>1</w:t>
      </w:r>
      <w:r w:rsidRPr="00381796">
        <w:rPr>
          <w:rFonts w:hint="eastAsia"/>
        </w:rPr>
        <w:t>日正式施行。</w:t>
      </w:r>
    </w:p>
    <w:p w:rsidR="00991675" w:rsidRPr="00381796" w:rsidRDefault="00991675" w:rsidP="00381796">
      <w:pPr>
        <w:pStyle w:val="a"/>
        <w:ind w:firstLine="31680"/>
        <w:rPr>
          <w:rFonts w:cs="Times New Roman"/>
        </w:rPr>
      </w:pPr>
      <w:r w:rsidRPr="00381796">
        <w:rPr>
          <w:rFonts w:hint="eastAsia"/>
        </w:rPr>
        <w:t>知识点：填海项目竣工后形成的土地</w:t>
      </w:r>
      <w:r w:rsidRPr="00381796">
        <w:t>,</w:t>
      </w:r>
      <w:r w:rsidRPr="00381796">
        <w:rPr>
          <w:rFonts w:hint="eastAsia"/>
        </w:rPr>
        <w:t>所有权归国家所有。</w:t>
      </w:r>
    </w:p>
    <w:p w:rsidR="00991675" w:rsidRPr="00381796" w:rsidRDefault="00991675" w:rsidP="00381796">
      <w:pPr>
        <w:pStyle w:val="a"/>
        <w:ind w:firstLine="31680"/>
        <w:rPr>
          <w:rFonts w:cs="Times New Roman"/>
        </w:rPr>
      </w:pPr>
      <w:r w:rsidRPr="00381796">
        <w:rPr>
          <w:rFonts w:hint="eastAsia"/>
        </w:rPr>
        <w:t>知识点：围海造地、码头、堤坝、围堰、储灰场等填海型项目用海面积</w:t>
      </w:r>
      <w:r w:rsidRPr="00381796">
        <w:t>50</w:t>
      </w:r>
      <w:r w:rsidRPr="00381796">
        <w:rPr>
          <w:rFonts w:hint="eastAsia"/>
        </w:rPr>
        <w:t>公顷以下由省政府审批。</w:t>
      </w:r>
    </w:p>
    <w:p w:rsidR="00991675" w:rsidRPr="00381796" w:rsidRDefault="00991675" w:rsidP="00381796">
      <w:pPr>
        <w:pStyle w:val="a"/>
        <w:ind w:firstLine="31680"/>
        <w:rPr>
          <w:rFonts w:cs="Times New Roman"/>
        </w:rPr>
      </w:pPr>
      <w:r w:rsidRPr="00381796">
        <w:rPr>
          <w:rFonts w:hint="eastAsia"/>
        </w:rPr>
        <w:t>知识点：中国海警是国家海洋局领导下、中央与地方相结合的行政执法队伍。</w:t>
      </w:r>
    </w:p>
    <w:p w:rsidR="00991675" w:rsidRPr="00381796" w:rsidRDefault="00991675" w:rsidP="00381796">
      <w:pPr>
        <w:pStyle w:val="a"/>
        <w:ind w:firstLine="31680"/>
        <w:rPr>
          <w:rFonts w:cs="Times New Roman"/>
        </w:rPr>
      </w:pPr>
      <w:r w:rsidRPr="00381796">
        <w:rPr>
          <w:rFonts w:hint="eastAsia"/>
        </w:rPr>
        <w:t>知识点：中国自始至终参加了制定《联合国海洋法公约》的各届会议，并在</w:t>
      </w:r>
      <w:r w:rsidRPr="00381796">
        <w:t>1996</w:t>
      </w:r>
      <w:r w:rsidRPr="00381796">
        <w:rPr>
          <w:rFonts w:hint="eastAsia"/>
        </w:rPr>
        <w:t>年批准了《联合国海洋法公约》。</w:t>
      </w:r>
    </w:p>
    <w:p w:rsidR="00991675" w:rsidRPr="00381796" w:rsidRDefault="00991675" w:rsidP="00381796">
      <w:pPr>
        <w:pStyle w:val="a"/>
        <w:ind w:firstLine="31680"/>
        <w:rPr>
          <w:rFonts w:cs="Times New Roman"/>
        </w:rPr>
      </w:pPr>
      <w:r w:rsidRPr="00381796">
        <w:rPr>
          <w:rFonts w:hint="eastAsia"/>
        </w:rPr>
        <w:t>知识点：</w:t>
      </w:r>
      <w:bookmarkStart w:id="0" w:name="OLE_LINK7"/>
      <w:r w:rsidRPr="00381796">
        <w:rPr>
          <w:rFonts w:hint="eastAsia"/>
        </w:rPr>
        <w:t>在公海上，所有国家有铺设海底电缆和管道的自由，任何国家不得阻止或破坏。并应顾及其他国家现有的电缆和管道</w:t>
      </w:r>
      <w:bookmarkEnd w:id="0"/>
      <w:r w:rsidRPr="00381796">
        <w:rPr>
          <w:rFonts w:hint="eastAsia"/>
        </w:rPr>
        <w:t>。</w:t>
      </w:r>
    </w:p>
    <w:p w:rsidR="00991675" w:rsidRPr="00381796" w:rsidRDefault="00991675" w:rsidP="00381796">
      <w:pPr>
        <w:pStyle w:val="a"/>
        <w:ind w:firstLine="31680"/>
        <w:rPr>
          <w:rFonts w:cs="Times New Roman"/>
        </w:rPr>
      </w:pPr>
      <w:r w:rsidRPr="00381796">
        <w:rPr>
          <w:rFonts w:hint="eastAsia"/>
        </w:rPr>
        <w:t>知识点：根据《联合国海洋法公约》有关规定和我国的主张，我国管辖的海域约</w:t>
      </w:r>
      <w:r w:rsidRPr="00381796">
        <w:t>370</w:t>
      </w:r>
      <w:r w:rsidRPr="00381796">
        <w:rPr>
          <w:rFonts w:hint="eastAsia"/>
        </w:rPr>
        <w:t>万平方千米，这个数字远大于我国陆地面积的</w:t>
      </w:r>
      <w:r w:rsidRPr="00381796">
        <w:t>1/3</w:t>
      </w:r>
      <w:r w:rsidRPr="00381796">
        <w:rPr>
          <w:rFonts w:hint="eastAsia"/>
        </w:rPr>
        <w:t>。</w:t>
      </w:r>
    </w:p>
    <w:p w:rsidR="00991675" w:rsidRPr="00381796" w:rsidRDefault="00991675" w:rsidP="00381796">
      <w:pPr>
        <w:pStyle w:val="a"/>
        <w:ind w:firstLine="31680"/>
        <w:rPr>
          <w:rFonts w:cs="Times New Roman"/>
        </w:rPr>
      </w:pPr>
      <w:r w:rsidRPr="00381796">
        <w:rPr>
          <w:rFonts w:hint="eastAsia"/>
        </w:rPr>
        <w:t>知识点：国际海峡一般是指经常用于国际航行构成国际航道的海峡。海峡沿海国对这种水域及其上空、海床和底土行使其主权或管辖权。</w:t>
      </w:r>
    </w:p>
    <w:p w:rsidR="00991675" w:rsidRPr="00381796" w:rsidRDefault="00991675" w:rsidP="00381796">
      <w:pPr>
        <w:pStyle w:val="a"/>
        <w:ind w:firstLine="31680"/>
        <w:rPr>
          <w:rFonts w:cs="Times New Roman"/>
        </w:rPr>
      </w:pPr>
      <w:r w:rsidRPr="00381796">
        <w:rPr>
          <w:rFonts w:hint="eastAsia"/>
        </w:rPr>
        <w:t>知识点：内水是国家领土的组成部分，国家行使完全的、排他的主权。而且不享有无害通过权。</w:t>
      </w:r>
    </w:p>
    <w:p w:rsidR="00991675" w:rsidRPr="00381796" w:rsidRDefault="00991675" w:rsidP="00381796">
      <w:pPr>
        <w:pStyle w:val="a"/>
        <w:ind w:firstLine="31680"/>
        <w:rPr>
          <w:rFonts w:cs="Times New Roman"/>
        </w:rPr>
      </w:pPr>
      <w:r w:rsidRPr="00381796">
        <w:rPr>
          <w:rFonts w:hint="eastAsia"/>
        </w:rPr>
        <w:t>知识点：无害通过权，指外国船舶（主要指商船）在不损害沿海国的安宁和平及正常秩序的条件下，可以在不事先通知或征得沿海国同意的情况下，连续不间断的通过其领海的航行权利。“无害”，指不损害沿海国的秩序和安全。</w:t>
      </w:r>
    </w:p>
    <w:p w:rsidR="00991675" w:rsidRPr="00381796" w:rsidRDefault="00991675" w:rsidP="00381796">
      <w:pPr>
        <w:pStyle w:val="a"/>
        <w:ind w:firstLine="31680"/>
        <w:rPr>
          <w:rFonts w:cs="Times New Roman"/>
        </w:rPr>
      </w:pPr>
      <w:r w:rsidRPr="00381796">
        <w:rPr>
          <w:rFonts w:hint="eastAsia"/>
        </w:rPr>
        <w:t>知识点：在适用过境通行的海峡中，所有船舶和飞机均享有不受阻碍地过境的权利。但过境者也承担义务，如毫不迟延地通过或飞越海峡，不对海峡沿海国的主权，领土政治独立进行武力威胁或使用武力。</w:t>
      </w:r>
    </w:p>
    <w:p w:rsidR="00991675" w:rsidRPr="00381796" w:rsidRDefault="00991675" w:rsidP="00381796">
      <w:pPr>
        <w:pStyle w:val="a"/>
        <w:ind w:firstLine="31680"/>
        <w:rPr>
          <w:rFonts w:cs="Times New Roman"/>
        </w:rPr>
      </w:pPr>
      <w:r w:rsidRPr="00381796">
        <w:rPr>
          <w:rFonts w:hint="eastAsia"/>
        </w:rPr>
        <w:t>知识点：沿海国不得影响大陆架上覆水域和水域上空的法律地位及其他国家在大陆架上的合法权利。</w:t>
      </w:r>
    </w:p>
    <w:p w:rsidR="00991675" w:rsidRPr="00381796" w:rsidRDefault="00991675" w:rsidP="00381796">
      <w:pPr>
        <w:pStyle w:val="a"/>
        <w:ind w:firstLine="31680"/>
        <w:rPr>
          <w:rFonts w:cs="Times New Roman"/>
        </w:rPr>
      </w:pPr>
      <w:r w:rsidRPr="00381796">
        <w:rPr>
          <w:rFonts w:hint="eastAsia"/>
        </w:rPr>
        <w:t>知识点：国际海底区域简称“区域”，是指国家管辖范围以外的深海洋底及其底土，即各国领海、专属经济区和大陆架以外的海床、洋底及其底土。</w:t>
      </w:r>
    </w:p>
    <w:p w:rsidR="00991675" w:rsidRPr="00381796" w:rsidRDefault="00991675" w:rsidP="00381796">
      <w:pPr>
        <w:pStyle w:val="a"/>
        <w:ind w:firstLine="31680"/>
        <w:rPr>
          <w:rFonts w:cs="Times New Roman"/>
        </w:rPr>
      </w:pPr>
      <w:r w:rsidRPr="00381796">
        <w:rPr>
          <w:rFonts w:hint="eastAsia"/>
        </w:rPr>
        <w:t>知识点：所有国家，不论其为沿海国或内陆国，在公海上都有科学研究的自由。</w:t>
      </w:r>
    </w:p>
    <w:p w:rsidR="00991675" w:rsidRPr="00381796" w:rsidRDefault="00991675" w:rsidP="00381796">
      <w:pPr>
        <w:pStyle w:val="a"/>
        <w:ind w:firstLine="31680"/>
        <w:rPr>
          <w:rFonts w:cs="Times New Roman"/>
        </w:rPr>
      </w:pPr>
      <w:r w:rsidRPr="00381796">
        <w:rPr>
          <w:rFonts w:hint="eastAsia"/>
        </w:rPr>
        <w:t>知识点：国际海洋法法庭是根据《联合国海洋法公约》设立的独立司法机关，总部设在德国汉堡。</w:t>
      </w:r>
    </w:p>
    <w:p w:rsidR="00991675" w:rsidRPr="00381796" w:rsidRDefault="00991675" w:rsidP="00381796">
      <w:pPr>
        <w:pStyle w:val="a"/>
        <w:ind w:firstLine="31680"/>
        <w:rPr>
          <w:rFonts w:cs="Times New Roman"/>
        </w:rPr>
      </w:pPr>
      <w:r w:rsidRPr="00381796">
        <w:rPr>
          <w:rFonts w:hint="eastAsia"/>
        </w:rPr>
        <w:t>知识点：《中华人民共和国海域使用管理法》于</w:t>
      </w:r>
      <w:r w:rsidRPr="00381796">
        <w:t>2001</w:t>
      </w:r>
      <w:r w:rsidRPr="00381796">
        <w:rPr>
          <w:rFonts w:hint="eastAsia"/>
        </w:rPr>
        <w:t>年颁布，并在</w:t>
      </w:r>
      <w:r w:rsidRPr="00381796">
        <w:t>2002</w:t>
      </w:r>
      <w:r w:rsidRPr="00381796">
        <w:rPr>
          <w:rFonts w:hint="eastAsia"/>
        </w:rPr>
        <w:t>年</w:t>
      </w:r>
      <w:r w:rsidRPr="00381796">
        <w:t>1</w:t>
      </w:r>
      <w:r w:rsidRPr="00381796">
        <w:rPr>
          <w:rFonts w:hint="eastAsia"/>
        </w:rPr>
        <w:t>月</w:t>
      </w:r>
      <w:r w:rsidRPr="00381796">
        <w:t>1</w:t>
      </w:r>
      <w:r w:rsidRPr="00381796">
        <w:rPr>
          <w:rFonts w:hint="eastAsia"/>
        </w:rPr>
        <w:t>日正式施行。</w:t>
      </w:r>
    </w:p>
    <w:p w:rsidR="00991675" w:rsidRPr="00381796" w:rsidRDefault="00991675" w:rsidP="00381796">
      <w:pPr>
        <w:pStyle w:val="a"/>
        <w:ind w:firstLine="31680"/>
        <w:rPr>
          <w:rFonts w:cs="Times New Roman"/>
        </w:rPr>
      </w:pPr>
      <w:r w:rsidRPr="00381796">
        <w:rPr>
          <w:rFonts w:hint="eastAsia"/>
        </w:rPr>
        <w:t>知识点：在公海上贩运奴隶的行为、海盗行为、非法贩运麻醉药品或精神调理物质的行为，以及从事未经许可的广播行为，都是国际法禁止的行为，所有国家应进行合作，予以制止。</w:t>
      </w:r>
    </w:p>
    <w:p w:rsidR="00991675" w:rsidRPr="00381796" w:rsidRDefault="00991675" w:rsidP="00381796">
      <w:pPr>
        <w:pStyle w:val="a"/>
        <w:ind w:firstLine="31680"/>
        <w:rPr>
          <w:rFonts w:cs="Times New Roman"/>
        </w:rPr>
      </w:pPr>
      <w:r w:rsidRPr="00381796">
        <w:rPr>
          <w:rFonts w:hint="eastAsia"/>
        </w:rPr>
        <w:t>知识点：我国海洋倾倒区的组织选划主体是国家海洋局。</w:t>
      </w:r>
    </w:p>
    <w:p w:rsidR="00991675" w:rsidRPr="00381796" w:rsidRDefault="00991675" w:rsidP="00381796">
      <w:pPr>
        <w:pStyle w:val="a"/>
        <w:ind w:firstLine="31680"/>
        <w:rPr>
          <w:rFonts w:cs="Times New Roman"/>
        </w:rPr>
      </w:pPr>
      <w:r w:rsidRPr="00381796">
        <w:rPr>
          <w:rFonts w:hint="eastAsia"/>
        </w:rPr>
        <w:t>知识点：</w:t>
      </w:r>
      <w:r w:rsidRPr="00381796">
        <w:t>2007</w:t>
      </w:r>
      <w:r w:rsidRPr="00381796">
        <w:rPr>
          <w:rFonts w:hint="eastAsia"/>
        </w:rPr>
        <w:t>年</w:t>
      </w:r>
      <w:r w:rsidRPr="00381796">
        <w:t>3</w:t>
      </w:r>
      <w:r w:rsidRPr="00381796">
        <w:rPr>
          <w:rFonts w:hint="eastAsia"/>
        </w:rPr>
        <w:t>月</w:t>
      </w:r>
      <w:r w:rsidRPr="00381796">
        <w:t>16</w:t>
      </w:r>
      <w:r w:rsidRPr="00381796">
        <w:rPr>
          <w:rFonts w:hint="eastAsia"/>
        </w:rPr>
        <w:t>日，第十届全国人大第五次会议审议通过《物权法》，海域使用权被作为用益物权写入该法。</w:t>
      </w:r>
    </w:p>
    <w:p w:rsidR="00991675" w:rsidRPr="00381796" w:rsidRDefault="00991675" w:rsidP="00381796">
      <w:pPr>
        <w:pStyle w:val="a"/>
        <w:ind w:firstLine="31680"/>
        <w:rPr>
          <w:rFonts w:cs="Times New Roman"/>
        </w:rPr>
      </w:pPr>
      <w:r w:rsidRPr="00381796">
        <w:rPr>
          <w:rFonts w:hint="eastAsia"/>
        </w:rPr>
        <w:t>知识点：美国全程参与《联合国海洋法公约》的制定，但美国当局认为此公约会损害美国的海洋权益，所以并没有批准加入。</w:t>
      </w:r>
    </w:p>
    <w:p w:rsidR="00991675" w:rsidRPr="00381796" w:rsidRDefault="00991675" w:rsidP="00381796">
      <w:pPr>
        <w:pStyle w:val="a"/>
        <w:ind w:firstLine="31680"/>
        <w:rPr>
          <w:rFonts w:cs="Times New Roman"/>
        </w:rPr>
      </w:pPr>
      <w:r w:rsidRPr="00381796">
        <w:rPr>
          <w:rFonts w:hint="eastAsia"/>
        </w:rPr>
        <w:t>知识点：</w:t>
      </w:r>
      <w:r w:rsidRPr="00381796">
        <w:t>2007</w:t>
      </w:r>
      <w:r w:rsidRPr="00381796">
        <w:rPr>
          <w:rFonts w:hint="eastAsia"/>
        </w:rPr>
        <w:t>年</w:t>
      </w:r>
      <w:r w:rsidRPr="00381796">
        <w:t>12</w:t>
      </w:r>
      <w:r w:rsidRPr="00381796">
        <w:rPr>
          <w:rFonts w:hint="eastAsia"/>
        </w:rPr>
        <w:t>月，国家海洋局制定并出台了《海洋听证办法》。</w:t>
      </w:r>
    </w:p>
    <w:p w:rsidR="00991675" w:rsidRPr="00381796" w:rsidRDefault="00991675" w:rsidP="00381796">
      <w:pPr>
        <w:pStyle w:val="a"/>
        <w:ind w:firstLine="31680"/>
        <w:rPr>
          <w:rFonts w:cs="Times New Roman"/>
        </w:rPr>
      </w:pPr>
      <w:r w:rsidRPr="00381796">
        <w:rPr>
          <w:rFonts w:hint="eastAsia"/>
        </w:rPr>
        <w:t>知识点：《中华人民共和国渔业法》颁布并正式实施于</w:t>
      </w:r>
      <w:r w:rsidRPr="00381796">
        <w:t>1986</w:t>
      </w:r>
      <w:r w:rsidRPr="00381796">
        <w:rPr>
          <w:rFonts w:hint="eastAsia"/>
        </w:rPr>
        <w:t>年。</w:t>
      </w:r>
    </w:p>
    <w:p w:rsidR="00991675" w:rsidRPr="00381796" w:rsidRDefault="00991675" w:rsidP="00381796">
      <w:pPr>
        <w:pStyle w:val="a"/>
        <w:ind w:firstLine="31680"/>
        <w:rPr>
          <w:rFonts w:cs="Times New Roman"/>
        </w:rPr>
      </w:pPr>
      <w:r w:rsidRPr="00381796">
        <w:rPr>
          <w:rFonts w:hint="eastAsia"/>
        </w:rPr>
        <w:t>知识点：</w:t>
      </w:r>
      <w:r w:rsidRPr="00381796">
        <w:rPr>
          <w:rFonts w:hint="eastAsia"/>
          <w:bCs/>
        </w:rPr>
        <w:t>《</w:t>
      </w:r>
      <w:r w:rsidRPr="00381796">
        <w:rPr>
          <w:rFonts w:hint="eastAsia"/>
        </w:rPr>
        <w:t>海岛保护法》是一部以保护海岛生态为目的的海洋法律，从制度设计和具体内容而言，都不涉及海岛主权问题，是在主权既定前提下的一部保护海岛生态的行政法。</w:t>
      </w:r>
    </w:p>
    <w:p w:rsidR="00991675" w:rsidRPr="00381796" w:rsidRDefault="00991675" w:rsidP="00381796">
      <w:pPr>
        <w:pStyle w:val="a"/>
        <w:ind w:firstLine="31680"/>
        <w:rPr>
          <w:rFonts w:cs="Times New Roman"/>
        </w:rPr>
      </w:pPr>
      <w:r w:rsidRPr="00381796">
        <w:rPr>
          <w:rFonts w:hint="eastAsia"/>
        </w:rPr>
        <w:t>知识点：根据《海洋环境保护法》第五条的规定，国务院环境保护行政主管部门负责全国海洋污染损害的环境保护工作，国家海洋行政主管部门负责海洋环境的监督管理，　国家海事行政主管部门负责所辖港区水域内非军事船舶和港区水域外非渔业、非军事船舶污染海洋环境的监督管理，并负责污染事故的调查处理。</w:t>
      </w:r>
    </w:p>
    <w:p w:rsidR="00991675" w:rsidRPr="00381796" w:rsidRDefault="00991675" w:rsidP="00381796">
      <w:pPr>
        <w:pStyle w:val="a"/>
        <w:ind w:firstLine="31680"/>
        <w:rPr>
          <w:rFonts w:cs="Times New Roman"/>
        </w:rPr>
      </w:pPr>
      <w:r w:rsidRPr="00381796">
        <w:rPr>
          <w:rFonts w:hint="eastAsia"/>
        </w:rPr>
        <w:t>知识点：属于国家级海洋自然保护区的有，蛇岛</w:t>
      </w:r>
      <w:r w:rsidRPr="00381796">
        <w:t>—</w:t>
      </w:r>
      <w:r w:rsidRPr="00381796">
        <w:rPr>
          <w:rFonts w:hint="eastAsia"/>
        </w:rPr>
        <w:t>老铁山自然保护区，合浦儒艮自然保护区，鸭绿江口滨海湿地自然保护区，昌黎黄金海岸自然保护区，盐城珍禽自然保护区，南麂列岛海洋自然保护区，深沪湾海底古森林遗迹自然保护区，惠东港口海龟自然保护区，内伶仃岛</w:t>
      </w:r>
      <w:r w:rsidRPr="00381796">
        <w:t>—</w:t>
      </w:r>
      <w:r w:rsidRPr="00381796">
        <w:rPr>
          <w:rFonts w:hint="eastAsia"/>
        </w:rPr>
        <w:t>福田自然保护区，湛江红树林，山口红树林生态自然保护区，北仑河口红树林生态自然保护区，东寨港红树林自然保护区，大洲岛海洋生态自然保护区，双台河口水禽，三亚珊瑚礁自然保护区，天津古海岸与湿地，黄河三角洲，厦门海洋珍稀生物自然保护区，双台河口水禽自然保护区</w:t>
      </w:r>
      <w:r w:rsidRPr="00381796">
        <w:t xml:space="preserve"> </w:t>
      </w:r>
      <w:r w:rsidRPr="00381796">
        <w:rPr>
          <w:rFonts w:hint="eastAsia"/>
        </w:rPr>
        <w:t>，滨州贝壳堤岛与湿地系统自然保护区</w:t>
      </w:r>
    </w:p>
    <w:p w:rsidR="00991675" w:rsidRPr="00381796" w:rsidRDefault="00991675" w:rsidP="00381796">
      <w:pPr>
        <w:pStyle w:val="a"/>
        <w:ind w:firstLine="31680"/>
        <w:rPr>
          <w:rFonts w:cs="Times New Roman"/>
        </w:rPr>
      </w:pPr>
      <w:r w:rsidRPr="00381796">
        <w:rPr>
          <w:rFonts w:hint="eastAsia"/>
        </w:rPr>
        <w:t>知识点：</w:t>
      </w:r>
      <w:r w:rsidRPr="00381796">
        <w:t>2007</w:t>
      </w:r>
      <w:r w:rsidRPr="00381796">
        <w:rPr>
          <w:rFonts w:hint="eastAsia"/>
        </w:rPr>
        <w:t>年</w:t>
      </w:r>
      <w:r w:rsidRPr="00381796">
        <w:t>4</w:t>
      </w:r>
      <w:r w:rsidRPr="00381796">
        <w:rPr>
          <w:rFonts w:hint="eastAsia"/>
        </w:rPr>
        <w:t>月</w:t>
      </w:r>
      <w:r w:rsidRPr="00381796">
        <w:t>20</w:t>
      </w:r>
      <w:r w:rsidRPr="00381796">
        <w:rPr>
          <w:rFonts w:hint="eastAsia"/>
        </w:rPr>
        <w:t>日，日本国会高票通过了《海洋基本法》</w:t>
      </w:r>
      <w:r w:rsidRPr="00381796">
        <w:t xml:space="preserve">, </w:t>
      </w:r>
      <w:r w:rsidRPr="00381796">
        <w:rPr>
          <w:rFonts w:hint="eastAsia"/>
        </w:rPr>
        <w:t>标志日本基本实现由“海岛国家”向“海洋国家”的战略转变。</w:t>
      </w:r>
    </w:p>
    <w:p w:rsidR="00991675" w:rsidRPr="00381796" w:rsidRDefault="00991675" w:rsidP="00381796">
      <w:pPr>
        <w:pStyle w:val="a"/>
        <w:ind w:firstLine="31680"/>
        <w:rPr>
          <w:rFonts w:cs="Times New Roman"/>
        </w:rPr>
      </w:pPr>
      <w:r w:rsidRPr="00381796">
        <w:rPr>
          <w:rFonts w:hint="eastAsia"/>
        </w:rPr>
        <w:t>知识点：根据《环境影响评价法》第三十一条的规定：建设单位未依法报批建设项目环境影响评价文件，或者未依照本法第二十四条的规定重新报批或者报请重新审核环境影响评价文件，擅自开工建设的，由有权审批该项目环境影响评价文件的环境保护行政主管部门责令停止建设，限期补办手续；逾期不补办手续的，可以处五万元以上二十万元以下的罚款，对建设单位直接负责的主管人员和其他直接责任人员，依法给予行政处分。</w:t>
      </w:r>
    </w:p>
    <w:p w:rsidR="00991675" w:rsidRPr="00381796" w:rsidRDefault="00991675" w:rsidP="00381796">
      <w:pPr>
        <w:pStyle w:val="a"/>
        <w:ind w:firstLine="31680"/>
        <w:rPr>
          <w:rFonts w:cs="Times New Roman"/>
        </w:rPr>
      </w:pPr>
      <w:r w:rsidRPr="00381796">
        <w:rPr>
          <w:rFonts w:hint="eastAsia"/>
        </w:rPr>
        <w:t>知识点：公海自由的内容包括船舶航行自由、飞越自由、铺设海底电缆和管道自由、捕鱼自由、科学研究自由以及建造国际法所准许的人工岛屿和其他设施的自由等。</w:t>
      </w:r>
    </w:p>
    <w:p w:rsidR="00991675" w:rsidRPr="00381796" w:rsidRDefault="00991675" w:rsidP="00381796">
      <w:pPr>
        <w:pStyle w:val="a"/>
        <w:ind w:firstLine="31680"/>
        <w:rPr>
          <w:rFonts w:cs="Times New Roman"/>
        </w:rPr>
      </w:pPr>
      <w:r w:rsidRPr="00381796">
        <w:rPr>
          <w:rFonts w:hint="eastAsia"/>
        </w:rPr>
        <w:t>知识点：根据《海洋环境保护法》第五条第一款的规定：</w:t>
      </w:r>
      <w:r w:rsidRPr="00381796">
        <w:rPr>
          <w:rFonts w:hint="eastAsia"/>
          <w:shd w:val="clear" w:color="auto" w:fill="FFFFFF"/>
        </w:rPr>
        <w:t>国务院环境保护行政主管部门作为对全国环境保护工作统一监督管理的部门，对全国海洋环境保护工作实施指导、协调和监督。</w:t>
      </w:r>
    </w:p>
    <w:p w:rsidR="00991675" w:rsidRPr="00381796" w:rsidRDefault="00991675" w:rsidP="00381796">
      <w:pPr>
        <w:pStyle w:val="a"/>
        <w:ind w:firstLine="31680"/>
        <w:rPr>
          <w:rFonts w:cs="Times New Roman"/>
        </w:rPr>
      </w:pPr>
      <w:r w:rsidRPr="00381796">
        <w:rPr>
          <w:rFonts w:hint="eastAsia"/>
        </w:rPr>
        <w:t>知识点：内海是指领海基线与海岸之间的全部海域，包括：海湾、海峡、海港、河口湾，被陆地所包围并通过狭窄水道连接海洋的海域，以及领海基线与海岸之间的其他海域。</w:t>
      </w:r>
    </w:p>
    <w:p w:rsidR="00991675" w:rsidRPr="00381796" w:rsidRDefault="00991675" w:rsidP="00381796">
      <w:pPr>
        <w:pStyle w:val="a"/>
        <w:ind w:firstLine="31680"/>
        <w:rPr>
          <w:rFonts w:cs="Times New Roman"/>
        </w:rPr>
      </w:pPr>
      <w:r w:rsidRPr="00381796">
        <w:rPr>
          <w:rFonts w:hint="eastAsia"/>
        </w:rPr>
        <w:t>知识点：连接公海或专属经济区供国际航行之用的海峡的为用于国际航行的海峡。海峡的分类还包括内海海峡，领海海峡，非领海海峡。</w:t>
      </w:r>
    </w:p>
    <w:p w:rsidR="00991675" w:rsidRPr="00381796" w:rsidRDefault="00991675" w:rsidP="00381796">
      <w:pPr>
        <w:pStyle w:val="a"/>
        <w:ind w:firstLine="31680"/>
        <w:rPr>
          <w:rFonts w:cs="Times New Roman"/>
        </w:rPr>
      </w:pPr>
      <w:r w:rsidRPr="00381796">
        <w:rPr>
          <w:rFonts w:hint="eastAsia"/>
        </w:rPr>
        <w:t>知识点：根据《海洋环境保护法》第九十六条的规定：中华人民共和国缔结或者参加的与海洋环境保护有关的国际条约与本法有不同规定的，适用国际条约的规定；但是，中华人民共和国声明保留的条款除外。</w:t>
      </w:r>
    </w:p>
    <w:p w:rsidR="00991675" w:rsidRPr="00381796" w:rsidRDefault="00991675" w:rsidP="00381796">
      <w:pPr>
        <w:pStyle w:val="a"/>
        <w:ind w:firstLine="31680"/>
        <w:rPr>
          <w:rFonts w:cs="Times New Roman"/>
        </w:rPr>
      </w:pPr>
      <w:r w:rsidRPr="00381796">
        <w:rPr>
          <w:rFonts w:hint="eastAsia"/>
        </w:rPr>
        <w:t>知识点：</w:t>
      </w:r>
      <w:r w:rsidRPr="00381796">
        <w:t>1996</w:t>
      </w:r>
      <w:r w:rsidRPr="00381796">
        <w:rPr>
          <w:rFonts w:hint="eastAsia"/>
        </w:rPr>
        <w:t>年，中国制定了《中国海洋</w:t>
      </w:r>
      <w:r w:rsidRPr="00381796">
        <w:t>21</w:t>
      </w:r>
      <w:r w:rsidRPr="00381796">
        <w:rPr>
          <w:rFonts w:hint="eastAsia"/>
        </w:rPr>
        <w:t>世纪议程》及“海洋行动计划”，成为我国“九五”期间和</w:t>
      </w:r>
      <w:r w:rsidRPr="00381796">
        <w:t>21</w:t>
      </w:r>
      <w:r w:rsidRPr="00381796">
        <w:rPr>
          <w:rFonts w:hint="eastAsia"/>
        </w:rPr>
        <w:t>世纪初我国海洋工作的指导性文件和行动纲领。</w:t>
      </w:r>
    </w:p>
    <w:p w:rsidR="00991675" w:rsidRPr="00381796" w:rsidRDefault="00991675" w:rsidP="00381796">
      <w:pPr>
        <w:pStyle w:val="a"/>
        <w:ind w:firstLine="31680"/>
        <w:rPr>
          <w:rFonts w:cs="Times New Roman"/>
        </w:rPr>
      </w:pPr>
      <w:r w:rsidRPr="00381796">
        <w:rPr>
          <w:rFonts w:hint="eastAsia"/>
        </w:rPr>
        <w:t>知识点：“大洋黑洞”是俄罗斯生产的“基洛”级常规动力潜艇的俗称，“基洛”级潜艇被称为“当今世界上最安静的潜艇”。该型潜艇安装</w:t>
      </w:r>
      <w:r w:rsidRPr="00381796">
        <w:t>6</w:t>
      </w:r>
      <w:r w:rsidRPr="00381796">
        <w:rPr>
          <w:rFonts w:hint="eastAsia"/>
        </w:rPr>
        <w:t>具</w:t>
      </w:r>
      <w:r w:rsidRPr="00381796">
        <w:t>533</w:t>
      </w:r>
      <w:r w:rsidRPr="00381796">
        <w:rPr>
          <w:rFonts w:hint="eastAsia"/>
        </w:rPr>
        <w:t>毫米鱼雷发射管，艇内共配备</w:t>
      </w:r>
      <w:r w:rsidRPr="00381796">
        <w:t>18</w:t>
      </w:r>
      <w:r w:rsidRPr="00381796">
        <w:rPr>
          <w:rFonts w:hint="eastAsia"/>
        </w:rPr>
        <w:t>枚鱼雷，并有快速装雷系统。</w:t>
      </w:r>
    </w:p>
    <w:p w:rsidR="00991675" w:rsidRPr="00381796" w:rsidRDefault="00991675" w:rsidP="00381796">
      <w:pPr>
        <w:pStyle w:val="a"/>
        <w:ind w:firstLine="31680"/>
        <w:rPr>
          <w:rFonts w:cs="Times New Roman"/>
        </w:rPr>
      </w:pPr>
      <w:r w:rsidRPr="00381796">
        <w:rPr>
          <w:rFonts w:hint="eastAsia"/>
        </w:rPr>
        <w:t>知识点：“竞技神”号是采用全新的设计的航空母舰：有全通式飞行甲板；封闭式的舰艏，具有较强的抗浪性；将舰桥、桅杆和烟囱合并成大型舰岛位于全通式飞行甲板右侧舰体右舷，这是航空母舰首次采用岛式上层建筑设计。</w:t>
      </w:r>
    </w:p>
    <w:p w:rsidR="00991675" w:rsidRPr="00381796" w:rsidRDefault="00991675" w:rsidP="00381796">
      <w:pPr>
        <w:pStyle w:val="a"/>
        <w:ind w:firstLine="31680"/>
        <w:rPr>
          <w:rFonts w:cs="Times New Roman"/>
        </w:rPr>
      </w:pPr>
      <w:r w:rsidRPr="00381796">
        <w:rPr>
          <w:rFonts w:hint="eastAsia"/>
        </w:rPr>
        <w:t>知识点：英国的“勇敢”号是世界上第一艘被击沉的航母。</w:t>
      </w:r>
    </w:p>
    <w:p w:rsidR="00991675" w:rsidRPr="00381796" w:rsidRDefault="00991675" w:rsidP="00381796">
      <w:pPr>
        <w:pStyle w:val="a"/>
        <w:ind w:firstLine="31680"/>
        <w:rPr>
          <w:rFonts w:cs="Times New Roman"/>
        </w:rPr>
      </w:pPr>
      <w:r w:rsidRPr="00381796">
        <w:rPr>
          <w:rFonts w:hint="eastAsia"/>
        </w:rPr>
        <w:t>知识点：《联合国海洋法公约》（</w:t>
      </w:r>
      <w:r w:rsidRPr="00381796">
        <w:t>1982</w:t>
      </w:r>
      <w:r w:rsidRPr="00381796">
        <w:rPr>
          <w:rFonts w:hint="eastAsia"/>
        </w:rPr>
        <w:t>年）第十条第二款规定：“海湾是明显水曲，其凹入程度和曲口宽度的比例，使其有被陆地环抱的水域，而不仅为海岸的弯曲。但水曲除其面积等于或大于横越曲口所划的直线作为直径的半圆形的面积外，不应视为海湾。”</w:t>
      </w:r>
    </w:p>
    <w:p w:rsidR="00991675" w:rsidRPr="00381796" w:rsidRDefault="00991675" w:rsidP="00381796">
      <w:pPr>
        <w:pStyle w:val="a"/>
        <w:ind w:firstLine="31680"/>
        <w:rPr>
          <w:rFonts w:cs="Times New Roman"/>
        </w:rPr>
      </w:pPr>
      <w:r w:rsidRPr="00381796">
        <w:rPr>
          <w:rFonts w:hint="eastAsia"/>
        </w:rPr>
        <w:t>知识点：公海的航行制度：（</w:t>
      </w:r>
      <w:r w:rsidRPr="00381796">
        <w:t>1</w:t>
      </w:r>
      <w:r w:rsidRPr="00381796">
        <w:rPr>
          <w:rFonts w:hint="eastAsia"/>
        </w:rPr>
        <w:t>）航行权，（</w:t>
      </w:r>
      <w:r w:rsidRPr="00381796">
        <w:t>2</w:t>
      </w:r>
      <w:r w:rsidRPr="00381796">
        <w:rPr>
          <w:rFonts w:hint="eastAsia"/>
        </w:rPr>
        <w:t>）船舶的国籍，（</w:t>
      </w:r>
      <w:r w:rsidRPr="00381796">
        <w:t>3</w:t>
      </w:r>
      <w:r w:rsidRPr="00381796">
        <w:rPr>
          <w:rFonts w:hint="eastAsia"/>
        </w:rPr>
        <w:t>）军舰在公海上有权行使登临权和紧追权，（</w:t>
      </w:r>
      <w:r w:rsidRPr="00381796">
        <w:t>4</w:t>
      </w:r>
      <w:r w:rsidRPr="00381796">
        <w:rPr>
          <w:rFonts w:hint="eastAsia"/>
        </w:rPr>
        <w:t>）铺设海底电缆和管道制度，（</w:t>
      </w:r>
      <w:r w:rsidRPr="00381796">
        <w:t>5</w:t>
      </w:r>
      <w:r w:rsidRPr="00381796">
        <w:rPr>
          <w:rFonts w:hint="eastAsia"/>
        </w:rPr>
        <w:t>）捕鱼及养护生物资源制度，（</w:t>
      </w:r>
      <w:r w:rsidRPr="00381796">
        <w:t>6</w:t>
      </w:r>
      <w:r w:rsidRPr="00381796">
        <w:rPr>
          <w:rFonts w:hint="eastAsia"/>
        </w:rPr>
        <w:t>）海洋环境保护及保全制度。</w:t>
      </w:r>
    </w:p>
    <w:p w:rsidR="00991675" w:rsidRPr="00381796" w:rsidRDefault="00991675" w:rsidP="00381796">
      <w:pPr>
        <w:pStyle w:val="a"/>
        <w:ind w:firstLine="31680"/>
        <w:rPr>
          <w:rFonts w:cs="Times New Roman"/>
        </w:rPr>
      </w:pPr>
      <w:r w:rsidRPr="00381796">
        <w:rPr>
          <w:rFonts w:hint="eastAsia"/>
        </w:rPr>
        <w:t>知识点：“国际法之父”指的是荷兰著名国际法学者格劳秀斯，他反对个别国家对海洋的垄断，发表了著名的《海洋自由论》。</w:t>
      </w:r>
    </w:p>
    <w:p w:rsidR="00991675" w:rsidRPr="00381796" w:rsidRDefault="00991675" w:rsidP="00381796">
      <w:pPr>
        <w:pStyle w:val="a"/>
        <w:ind w:firstLine="31680"/>
        <w:rPr>
          <w:rFonts w:cs="Times New Roman"/>
        </w:rPr>
      </w:pPr>
      <w:r w:rsidRPr="00381796">
        <w:rPr>
          <w:rFonts w:hint="eastAsia"/>
        </w:rPr>
        <w:t>知识点：按照国际习惯和国际公约的规定，各国在行使紧追权时，必须从国家管辖范围内的水域开始；紧追必须连续不断地进行；在被追逐者进入其本国或第三国的领海时必须终止。</w:t>
      </w:r>
    </w:p>
    <w:p w:rsidR="00991675" w:rsidRPr="00381796" w:rsidRDefault="00991675" w:rsidP="00381796">
      <w:pPr>
        <w:pStyle w:val="a"/>
        <w:ind w:firstLine="31680"/>
        <w:rPr>
          <w:rFonts w:cs="Times New Roman"/>
        </w:rPr>
      </w:pPr>
      <w:r w:rsidRPr="00381796">
        <w:rPr>
          <w:rFonts w:hint="eastAsia"/>
        </w:rPr>
        <w:t>知识点：国际海底区域约占全部海洋面积的</w:t>
      </w:r>
      <w:r w:rsidRPr="00381796">
        <w:t>65%</w:t>
      </w:r>
      <w:r w:rsidRPr="00381796">
        <w:rPr>
          <w:rFonts w:hint="eastAsia"/>
        </w:rPr>
        <w:t>，蕴藏着极其丰富的矿物资源，具有极高的开发价值，还具有巨大的科研和军事价值，已成为大国争夺的重点海域。</w:t>
      </w:r>
    </w:p>
    <w:p w:rsidR="00991675" w:rsidRPr="00381796" w:rsidRDefault="00991675" w:rsidP="00381796">
      <w:pPr>
        <w:pStyle w:val="a"/>
        <w:ind w:firstLine="31680"/>
        <w:rPr>
          <w:rFonts w:cs="Times New Roman"/>
        </w:rPr>
      </w:pPr>
      <w:r w:rsidRPr="00381796">
        <w:rPr>
          <w:rFonts w:hint="eastAsia"/>
        </w:rPr>
        <w:t>知识点：领海的外部界限是一条其每一点同基线上距离等于领海宽度的线，划定领海外部界限的方法有以下几种：交圆法，共同切线法，平行线法。</w:t>
      </w:r>
    </w:p>
    <w:p w:rsidR="00991675" w:rsidRPr="00381796" w:rsidRDefault="00991675" w:rsidP="00381796">
      <w:pPr>
        <w:pStyle w:val="a"/>
        <w:ind w:firstLine="31680"/>
        <w:rPr>
          <w:rFonts w:cs="Times New Roman"/>
        </w:rPr>
      </w:pPr>
      <w:r w:rsidRPr="00381796">
        <w:rPr>
          <w:rFonts w:hint="eastAsia"/>
        </w:rPr>
        <w:t>知识点：国际海洋法法庭成立于</w:t>
      </w:r>
      <w:r w:rsidRPr="00381796">
        <w:t>1996</w:t>
      </w:r>
      <w:r w:rsidRPr="00381796">
        <w:rPr>
          <w:rFonts w:hint="eastAsia"/>
        </w:rPr>
        <w:t>年</w:t>
      </w:r>
      <w:r w:rsidRPr="00381796">
        <w:t>10</w:t>
      </w:r>
      <w:r w:rsidRPr="00381796">
        <w:rPr>
          <w:rFonts w:hint="eastAsia"/>
        </w:rPr>
        <w:t>月，总部设在德国的汉堡。</w:t>
      </w:r>
    </w:p>
    <w:p w:rsidR="00991675" w:rsidRPr="00381796" w:rsidRDefault="00991675" w:rsidP="00381796">
      <w:pPr>
        <w:pStyle w:val="a"/>
        <w:ind w:firstLine="31680"/>
        <w:rPr>
          <w:rFonts w:cs="Times New Roman"/>
        </w:rPr>
      </w:pPr>
      <w:r w:rsidRPr="00381796">
        <w:rPr>
          <w:rFonts w:hint="eastAsia"/>
        </w:rPr>
        <w:t>知识点：根据</w:t>
      </w:r>
      <w:r w:rsidRPr="00381796">
        <w:t>2001</w:t>
      </w:r>
      <w:r w:rsidRPr="00381796">
        <w:rPr>
          <w:rFonts w:hint="eastAsia"/>
        </w:rPr>
        <w:t>年颁布的《中华人民共和国海域使用管理法》，海域属于国家所有，国务院代表国家行使海域所有权。单位和个人使用海域，必须依法取得海域使用权。海域使用权人依法使用海域并获得收益的权利受法律保护，任何单位和个人不得侵犯海域所有权。任何单位或者个人不得侵占、买卖或者以其他形式非法转让海域。</w:t>
      </w:r>
    </w:p>
    <w:p w:rsidR="00991675" w:rsidRPr="00381796" w:rsidRDefault="00991675" w:rsidP="00381796">
      <w:pPr>
        <w:pStyle w:val="a"/>
        <w:ind w:firstLine="31680"/>
        <w:rPr>
          <w:rFonts w:cs="Times New Roman"/>
        </w:rPr>
      </w:pPr>
      <w:r w:rsidRPr="00381796">
        <w:rPr>
          <w:rFonts w:hint="eastAsia"/>
        </w:rPr>
        <w:t>知识点：海域使用权最高期限，公益事业用海为四十年。</w:t>
      </w:r>
    </w:p>
    <w:p w:rsidR="00991675" w:rsidRPr="00381796" w:rsidRDefault="00991675" w:rsidP="00381796">
      <w:pPr>
        <w:pStyle w:val="a"/>
        <w:ind w:firstLine="31680"/>
        <w:rPr>
          <w:rFonts w:cs="Times New Roman"/>
        </w:rPr>
      </w:pPr>
      <w:r w:rsidRPr="00381796">
        <w:rPr>
          <w:rFonts w:hint="eastAsia"/>
        </w:rPr>
        <w:t>知识点：在保护区实验区内开展旅游参观活动的单位或个人，应提前一个月向该保护区管理机构提交申请，说明活动计划并评估生态环境影响。</w:t>
      </w:r>
    </w:p>
    <w:p w:rsidR="00991675" w:rsidRPr="00381796" w:rsidRDefault="00991675" w:rsidP="00381796">
      <w:pPr>
        <w:pStyle w:val="a"/>
        <w:ind w:firstLine="31680"/>
        <w:rPr>
          <w:rFonts w:cs="Times New Roman"/>
        </w:rPr>
      </w:pPr>
      <w:r w:rsidRPr="00381796">
        <w:rPr>
          <w:rFonts w:hint="eastAsia"/>
        </w:rPr>
        <w:t>知识点：外国人进入海洋自然保护区需经批准。组织或协助外国人进入保护区的单位或个人，应提前一个月向该保护区管理机构提交申请，说明外国人在保护区内的活动计划。</w:t>
      </w:r>
    </w:p>
    <w:p w:rsidR="00991675" w:rsidRPr="00381796" w:rsidRDefault="00991675" w:rsidP="00381796">
      <w:pPr>
        <w:pStyle w:val="a"/>
        <w:ind w:firstLine="31680"/>
        <w:rPr>
          <w:rFonts w:cs="Times New Roman"/>
        </w:rPr>
      </w:pPr>
      <w:r w:rsidRPr="00381796">
        <w:rPr>
          <w:rFonts w:hint="eastAsia"/>
        </w:rPr>
        <w:t>知识点：军事用海、公务船舶专用码头用海、非经营性的航道、锚地等交通基础设施用海、教学、科研、防灾减灾、海难搜救打捞等非经营性公益事业用海可以免缴海域使用金。</w:t>
      </w:r>
    </w:p>
    <w:p w:rsidR="00991675" w:rsidRPr="00381796" w:rsidRDefault="00991675" w:rsidP="00381796">
      <w:pPr>
        <w:pStyle w:val="a"/>
        <w:ind w:firstLine="31680"/>
        <w:rPr>
          <w:rFonts w:cs="Times New Roman"/>
        </w:rPr>
      </w:pPr>
      <w:r w:rsidRPr="00381796">
        <w:rPr>
          <w:rFonts w:hint="eastAsia"/>
        </w:rPr>
        <w:t>知识点：</w:t>
      </w:r>
      <w:r w:rsidRPr="00381796">
        <w:t>1998</w:t>
      </w:r>
      <w:r w:rsidRPr="00381796">
        <w:rPr>
          <w:rFonts w:hint="eastAsia"/>
        </w:rPr>
        <w:t>年，我国颁布了《中华人民共和国专属经济区和大陆架法》。</w:t>
      </w:r>
    </w:p>
    <w:p w:rsidR="00991675" w:rsidRPr="00381796" w:rsidRDefault="00991675" w:rsidP="00381796">
      <w:pPr>
        <w:pStyle w:val="a"/>
        <w:ind w:firstLine="31680"/>
        <w:rPr>
          <w:rFonts w:cs="Times New Roman"/>
        </w:rPr>
      </w:pPr>
      <w:r w:rsidRPr="00381796">
        <w:rPr>
          <w:rFonts w:hint="eastAsia"/>
        </w:rPr>
        <w:t>知识点：中国海监总队成立于１９９８年。在北海、东海、南海三大海区，分别设有中国海监海区总队。</w:t>
      </w:r>
    </w:p>
    <w:p w:rsidR="00991675" w:rsidRPr="00381796" w:rsidRDefault="00991675" w:rsidP="00381796">
      <w:pPr>
        <w:pStyle w:val="a"/>
        <w:ind w:firstLine="31680"/>
        <w:rPr>
          <w:rFonts w:cs="Times New Roman"/>
        </w:rPr>
      </w:pPr>
      <w:r w:rsidRPr="00381796">
        <w:rPr>
          <w:rFonts w:hint="eastAsia"/>
        </w:rPr>
        <w:t>知识点：根据《联合国海洋法公约》规定，“在专属经济区内，所有国家，不论为沿海国或内陆国，在本公约有关规定的限制下，均享有航行和飞越的自由，铺设海底电缆和管道的自由，以及诸如船舶和飞机的操作及海底电缆和管道的适用等与这些自由有关的海洋其他国际合法用途。”</w:t>
      </w:r>
    </w:p>
    <w:p w:rsidR="00991675" w:rsidRPr="00381796" w:rsidRDefault="00991675" w:rsidP="00381796">
      <w:pPr>
        <w:pStyle w:val="a"/>
        <w:ind w:firstLine="31680"/>
        <w:rPr>
          <w:rFonts w:cs="Times New Roman"/>
        </w:rPr>
      </w:pPr>
      <w:r w:rsidRPr="00381796">
        <w:rPr>
          <w:rFonts w:hint="eastAsia"/>
        </w:rPr>
        <w:t>知识点：外国船舶在领海内进行以下任何一种活动，其通过即应视为损害沿海国的和平、良好秩序或安全：①对沿海国的主权、领土完整或政治独立进行武力威胁或使用武力；②进行武器操练或演习；③目的在于搜集情报使沿海国的防务或安全受损害的行为；④影响沿海国防务或安全的宣传行为；⑤在船上起落或接载飞机；⑥在船上发射、降落或接载军事装置；⑦违反沿海国海关、财政、移民或卫生的法律和规章，上下任何商品、货币或人员；⑧任何故意和严重的污染行为；⑨捕鱼活动；⑩研究和测量活动；○</w:t>
      </w:r>
      <w:r w:rsidRPr="00381796">
        <w:t>11</w:t>
      </w:r>
      <w:r w:rsidRPr="00381796">
        <w:rPr>
          <w:rFonts w:hint="eastAsia"/>
        </w:rPr>
        <w:t>目的在于干扰沿海国任何通信系统或其他设施或设备的行为；○</w:t>
      </w:r>
      <w:r w:rsidRPr="00381796">
        <w:t>12</w:t>
      </w:r>
      <w:r w:rsidRPr="00381796">
        <w:rPr>
          <w:rFonts w:hint="eastAsia"/>
        </w:rPr>
        <w:t>与通过没有直接关系的任何其他活动</w:t>
      </w:r>
    </w:p>
    <w:p w:rsidR="00991675" w:rsidRPr="00381796" w:rsidRDefault="00991675" w:rsidP="00381796">
      <w:pPr>
        <w:pStyle w:val="a"/>
        <w:ind w:firstLine="31680"/>
        <w:rPr>
          <w:rFonts w:cs="Times New Roman"/>
        </w:rPr>
      </w:pPr>
      <w:r w:rsidRPr="00381796">
        <w:rPr>
          <w:rFonts w:hint="eastAsia"/>
        </w:rPr>
        <w:t>知识点：沿海国不得影响大陆架上覆水域和水域上空的法律地位及其他国家在大陆架上的合法权利。在属于大陆架上覆水域属于公海的部分，船舶享有航行自由。</w:t>
      </w:r>
    </w:p>
    <w:p w:rsidR="00991675" w:rsidRPr="00381796" w:rsidRDefault="00991675" w:rsidP="00381796">
      <w:pPr>
        <w:pStyle w:val="a"/>
        <w:ind w:firstLine="31680"/>
        <w:rPr>
          <w:rFonts w:cs="Times New Roman"/>
        </w:rPr>
      </w:pPr>
      <w:r w:rsidRPr="00381796">
        <w:rPr>
          <w:rFonts w:hint="eastAsia"/>
        </w:rPr>
        <w:t>知识点：根据《中华人民共和国海洋石油勘探开发环境保护管理条例实施办法》第三十三条规定：溢油事故按其溢油量分为大、中、小三类，溢油量小于</w:t>
      </w:r>
      <w:r w:rsidRPr="00381796">
        <w:t>10</w:t>
      </w:r>
      <w:r w:rsidRPr="00381796">
        <w:rPr>
          <w:rFonts w:hint="eastAsia"/>
        </w:rPr>
        <w:t>吨的为小型溢油事故；溢油量在</w:t>
      </w:r>
      <w:r w:rsidRPr="00381796">
        <w:t>10</w:t>
      </w:r>
      <w:r w:rsidRPr="00381796">
        <w:rPr>
          <w:rFonts w:hint="eastAsia"/>
        </w:rPr>
        <w:t>－</w:t>
      </w:r>
      <w:r w:rsidRPr="00381796">
        <w:t>100</w:t>
      </w:r>
      <w:r w:rsidRPr="00381796">
        <w:rPr>
          <w:rFonts w:hint="eastAsia"/>
        </w:rPr>
        <w:t>吨之间为中型溢油事故；溢油量大于</w:t>
      </w:r>
      <w:r w:rsidRPr="00381796">
        <w:t>100</w:t>
      </w:r>
      <w:r w:rsidRPr="00381796">
        <w:rPr>
          <w:rFonts w:hint="eastAsia"/>
        </w:rPr>
        <w:t>吨的为大型溢油事故。</w:t>
      </w:r>
    </w:p>
    <w:p w:rsidR="00991675" w:rsidRPr="00381796" w:rsidRDefault="00991675" w:rsidP="00381796">
      <w:pPr>
        <w:pStyle w:val="a"/>
        <w:ind w:firstLine="31680"/>
        <w:rPr>
          <w:rFonts w:cs="Times New Roman"/>
        </w:rPr>
      </w:pPr>
      <w:r w:rsidRPr="00381796">
        <w:rPr>
          <w:rFonts w:hint="eastAsia"/>
        </w:rPr>
        <w:t>知识点：海洋行政处罚重大海洋违法案件（听证）主要包括吊销废弃物海洋倾倒许可证的；注销海域使用权证书、收回海域使用权的；对个人处以超过五千元罚款、对单位处以超过五万元罚款等海洋行政处罚的。</w:t>
      </w:r>
    </w:p>
    <w:p w:rsidR="00991675" w:rsidRPr="00381796" w:rsidRDefault="00991675" w:rsidP="00381796">
      <w:pPr>
        <w:pStyle w:val="a"/>
        <w:ind w:firstLine="31680"/>
        <w:rPr>
          <w:rFonts w:cs="Times New Roman"/>
        </w:rPr>
      </w:pPr>
      <w:r w:rsidRPr="00381796">
        <w:rPr>
          <w:rFonts w:hint="eastAsia"/>
        </w:rPr>
        <w:t>知识点：我国《海洋行政处罚实施办法》从</w:t>
      </w:r>
      <w:r w:rsidRPr="00381796">
        <w:t>2003</w:t>
      </w:r>
      <w:r w:rsidRPr="00381796">
        <w:rPr>
          <w:rFonts w:hint="eastAsia"/>
        </w:rPr>
        <w:t>年</w:t>
      </w:r>
      <w:r w:rsidRPr="00381796">
        <w:t>3</w:t>
      </w:r>
      <w:r w:rsidRPr="00381796">
        <w:rPr>
          <w:rFonts w:hint="eastAsia"/>
        </w:rPr>
        <w:t>月</w:t>
      </w:r>
      <w:r w:rsidRPr="00381796">
        <w:t>1</w:t>
      </w:r>
      <w:r w:rsidRPr="00381796">
        <w:rPr>
          <w:rFonts w:hint="eastAsia"/>
        </w:rPr>
        <w:t>日起施行。</w:t>
      </w:r>
    </w:p>
    <w:p w:rsidR="00991675" w:rsidRPr="00381796" w:rsidRDefault="00991675" w:rsidP="00381796">
      <w:pPr>
        <w:pStyle w:val="a"/>
        <w:ind w:firstLine="31680"/>
        <w:rPr>
          <w:rFonts w:cs="Times New Roman"/>
        </w:rPr>
      </w:pPr>
      <w:r w:rsidRPr="00381796">
        <w:rPr>
          <w:rFonts w:hint="eastAsia"/>
        </w:rPr>
        <w:t>知识点：海洋行政处罚管辖机关是违法行为发生地的实施机关</w:t>
      </w:r>
    </w:p>
    <w:p w:rsidR="00991675" w:rsidRPr="00381796" w:rsidRDefault="00991675" w:rsidP="00381796">
      <w:pPr>
        <w:pStyle w:val="a"/>
        <w:ind w:firstLine="31680"/>
        <w:rPr>
          <w:rFonts w:cs="Times New Roman"/>
        </w:rPr>
      </w:pPr>
      <w:r w:rsidRPr="00381796">
        <w:rPr>
          <w:rFonts w:hint="eastAsia"/>
        </w:rPr>
        <w:t>知识点：海域使用金的征收标准，由各地根据具体情况制定。可以一次性交纳也可以按年度缴纳。按年度缴纳的每年每亩不得低于</w:t>
      </w:r>
      <w:r w:rsidRPr="00381796">
        <w:t>100</w:t>
      </w:r>
      <w:r w:rsidRPr="00381796">
        <w:rPr>
          <w:rFonts w:hint="eastAsia"/>
        </w:rPr>
        <w:t>元。</w:t>
      </w:r>
    </w:p>
    <w:p w:rsidR="00991675" w:rsidRPr="00381796" w:rsidRDefault="00991675" w:rsidP="00381796">
      <w:pPr>
        <w:pStyle w:val="a"/>
        <w:ind w:firstLine="31680"/>
        <w:rPr>
          <w:rFonts w:cs="Times New Roman"/>
        </w:rPr>
      </w:pPr>
      <w:r w:rsidRPr="00381796">
        <w:rPr>
          <w:rFonts w:hint="eastAsia"/>
        </w:rPr>
        <w:t>知识点：《中华人民共和国海域使用管理法》依据我国的基本法律制度，从海域使用管理的实际情况出发，确立了海域使用管理的三项基本制度，即海域权属管理制度、海洋功能区划制度和海域有偿使用制度。</w:t>
      </w:r>
    </w:p>
    <w:p w:rsidR="00991675" w:rsidRPr="00381796" w:rsidRDefault="00991675" w:rsidP="00381796">
      <w:pPr>
        <w:pStyle w:val="a"/>
        <w:ind w:firstLine="31680"/>
        <w:rPr>
          <w:rFonts w:cs="Times New Roman"/>
        </w:rPr>
      </w:pPr>
      <w:r w:rsidRPr="00381796">
        <w:rPr>
          <w:rFonts w:hint="eastAsia"/>
        </w:rPr>
        <w:t>知识点：大陆架划界应该遵循哪些原则？直到今天，国际社会对此还存在着不尽一致的主张。不过，有三条原则已经成为普遍共识，即公平原则、自然延伸原则和等距离</w:t>
      </w:r>
      <w:r w:rsidRPr="00381796">
        <w:t>—</w:t>
      </w:r>
      <w:r w:rsidRPr="00381796">
        <w:rPr>
          <w:rFonts w:hint="eastAsia"/>
        </w:rPr>
        <w:t>特殊情况规则。</w:t>
      </w:r>
    </w:p>
    <w:p w:rsidR="00991675" w:rsidRPr="00381796" w:rsidRDefault="00991675" w:rsidP="00381796">
      <w:pPr>
        <w:pStyle w:val="a"/>
        <w:ind w:firstLine="31680"/>
        <w:rPr>
          <w:rFonts w:cs="Times New Roman"/>
        </w:rPr>
      </w:pPr>
      <w:r w:rsidRPr="00381796">
        <w:rPr>
          <w:rFonts w:hint="eastAsia"/>
        </w:rPr>
        <w:t>知识点：根据《海洋环境保护法》第五十五条：</w:t>
      </w:r>
      <w:r w:rsidRPr="00381796">
        <w:rPr>
          <w:rFonts w:hint="eastAsia"/>
          <w:shd w:val="clear" w:color="auto" w:fill="FFFFFF"/>
        </w:rPr>
        <w:t>需要倾倒废弃物的单位，必须向国家海洋行政主管部门提出书面申请，经国家海洋行政主管部门审查批准，发给许可证后，方可倾倒。</w:t>
      </w:r>
    </w:p>
    <w:p w:rsidR="00991675" w:rsidRPr="00381796" w:rsidRDefault="00991675" w:rsidP="00381796">
      <w:pPr>
        <w:pStyle w:val="a"/>
        <w:ind w:firstLine="31680"/>
        <w:rPr>
          <w:rFonts w:cs="Times New Roman"/>
        </w:rPr>
      </w:pPr>
      <w:r w:rsidRPr="00381796">
        <w:rPr>
          <w:rFonts w:hint="eastAsia"/>
        </w:rPr>
        <w:t>知识点：位于沿海国领海基线向陆一侧的海峡叫作内海海峡。</w:t>
      </w:r>
    </w:p>
    <w:p w:rsidR="00991675" w:rsidRPr="00381796" w:rsidRDefault="00991675" w:rsidP="00381796">
      <w:pPr>
        <w:pStyle w:val="a"/>
        <w:ind w:firstLine="31680"/>
        <w:rPr>
          <w:rFonts w:cs="Times New Roman"/>
        </w:rPr>
      </w:pPr>
      <w:r w:rsidRPr="00381796">
        <w:rPr>
          <w:rFonts w:hint="eastAsia"/>
        </w:rPr>
        <w:t>知识点：</w:t>
      </w:r>
      <w:bookmarkStart w:id="1" w:name="OLE_LINK8"/>
      <w:bookmarkStart w:id="2" w:name="OLE_LINK9"/>
      <w:r w:rsidRPr="00381796">
        <w:rPr>
          <w:rFonts w:hint="eastAsia"/>
        </w:rPr>
        <w:t>群岛国对群岛水域的主权的行使，应尊重其相邻国家的传统权益，以及两国间的现行协定，承认相邻国家在群岛水域内传统的捕鱼权利，尊重其他国家铺设的现有海底电缆。所有国家的船舶在群岛水域和邻接的领海享有无害通过权，但群岛国可以指定适当的海道及空中航道，以便外国船舶和飞机不停留地迅速地通过或飞越。为了保护国家安全，必要时群岛国可以在特定区域暂时停止外国船舶的无害通过权。</w:t>
      </w:r>
    </w:p>
    <w:bookmarkEnd w:id="1"/>
    <w:bookmarkEnd w:id="2"/>
    <w:p w:rsidR="00991675" w:rsidRPr="00381796" w:rsidRDefault="00991675" w:rsidP="00381796">
      <w:pPr>
        <w:pStyle w:val="a"/>
        <w:ind w:firstLine="31680"/>
        <w:rPr>
          <w:rFonts w:cs="Times New Roman"/>
        </w:rPr>
      </w:pPr>
      <w:r w:rsidRPr="00381796">
        <w:rPr>
          <w:rFonts w:hint="eastAsia"/>
        </w:rPr>
        <w:t>知识点：在公海上的船舶受船旗国的专属管理。</w:t>
      </w:r>
    </w:p>
    <w:p w:rsidR="00991675" w:rsidRPr="00381796" w:rsidRDefault="00991675" w:rsidP="00381796">
      <w:pPr>
        <w:pStyle w:val="a"/>
        <w:ind w:firstLine="31680"/>
        <w:rPr>
          <w:rFonts w:cs="Times New Roman"/>
        </w:rPr>
      </w:pPr>
      <w:r w:rsidRPr="00381796">
        <w:rPr>
          <w:rFonts w:hint="eastAsia"/>
        </w:rPr>
        <w:t>知识点：根据《海洋环境保护法》第七十条的规定：进行下列活动，应当事先按照有关规定报经有关部门批准或者核准：（一）船舶在港区水域内使用焚烧炉；（二）船舶在港区水域内进行洗舱、清舱、驱气、排放压载水、残油、含油污水接收、舷外拷铲及油漆等作业；（三）船舶、码头、设施使用化学消油剂；（四）船舶冲洗沾有污染物、有毒有害物质的甲板；（五）船舶进行散装液体污染危害性货物的过驳作业；（六）从事船舶水上拆解、打捞、修造和其他水上、水下船舶施工作业。</w:t>
      </w:r>
    </w:p>
    <w:p w:rsidR="00991675" w:rsidRPr="00381796" w:rsidRDefault="00991675" w:rsidP="00381796">
      <w:pPr>
        <w:pStyle w:val="a"/>
        <w:ind w:firstLine="31680"/>
        <w:rPr>
          <w:rFonts w:cs="Times New Roman"/>
        </w:rPr>
      </w:pPr>
      <w:r w:rsidRPr="00381796">
        <w:rPr>
          <w:rFonts w:hint="eastAsia"/>
        </w:rPr>
        <w:t>知识点：中华人民共和国政府根据</w:t>
      </w:r>
      <w:r w:rsidRPr="00381796">
        <w:t>1992</w:t>
      </w:r>
      <w:r w:rsidRPr="00381796">
        <w:rPr>
          <w:rFonts w:hint="eastAsia"/>
        </w:rPr>
        <w:t>年</w:t>
      </w:r>
      <w:r w:rsidRPr="00381796">
        <w:t>2</w:t>
      </w:r>
      <w:r w:rsidRPr="00381796">
        <w:rPr>
          <w:rFonts w:hint="eastAsia"/>
        </w:rPr>
        <w:t>月</w:t>
      </w:r>
      <w:r w:rsidRPr="00381796">
        <w:t>25</w:t>
      </w:r>
      <w:r w:rsidRPr="00381796">
        <w:rPr>
          <w:rFonts w:hint="eastAsia"/>
        </w:rPr>
        <w:t>日《中华人民共和国领海及毗连区法》，宣布中华人民共和国大陆领海的部分基线和西沙群岛的领海基线。</w:t>
      </w:r>
    </w:p>
    <w:p w:rsidR="00991675" w:rsidRPr="00381796" w:rsidRDefault="00991675" w:rsidP="00381796">
      <w:pPr>
        <w:pStyle w:val="a"/>
        <w:ind w:firstLine="31680"/>
        <w:rPr>
          <w:rFonts w:cs="Times New Roman"/>
        </w:rPr>
      </w:pPr>
      <w:r w:rsidRPr="00381796">
        <w:rPr>
          <w:rFonts w:hint="eastAsia"/>
        </w:rPr>
        <w:t>知识点：中华人民共和国毗连区为领海以外邻接领海的一带海域。毗连区的宽度为十二海里。中华人民共和国毗连区的外部界限为一条其每一点与领海基线的最近点距离等于二十四海里的线。</w:t>
      </w:r>
    </w:p>
    <w:p w:rsidR="00991675" w:rsidRPr="00381796" w:rsidRDefault="00991675" w:rsidP="00381796">
      <w:pPr>
        <w:pStyle w:val="a"/>
        <w:ind w:firstLine="31680"/>
        <w:rPr>
          <w:rFonts w:cs="Times New Roman"/>
        </w:rPr>
      </w:pPr>
      <w:r w:rsidRPr="00381796">
        <w:rPr>
          <w:rFonts w:hint="eastAsia"/>
        </w:rPr>
        <w:t>知识点：大陆架是沿海国从领海以外依其陆地领土的全部自然延伸，扩展到大陆边外缘的海底区域的海床和底土。大陆架的外部界限，是从领海基线量起直到大陆边的外缘。若其自然延伸不足</w:t>
      </w:r>
      <w:r w:rsidRPr="00381796">
        <w:t>200</w:t>
      </w:r>
      <w:r w:rsidRPr="00381796">
        <w:rPr>
          <w:rFonts w:hint="eastAsia"/>
        </w:rPr>
        <w:t>海里，则扩展到</w:t>
      </w:r>
      <w:r w:rsidRPr="00381796">
        <w:t>200</w:t>
      </w:r>
      <w:r w:rsidRPr="00381796">
        <w:rPr>
          <w:rFonts w:hint="eastAsia"/>
        </w:rPr>
        <w:t>海里；若其自然延伸超过</w:t>
      </w:r>
      <w:r w:rsidRPr="00381796">
        <w:t>200</w:t>
      </w:r>
      <w:r w:rsidRPr="00381796">
        <w:rPr>
          <w:rFonts w:hint="eastAsia"/>
        </w:rPr>
        <w:t>海里，则一般不应超过</w:t>
      </w:r>
      <w:r w:rsidRPr="00381796">
        <w:t>350</w:t>
      </w:r>
      <w:r w:rsidRPr="00381796">
        <w:rPr>
          <w:rFonts w:hint="eastAsia"/>
        </w:rPr>
        <w:t>海里，或不应超过</w:t>
      </w:r>
      <w:r w:rsidRPr="00381796">
        <w:t>2500</w:t>
      </w:r>
      <w:r w:rsidRPr="00381796">
        <w:rPr>
          <w:rFonts w:hint="eastAsia"/>
        </w:rPr>
        <w:t>公尺等深线以外</w:t>
      </w:r>
      <w:r w:rsidRPr="00381796">
        <w:t>100</w:t>
      </w:r>
      <w:r w:rsidRPr="00381796">
        <w:rPr>
          <w:rFonts w:hint="eastAsia"/>
        </w:rPr>
        <w:t>海里。</w:t>
      </w:r>
    </w:p>
    <w:p w:rsidR="00991675" w:rsidRPr="00381796" w:rsidRDefault="00991675" w:rsidP="00381796">
      <w:pPr>
        <w:pStyle w:val="a"/>
        <w:ind w:firstLine="31680"/>
        <w:rPr>
          <w:rFonts w:cs="Times New Roman"/>
        </w:rPr>
      </w:pPr>
      <w:r w:rsidRPr="00381796">
        <w:rPr>
          <w:rFonts w:hint="eastAsia"/>
        </w:rPr>
        <w:t>知识点：</w:t>
      </w:r>
      <w:r w:rsidRPr="00381796">
        <w:t>1995</w:t>
      </w:r>
      <w:r w:rsidRPr="00381796">
        <w:rPr>
          <w:rFonts w:hint="eastAsia"/>
        </w:rPr>
        <w:t>年，我国第一部跨世纪《全国海洋开发规划》经国务院原则同意实施。该规划确立的基本战略原则是实行海陆一体化开发，提高海洋开发综合效益，推行科技兴海，求得开发和保护同步发展。</w:t>
      </w:r>
    </w:p>
    <w:p w:rsidR="00991675" w:rsidRPr="00381796" w:rsidRDefault="00991675" w:rsidP="00381796">
      <w:pPr>
        <w:pStyle w:val="a"/>
        <w:ind w:firstLine="31680"/>
        <w:rPr>
          <w:rFonts w:cs="Times New Roman"/>
        </w:rPr>
      </w:pPr>
      <w:r w:rsidRPr="00381796">
        <w:rPr>
          <w:rFonts w:hint="eastAsia"/>
        </w:rPr>
        <w:t>知识点：</w:t>
      </w:r>
      <w:r w:rsidRPr="00381796">
        <w:t>1996</w:t>
      </w:r>
      <w:r w:rsidRPr="00381796">
        <w:rPr>
          <w:rFonts w:hint="eastAsia"/>
        </w:rPr>
        <w:t>年《海洋法》使加拿大成为世界上第一个具有综合性海洋管理立法的国家。</w:t>
      </w:r>
    </w:p>
    <w:p w:rsidR="00991675" w:rsidRPr="00381796" w:rsidRDefault="00991675" w:rsidP="00381796">
      <w:pPr>
        <w:pStyle w:val="a"/>
        <w:ind w:firstLine="31680"/>
        <w:rPr>
          <w:rFonts w:cs="Times New Roman"/>
        </w:rPr>
      </w:pPr>
      <w:r w:rsidRPr="00381796">
        <w:rPr>
          <w:rFonts w:hint="eastAsia"/>
        </w:rPr>
        <w:t>知识点：</w:t>
      </w:r>
      <w:r w:rsidRPr="00381796">
        <w:t>2003</w:t>
      </w:r>
      <w:r w:rsidRPr="00381796">
        <w:rPr>
          <w:rFonts w:hint="eastAsia"/>
        </w:rPr>
        <w:t>年</w:t>
      </w:r>
      <w:r w:rsidRPr="00381796">
        <w:t>6</w:t>
      </w:r>
      <w:r w:rsidRPr="00381796">
        <w:rPr>
          <w:rFonts w:hint="eastAsia"/>
        </w:rPr>
        <w:t>月</w:t>
      </w:r>
      <w:r w:rsidRPr="00381796">
        <w:t>17</w:t>
      </w:r>
      <w:r w:rsidRPr="00381796">
        <w:rPr>
          <w:rFonts w:hint="eastAsia"/>
        </w:rPr>
        <w:t>日，我国第一部关于无居民海岛的管理规定《无居民海岛保护与利用管理规定》，由国家海洋局、民政部、总参谋部联合发布，并于当年</w:t>
      </w:r>
      <w:r w:rsidRPr="00381796">
        <w:t>7</w:t>
      </w:r>
      <w:r w:rsidRPr="00381796">
        <w:rPr>
          <w:rFonts w:hint="eastAsia"/>
        </w:rPr>
        <w:t>月</w:t>
      </w:r>
      <w:r w:rsidRPr="00381796">
        <w:t>1</w:t>
      </w:r>
      <w:r w:rsidRPr="00381796">
        <w:rPr>
          <w:rFonts w:hint="eastAsia"/>
        </w:rPr>
        <w:t>日起施行。</w:t>
      </w:r>
    </w:p>
    <w:p w:rsidR="00991675" w:rsidRPr="00381796" w:rsidRDefault="00991675" w:rsidP="00381796">
      <w:pPr>
        <w:pStyle w:val="a"/>
        <w:ind w:firstLine="31680"/>
        <w:rPr>
          <w:rFonts w:cs="Times New Roman"/>
        </w:rPr>
      </w:pPr>
      <w:r w:rsidRPr="00381796">
        <w:rPr>
          <w:rFonts w:hint="eastAsia"/>
        </w:rPr>
        <w:t>知识点：</w:t>
      </w:r>
      <w:r w:rsidRPr="00381796">
        <w:t>1994</w:t>
      </w:r>
      <w:r w:rsidRPr="00381796">
        <w:rPr>
          <w:rFonts w:hint="eastAsia"/>
        </w:rPr>
        <w:t>年生效的《联合国海洋法公约》规定，各沿海国可拥有</w:t>
      </w:r>
      <w:r w:rsidRPr="00381796">
        <w:t>200</w:t>
      </w:r>
      <w:r w:rsidRPr="00381796">
        <w:rPr>
          <w:rFonts w:hint="eastAsia"/>
        </w:rPr>
        <w:t>海里专属经济区和大陆架在内的管辖海域。</w:t>
      </w:r>
    </w:p>
    <w:p w:rsidR="00991675" w:rsidRPr="00381796" w:rsidRDefault="00991675" w:rsidP="00381796">
      <w:pPr>
        <w:pStyle w:val="a"/>
        <w:ind w:firstLine="31680"/>
        <w:rPr>
          <w:rFonts w:cs="Times New Roman"/>
        </w:rPr>
      </w:pPr>
      <w:r w:rsidRPr="00381796">
        <w:rPr>
          <w:rFonts w:hint="eastAsia"/>
        </w:rPr>
        <w:t>知识点：</w:t>
      </w:r>
      <w:r w:rsidRPr="00381796">
        <w:t>1972</w:t>
      </w:r>
      <w:r w:rsidRPr="00381796">
        <w:rPr>
          <w:rFonts w:hint="eastAsia"/>
        </w:rPr>
        <w:t>年美国颁布了世界上第一部综合性的海岸带管理法规</w:t>
      </w:r>
      <w:r w:rsidRPr="00381796">
        <w:t>——</w:t>
      </w:r>
      <w:r w:rsidRPr="00381796">
        <w:rPr>
          <w:rFonts w:hint="eastAsia"/>
        </w:rPr>
        <w:t>《海岸带管理法》，标志着现代海岸带综合管理的开端。</w:t>
      </w:r>
    </w:p>
    <w:p w:rsidR="00991675" w:rsidRPr="00381796" w:rsidRDefault="00991675" w:rsidP="00381796">
      <w:pPr>
        <w:pStyle w:val="a"/>
        <w:ind w:firstLine="31680"/>
        <w:rPr>
          <w:rFonts w:cs="Times New Roman"/>
        </w:rPr>
      </w:pPr>
      <w:r w:rsidRPr="00381796">
        <w:rPr>
          <w:rFonts w:hint="eastAsia"/>
        </w:rPr>
        <w:t>知识点：</w:t>
      </w:r>
      <w:r w:rsidRPr="00381796">
        <w:t>2000</w:t>
      </w:r>
      <w:r w:rsidRPr="00381796">
        <w:rPr>
          <w:rFonts w:hint="eastAsia"/>
        </w:rPr>
        <w:t>年</w:t>
      </w:r>
      <w:r w:rsidRPr="00381796">
        <w:t>6</w:t>
      </w:r>
      <w:r w:rsidRPr="00381796">
        <w:rPr>
          <w:rFonts w:hint="eastAsia"/>
        </w:rPr>
        <w:t>月</w:t>
      </w:r>
      <w:r w:rsidRPr="00381796">
        <w:t>1</w:t>
      </w:r>
      <w:r w:rsidRPr="00381796">
        <w:rPr>
          <w:rFonts w:hint="eastAsia"/>
        </w:rPr>
        <w:t>日，我国与日本签订的新《渔业协定》正式生效。这份协定的实施对于建立两国间新的渔业秩序，养护和合理利用共同关心的海洋生物资源，维护海上正常作业秩序具有重要意义。</w:t>
      </w:r>
    </w:p>
    <w:p w:rsidR="00991675" w:rsidRPr="00381796" w:rsidRDefault="00991675" w:rsidP="00381796">
      <w:pPr>
        <w:pStyle w:val="a"/>
        <w:ind w:firstLine="31680"/>
        <w:rPr>
          <w:rFonts w:cs="Times New Roman"/>
        </w:rPr>
      </w:pPr>
      <w:r w:rsidRPr="00381796">
        <w:rPr>
          <w:rFonts w:hint="eastAsia"/>
        </w:rPr>
        <w:t>知识点：</w:t>
      </w:r>
      <w:r w:rsidRPr="00381796">
        <w:t>1991</w:t>
      </w:r>
      <w:r w:rsidRPr="00381796">
        <w:rPr>
          <w:rFonts w:hint="eastAsia"/>
        </w:rPr>
        <w:t>年</w:t>
      </w:r>
      <w:r w:rsidRPr="00381796">
        <w:t>1</w:t>
      </w:r>
      <w:r w:rsidRPr="00381796">
        <w:rPr>
          <w:rFonts w:hint="eastAsia"/>
        </w:rPr>
        <w:t>月在北京召开了首次全国海洋工作会议，审议并通过了《九十年代我国海洋政策和工作纲要》，为我国</w:t>
      </w:r>
      <w:r w:rsidRPr="00381796">
        <w:t>90</w:t>
      </w:r>
      <w:r w:rsidRPr="00381796">
        <w:rPr>
          <w:rFonts w:hint="eastAsia"/>
        </w:rPr>
        <w:t>年代海洋事业的发展指明了方向。</w:t>
      </w:r>
    </w:p>
    <w:p w:rsidR="00991675" w:rsidRPr="00381796" w:rsidRDefault="00991675" w:rsidP="00381796">
      <w:pPr>
        <w:pStyle w:val="a"/>
        <w:ind w:firstLine="31680"/>
        <w:rPr>
          <w:rFonts w:cs="Times New Roman"/>
        </w:rPr>
      </w:pPr>
      <w:r w:rsidRPr="00381796">
        <w:rPr>
          <w:rFonts w:hint="eastAsia"/>
        </w:rPr>
        <w:t>知识点：</w:t>
      </w:r>
      <w:r w:rsidRPr="00381796">
        <w:t>2004</w:t>
      </w:r>
      <w:r w:rsidRPr="00381796">
        <w:rPr>
          <w:rFonts w:hint="eastAsia"/>
        </w:rPr>
        <w:t>年</w:t>
      </w:r>
      <w:r w:rsidRPr="00381796">
        <w:t>2</w:t>
      </w:r>
      <w:r w:rsidRPr="00381796">
        <w:rPr>
          <w:rFonts w:hint="eastAsia"/>
        </w:rPr>
        <w:t>月</w:t>
      </w:r>
      <w:r w:rsidRPr="00381796">
        <w:t>22</w:t>
      </w:r>
      <w:r w:rsidRPr="00381796">
        <w:rPr>
          <w:rFonts w:hint="eastAsia"/>
        </w:rPr>
        <w:t>日，国务院批复了山东省海洋功能区划，这是国务院批复的第一个省级海洋功能区划。</w:t>
      </w:r>
    </w:p>
    <w:p w:rsidR="00991675" w:rsidRPr="00381796" w:rsidRDefault="00991675" w:rsidP="00381796">
      <w:pPr>
        <w:pStyle w:val="a"/>
        <w:ind w:firstLine="31680"/>
        <w:rPr>
          <w:rFonts w:cs="Times New Roman"/>
        </w:rPr>
      </w:pPr>
      <w:r w:rsidRPr="00381796">
        <w:rPr>
          <w:rFonts w:hint="eastAsia"/>
        </w:rPr>
        <w:t>知识点：</w:t>
      </w:r>
      <w:r w:rsidRPr="00381796">
        <w:t>1945</w:t>
      </w:r>
      <w:r w:rsidRPr="00381796">
        <w:rPr>
          <w:rFonts w:hint="eastAsia"/>
        </w:rPr>
        <w:t>年</w:t>
      </w:r>
      <w:r w:rsidRPr="00381796">
        <w:t>9</w:t>
      </w:r>
      <w:r w:rsidRPr="00381796">
        <w:rPr>
          <w:rFonts w:hint="eastAsia"/>
        </w:rPr>
        <w:t>月</w:t>
      </w:r>
      <w:r w:rsidRPr="00381796">
        <w:t>28</w:t>
      </w:r>
      <w:r w:rsidRPr="00381796">
        <w:rPr>
          <w:rFonts w:hint="eastAsia"/>
        </w:rPr>
        <w:t>日，美国总统杜鲁门发布了《美国关于大陆架底土和海床自然资源政策宣言》（简称《大陆架公告》），宣称“鉴于养护和慎重地利用其自然资源的紧迫性的关心，美国政府认为连接美国海岸、处于公海之下的大陆架底土和海床的自然资源归属于美国，并受其管辖和控制”。同日，白宫新闻处还宣布，大陆架的范围是自海岸至</w:t>
      </w:r>
      <w:r w:rsidRPr="00381796">
        <w:t>183</w:t>
      </w:r>
      <w:r w:rsidRPr="00381796">
        <w:rPr>
          <w:rFonts w:hint="eastAsia"/>
        </w:rPr>
        <w:t>米的海底。美国总统的《大陆架公告》，引起了新形势下的蓝色“圈地”运动。既然美国带了头，各国就纷纷仿效。</w:t>
      </w:r>
    </w:p>
    <w:p w:rsidR="00991675" w:rsidRPr="00381796" w:rsidRDefault="00991675" w:rsidP="00381796">
      <w:pPr>
        <w:pStyle w:val="a"/>
        <w:ind w:firstLine="31680"/>
        <w:rPr>
          <w:rFonts w:cs="Times New Roman"/>
        </w:rPr>
      </w:pPr>
      <w:r w:rsidRPr="00381796">
        <w:rPr>
          <w:rFonts w:hint="eastAsia"/>
        </w:rPr>
        <w:t>知识点：传统国际法上海峡只有领峡和非领峡之分。科孚海峡案中国际法院提出了“连接两面公海而用于国际航行的海峡”的概念，后经《领海及毗连区法》第</w:t>
      </w:r>
      <w:r w:rsidRPr="00381796">
        <w:t>16</w:t>
      </w:r>
      <w:r w:rsidRPr="00381796">
        <w:rPr>
          <w:rFonts w:hint="eastAsia"/>
        </w:rPr>
        <w:t>条接受，公约更将它发展为“用于国际航行的海峡”的新制度。</w:t>
      </w:r>
    </w:p>
    <w:p w:rsidR="00991675" w:rsidRPr="00381796" w:rsidRDefault="00991675" w:rsidP="00381796">
      <w:pPr>
        <w:pStyle w:val="a"/>
        <w:ind w:firstLine="31680"/>
        <w:rPr>
          <w:rFonts w:cs="Times New Roman"/>
        </w:rPr>
      </w:pPr>
      <w:r w:rsidRPr="00381796">
        <w:rPr>
          <w:rFonts w:hint="eastAsia"/>
        </w:rPr>
        <w:t>知识点：古罗马时期，海洋作为一种共同财产，所有公民可以从海洋中获得利益，被视为一种共有物。</w:t>
      </w:r>
    </w:p>
    <w:p w:rsidR="00991675" w:rsidRPr="00381796" w:rsidRDefault="00991675" w:rsidP="00381796">
      <w:pPr>
        <w:pStyle w:val="a"/>
        <w:ind w:firstLine="31680"/>
        <w:rPr>
          <w:rFonts w:cs="Times New Roman"/>
        </w:rPr>
      </w:pPr>
      <w:r w:rsidRPr="00381796">
        <w:rPr>
          <w:rFonts w:hint="eastAsia"/>
        </w:rPr>
        <w:t>知识点：在公海上发生的事故，施行由船舶国籍国专属管辖的制度，但紧追权和登临权除外。</w:t>
      </w:r>
    </w:p>
    <w:p w:rsidR="00991675" w:rsidRPr="00381796" w:rsidRDefault="00991675" w:rsidP="00381796">
      <w:pPr>
        <w:pStyle w:val="a"/>
        <w:ind w:firstLine="31680"/>
        <w:rPr>
          <w:rFonts w:cs="Times New Roman"/>
        </w:rPr>
      </w:pPr>
      <w:r w:rsidRPr="00381796">
        <w:rPr>
          <w:rFonts w:hint="eastAsia"/>
        </w:rPr>
        <w:t>知识点：１９５８年２月２４日至４月２７日，第一届联合国海洋法会议在日内瓦召开，讨论了领海及毗连区、公海的一般制度、公海渔业养护、大陆架和内陆国出海等问题。</w:t>
      </w:r>
    </w:p>
    <w:p w:rsidR="00991675" w:rsidRPr="00381796" w:rsidRDefault="00991675" w:rsidP="00381796">
      <w:pPr>
        <w:pStyle w:val="a"/>
        <w:ind w:firstLine="31680"/>
        <w:rPr>
          <w:rFonts w:cs="Times New Roman"/>
        </w:rPr>
      </w:pPr>
      <w:r w:rsidRPr="00381796">
        <w:rPr>
          <w:rFonts w:hint="eastAsia"/>
        </w:rPr>
        <w:t>知识点：中国海监总队成立于１９９８年，是中国海监的领导机构。</w:t>
      </w:r>
    </w:p>
    <w:p w:rsidR="00991675" w:rsidRPr="00381796" w:rsidRDefault="00991675" w:rsidP="00381796">
      <w:pPr>
        <w:pStyle w:val="a"/>
        <w:ind w:firstLine="31680"/>
        <w:rPr>
          <w:rFonts w:cs="Times New Roman"/>
        </w:rPr>
      </w:pPr>
      <w:r w:rsidRPr="00381796">
        <w:rPr>
          <w:rFonts w:hint="eastAsia"/>
        </w:rPr>
        <w:t>知识点：根据《海洋环境保护法》第七十三条的规定：不按照规定向海洋排放污染物，或者超标排放污染物的依照本法规定行使海洋环境监督管理权的部门责令限期改正，并处以二万元以上十万元以下的罚款。</w:t>
      </w:r>
    </w:p>
    <w:p w:rsidR="00991675" w:rsidRPr="00381796" w:rsidRDefault="00991675" w:rsidP="00381796">
      <w:pPr>
        <w:pStyle w:val="a"/>
        <w:ind w:firstLine="31680"/>
        <w:rPr>
          <w:rFonts w:cs="Times New Roman"/>
        </w:rPr>
      </w:pPr>
      <w:r w:rsidRPr="00381796">
        <w:rPr>
          <w:rFonts w:hint="eastAsia"/>
        </w:rPr>
        <w:t>知识点：《中华人民共和国海域使用管理法》第四十二条规定：未经批准或者骗取批准，非法占用海域的，责令退还非法占用的海域，恢复海域原状，没收违法所得，并处非法占用海域期间内该海域面积应缴纳的海域使用金五倍以上十五倍以下的罚款。</w:t>
      </w:r>
    </w:p>
    <w:p w:rsidR="00991675" w:rsidRPr="00381796" w:rsidRDefault="00991675" w:rsidP="00381796">
      <w:pPr>
        <w:pStyle w:val="a"/>
        <w:ind w:firstLine="31680"/>
        <w:rPr>
          <w:rFonts w:cs="Times New Roman"/>
        </w:rPr>
      </w:pPr>
      <w:r w:rsidRPr="00381796">
        <w:rPr>
          <w:rFonts w:hint="eastAsia"/>
        </w:rPr>
        <w:t>知识点：海洋行政处罚决定书应当在做出决定后</w:t>
      </w:r>
      <w:r w:rsidRPr="00381796">
        <w:t>7</w:t>
      </w:r>
      <w:r w:rsidRPr="00381796">
        <w:rPr>
          <w:rFonts w:hint="eastAsia"/>
        </w:rPr>
        <w:t>日内送达当事人</w:t>
      </w:r>
    </w:p>
    <w:p w:rsidR="00991675" w:rsidRPr="00381796" w:rsidRDefault="00991675" w:rsidP="00381796">
      <w:pPr>
        <w:pStyle w:val="a"/>
        <w:ind w:firstLine="31680"/>
        <w:rPr>
          <w:rFonts w:cs="Times New Roman"/>
        </w:rPr>
      </w:pPr>
      <w:r w:rsidRPr="00381796">
        <w:rPr>
          <w:rFonts w:hint="eastAsia"/>
        </w:rPr>
        <w:t>知识点：格劳秀斯是荷兰著名国际法学家，也是著名海洋法学家，同时也是近代折中法学派的创始人之一。</w:t>
      </w:r>
    </w:p>
    <w:p w:rsidR="00991675" w:rsidRPr="00381796" w:rsidRDefault="00991675" w:rsidP="00381796">
      <w:pPr>
        <w:pStyle w:val="a"/>
        <w:ind w:firstLine="31680"/>
        <w:rPr>
          <w:rFonts w:cs="Times New Roman"/>
        </w:rPr>
      </w:pPr>
      <w:r w:rsidRPr="00381796">
        <w:rPr>
          <w:rFonts w:hint="eastAsia"/>
        </w:rPr>
        <w:t>知识点：琼州海峡属于我国的内海海峡，不属于《联合国海洋法公约》中的国际航行的海峡。</w:t>
      </w:r>
    </w:p>
    <w:p w:rsidR="00991675" w:rsidRPr="00381796" w:rsidRDefault="00991675" w:rsidP="00381796">
      <w:pPr>
        <w:pStyle w:val="a"/>
        <w:ind w:firstLine="31680"/>
        <w:rPr>
          <w:rFonts w:cs="Times New Roman"/>
        </w:rPr>
      </w:pPr>
      <w:r w:rsidRPr="00381796">
        <w:rPr>
          <w:rFonts w:hint="eastAsia"/>
        </w:rPr>
        <w:t>知识点：根据《海洋环境保护法》第五条规定：国家海事行政主管部门负责所辖港区水域内非军事船舶和港区水域外非渔业、非军事船舶污染海洋环境的监督管理，并负责污染事故的调查处理；对在中华人民共和国管辖海域航行、停泊和作业的外国籍船舶造成的污染事故登轮检查处理。</w:t>
      </w:r>
    </w:p>
    <w:p w:rsidR="00991675" w:rsidRPr="00381796" w:rsidRDefault="00991675" w:rsidP="00381796">
      <w:pPr>
        <w:pStyle w:val="a"/>
        <w:ind w:firstLine="31680"/>
        <w:rPr>
          <w:rFonts w:cs="Times New Roman"/>
        </w:rPr>
      </w:pPr>
      <w:r w:rsidRPr="00381796">
        <w:rPr>
          <w:rFonts w:hint="eastAsia"/>
        </w:rPr>
        <w:t>知识点：根据我国现行《海洋环境保护法》第</w:t>
      </w:r>
      <w:r w:rsidRPr="00381796">
        <w:t>73</w:t>
      </w:r>
      <w:r w:rsidRPr="00381796">
        <w:rPr>
          <w:rFonts w:hint="eastAsia"/>
        </w:rPr>
        <w:t>条规定，不按照本法规定向海洋排放污染物，或者超过标准排放污染物的；未取得海洋倾倒许可证，向海洋倾倒废弃物的，由依照本法规定行使海洋环境监督管理权的部门责令限期改正，并处以罚款。</w:t>
      </w:r>
    </w:p>
    <w:p w:rsidR="00991675" w:rsidRPr="00381796" w:rsidRDefault="00991675" w:rsidP="00381796">
      <w:pPr>
        <w:pStyle w:val="a"/>
        <w:ind w:firstLine="31680"/>
        <w:rPr>
          <w:rFonts w:cs="Times New Roman"/>
        </w:rPr>
      </w:pPr>
      <w:r w:rsidRPr="00381796">
        <w:rPr>
          <w:rFonts w:hint="eastAsia"/>
        </w:rPr>
        <w:t>知识点：</w:t>
      </w:r>
      <w:r w:rsidRPr="00381796">
        <w:t>1994</w:t>
      </w:r>
      <w:r w:rsidRPr="00381796">
        <w:rPr>
          <w:rFonts w:hint="eastAsia"/>
        </w:rPr>
        <w:t>年联合国发布并实施了关于执行</w:t>
      </w:r>
      <w:r w:rsidRPr="00381796">
        <w:t>1982</w:t>
      </w:r>
      <w:r w:rsidRPr="00381796">
        <w:rPr>
          <w:rFonts w:hint="eastAsia"/>
        </w:rPr>
        <w:t>年</w:t>
      </w:r>
      <w:r w:rsidRPr="00381796">
        <w:t>12</w:t>
      </w:r>
      <w:r w:rsidRPr="00381796">
        <w:rPr>
          <w:rFonts w:hint="eastAsia"/>
        </w:rPr>
        <w:t>月</w:t>
      </w:r>
      <w:r w:rsidRPr="00381796">
        <w:t>10</w:t>
      </w:r>
      <w:r w:rsidRPr="00381796">
        <w:rPr>
          <w:rFonts w:hint="eastAsia"/>
        </w:rPr>
        <w:t>日《联合国海洋法公约》第十一部分的协定，对缔约国的费用和体制等做了细致规定。</w:t>
      </w:r>
    </w:p>
    <w:p w:rsidR="00991675" w:rsidRPr="00381796" w:rsidRDefault="00991675" w:rsidP="00381796">
      <w:pPr>
        <w:pStyle w:val="a"/>
        <w:ind w:firstLine="31680"/>
        <w:rPr>
          <w:rFonts w:cs="Times New Roman"/>
        </w:rPr>
      </w:pPr>
      <w:r w:rsidRPr="00381796">
        <w:rPr>
          <w:rFonts w:hint="eastAsia"/>
        </w:rPr>
        <w:t>知识点：根据海洋法公约的规定，正常基线是指沿海国官方承认的大比例尺海图所标明的沿岸低潮线。</w:t>
      </w:r>
    </w:p>
    <w:p w:rsidR="00991675" w:rsidRPr="00381796" w:rsidRDefault="00991675" w:rsidP="00381796">
      <w:pPr>
        <w:pStyle w:val="a"/>
        <w:ind w:firstLine="31680"/>
        <w:rPr>
          <w:rFonts w:cs="Times New Roman"/>
        </w:rPr>
      </w:pPr>
      <w:r w:rsidRPr="00381796">
        <w:rPr>
          <w:rFonts w:hint="eastAsia"/>
        </w:rPr>
        <w:t>知识点：混合基线则是交替采用正常基线和直线基线来确定本国的领海基线的方式。</w:t>
      </w:r>
    </w:p>
    <w:p w:rsidR="00991675" w:rsidRPr="00381796" w:rsidRDefault="00991675" w:rsidP="00381796">
      <w:pPr>
        <w:pStyle w:val="a"/>
        <w:ind w:firstLine="31680"/>
        <w:rPr>
          <w:rFonts w:cs="Times New Roman"/>
        </w:rPr>
      </w:pPr>
      <w:r w:rsidRPr="00381796">
        <w:rPr>
          <w:rFonts w:hint="eastAsia"/>
        </w:rPr>
        <w:t>知识点：</w:t>
      </w:r>
      <w:r w:rsidRPr="00381796">
        <w:t>1958</w:t>
      </w:r>
      <w:r w:rsidRPr="00381796">
        <w:rPr>
          <w:rFonts w:hint="eastAsia"/>
        </w:rPr>
        <w:t>年的《公海公约》规定，公海自由主要包括航行自由、捕鱼自由、铺设海底电缆和管道的自由、飞越自由。《联合国海洋法公约》除规定上述自由外，还增加了建造国际法所准许的人工岛屿和其他设施的自由、科学研究的自由，并规定所有国家在行使这些自由时，应合理地照顾到其他国家享受公海自由的利益。另外，各国均有权在公海自由进行以和平为目的的科学研究。</w:t>
      </w:r>
    </w:p>
    <w:p w:rsidR="00991675" w:rsidRPr="00381796" w:rsidRDefault="00991675" w:rsidP="00381796">
      <w:pPr>
        <w:pStyle w:val="a"/>
        <w:ind w:firstLine="31680"/>
        <w:rPr>
          <w:rFonts w:cs="Times New Roman"/>
        </w:rPr>
      </w:pPr>
      <w:r w:rsidRPr="00381796">
        <w:rPr>
          <w:rFonts w:hint="eastAsia"/>
        </w:rPr>
        <w:t>知识点：因在公海上进行紧迫是对公海航行自由的限制，所以，国际法要求行使紧迫权应遵守如下规则：紧追只能从追赶者的领海和受其管辖的其他海域开始，不得待被追赶船舶逃至公海后才开始；紧追须有充分理由；紧迫至被追赶船舶进入其本国或第三国领海时终止；紧追权由军舰或政府公务船舶行使，对被追赶船舶可以进行登临检查（又称登临权）或拿捕；紧迫无据或不当，对被追赶船舶因此而蒙受的损失或损害，由追赶国予以赔偿。孤独号案正是针对紧追权发生的典型案例。</w:t>
      </w:r>
    </w:p>
    <w:p w:rsidR="00991675" w:rsidRPr="00381796" w:rsidRDefault="00991675" w:rsidP="00381796">
      <w:pPr>
        <w:pStyle w:val="a"/>
        <w:ind w:firstLine="31680"/>
        <w:rPr>
          <w:rFonts w:cs="Times New Roman"/>
        </w:rPr>
      </w:pPr>
      <w:r w:rsidRPr="00381796">
        <w:rPr>
          <w:rFonts w:hint="eastAsia"/>
        </w:rPr>
        <w:t>知识点：《防治船舶污染海洋环境管理条例》经</w:t>
      </w:r>
      <w:r w:rsidRPr="00381796">
        <w:t>2009</w:t>
      </w:r>
      <w:r w:rsidRPr="00381796">
        <w:rPr>
          <w:rFonts w:hint="eastAsia"/>
        </w:rPr>
        <w:t>年</w:t>
      </w:r>
      <w:r w:rsidRPr="00381796">
        <w:t>9</w:t>
      </w:r>
      <w:r w:rsidRPr="00381796">
        <w:rPr>
          <w:rFonts w:hint="eastAsia"/>
        </w:rPr>
        <w:t>月</w:t>
      </w:r>
      <w:r w:rsidRPr="00381796">
        <w:t>2</w:t>
      </w:r>
      <w:r w:rsidRPr="00381796">
        <w:rPr>
          <w:rFonts w:hint="eastAsia"/>
        </w:rPr>
        <w:t>日中华人民共和国国务院第</w:t>
      </w:r>
      <w:r w:rsidRPr="00381796">
        <w:t>79</w:t>
      </w:r>
      <w:r w:rsidRPr="00381796">
        <w:rPr>
          <w:rFonts w:hint="eastAsia"/>
        </w:rPr>
        <w:t>次常务会议通过，</w:t>
      </w:r>
      <w:r w:rsidRPr="00381796">
        <w:t>2009</w:t>
      </w:r>
      <w:r w:rsidRPr="00381796">
        <w:rPr>
          <w:rFonts w:hint="eastAsia"/>
        </w:rPr>
        <w:t>年</w:t>
      </w:r>
      <w:r w:rsidRPr="00381796">
        <w:t>9</w:t>
      </w:r>
      <w:r w:rsidRPr="00381796">
        <w:rPr>
          <w:rFonts w:hint="eastAsia"/>
        </w:rPr>
        <w:t>月</w:t>
      </w:r>
      <w:r w:rsidRPr="00381796">
        <w:t>9</w:t>
      </w:r>
      <w:r w:rsidRPr="00381796">
        <w:rPr>
          <w:rFonts w:hint="eastAsia"/>
        </w:rPr>
        <w:t>日中华人民共和国国务院令第</w:t>
      </w:r>
      <w:r w:rsidRPr="00381796">
        <w:t>561</w:t>
      </w:r>
      <w:r w:rsidRPr="00381796">
        <w:rPr>
          <w:rFonts w:hint="eastAsia"/>
        </w:rPr>
        <w:t>号公布。自</w:t>
      </w:r>
      <w:r w:rsidRPr="00381796">
        <w:t>2010</w:t>
      </w:r>
      <w:r w:rsidRPr="00381796">
        <w:rPr>
          <w:rFonts w:hint="eastAsia"/>
        </w:rPr>
        <w:t>年</w:t>
      </w:r>
      <w:r w:rsidRPr="00381796">
        <w:t>3</w:t>
      </w:r>
      <w:r w:rsidRPr="00381796">
        <w:rPr>
          <w:rFonts w:hint="eastAsia"/>
        </w:rPr>
        <w:t>月</w:t>
      </w:r>
      <w:r w:rsidRPr="00381796">
        <w:t>1</w:t>
      </w:r>
      <w:r w:rsidRPr="00381796">
        <w:rPr>
          <w:rFonts w:hint="eastAsia"/>
        </w:rPr>
        <w:t>日起施行。</w:t>
      </w:r>
    </w:p>
    <w:p w:rsidR="00991675" w:rsidRPr="00381796" w:rsidRDefault="00991675" w:rsidP="00381796">
      <w:pPr>
        <w:pStyle w:val="a"/>
        <w:ind w:firstLine="31680"/>
        <w:rPr>
          <w:rFonts w:cs="Times New Roman"/>
        </w:rPr>
      </w:pPr>
      <w:r w:rsidRPr="00381796">
        <w:rPr>
          <w:rFonts w:hint="eastAsia"/>
        </w:rPr>
        <w:t>知识点：根据《防治船舶污染海洋环境管理条例》第三十六条：重大船舶污染事故，是指船舶溢油</w:t>
      </w:r>
      <w:r w:rsidRPr="00381796">
        <w:t>500</w:t>
      </w:r>
      <w:r w:rsidRPr="00381796">
        <w:rPr>
          <w:rFonts w:hint="eastAsia"/>
        </w:rPr>
        <w:t>吨以上不足</w:t>
      </w:r>
      <w:r w:rsidRPr="00381796">
        <w:t>1000</w:t>
      </w:r>
      <w:r w:rsidRPr="00381796">
        <w:rPr>
          <w:rFonts w:hint="eastAsia"/>
        </w:rPr>
        <w:t>吨，或者造成直接经济损失</w:t>
      </w:r>
      <w:r w:rsidRPr="00381796">
        <w:t>1</w:t>
      </w:r>
      <w:r w:rsidRPr="00381796">
        <w:rPr>
          <w:rFonts w:hint="eastAsia"/>
        </w:rPr>
        <w:t>亿元以上不足</w:t>
      </w:r>
      <w:r w:rsidRPr="00381796">
        <w:t>2</w:t>
      </w:r>
      <w:r w:rsidRPr="00381796">
        <w:rPr>
          <w:rFonts w:hint="eastAsia"/>
        </w:rPr>
        <w:t>亿元的船舶污染事故；</w:t>
      </w:r>
    </w:p>
    <w:p w:rsidR="00991675" w:rsidRPr="00381796" w:rsidRDefault="00991675" w:rsidP="00381796">
      <w:pPr>
        <w:pStyle w:val="a"/>
        <w:ind w:firstLine="31680"/>
        <w:rPr>
          <w:rFonts w:cs="Times New Roman"/>
        </w:rPr>
      </w:pPr>
      <w:r w:rsidRPr="00381796">
        <w:rPr>
          <w:rFonts w:hint="eastAsia"/>
        </w:rPr>
        <w:t>知识点：</w:t>
      </w:r>
      <w:r w:rsidRPr="00381796">
        <w:t>2004</w:t>
      </w:r>
      <w:r w:rsidRPr="00381796">
        <w:rPr>
          <w:rFonts w:hint="eastAsia"/>
        </w:rPr>
        <w:t>年</w:t>
      </w:r>
      <w:r w:rsidRPr="00381796">
        <w:t>11</w:t>
      </w:r>
      <w:r w:rsidRPr="00381796">
        <w:rPr>
          <w:rFonts w:hint="eastAsia"/>
        </w:rPr>
        <w:t>月</w:t>
      </w:r>
      <w:r w:rsidRPr="00381796">
        <w:t>1</w:t>
      </w:r>
      <w:r w:rsidRPr="00381796">
        <w:rPr>
          <w:rFonts w:hint="eastAsia"/>
        </w:rPr>
        <w:t>日，厦门市正式实施《无居民海岛保护与利用管理办法》。该办法是我国首部无居民海岛地方法规。</w:t>
      </w:r>
    </w:p>
    <w:p w:rsidR="00991675" w:rsidRPr="00381796" w:rsidRDefault="00991675" w:rsidP="00381796">
      <w:pPr>
        <w:pStyle w:val="a"/>
        <w:ind w:firstLine="31680"/>
        <w:rPr>
          <w:rFonts w:cs="Times New Roman"/>
        </w:rPr>
      </w:pPr>
      <w:r w:rsidRPr="00381796">
        <w:rPr>
          <w:rFonts w:hint="eastAsia"/>
        </w:rPr>
        <w:t>知识点：</w:t>
      </w:r>
      <w:r w:rsidRPr="00381796">
        <w:t>2004</w:t>
      </w:r>
      <w:r w:rsidRPr="00381796">
        <w:rPr>
          <w:rFonts w:hint="eastAsia"/>
        </w:rPr>
        <w:t>年</w:t>
      </w:r>
      <w:r w:rsidRPr="00381796">
        <w:t>1</w:t>
      </w:r>
      <w:r w:rsidRPr="00381796">
        <w:rPr>
          <w:rFonts w:hint="eastAsia"/>
        </w:rPr>
        <w:t>月</w:t>
      </w:r>
      <w:r w:rsidRPr="00381796">
        <w:t>1</w:t>
      </w:r>
      <w:r w:rsidRPr="00381796">
        <w:rPr>
          <w:rFonts w:hint="eastAsia"/>
        </w:rPr>
        <w:t>日，《中华人民共和国港口法》正式实施。《港口法》调整了中国港口的行政管理关系及政府对港口的宏观管理。</w:t>
      </w:r>
    </w:p>
    <w:p w:rsidR="00991675" w:rsidRPr="00381796" w:rsidRDefault="00991675" w:rsidP="00381796">
      <w:pPr>
        <w:pStyle w:val="a"/>
        <w:ind w:firstLine="31680"/>
        <w:rPr>
          <w:rFonts w:cs="Times New Roman"/>
        </w:rPr>
      </w:pPr>
      <w:r w:rsidRPr="00381796">
        <w:rPr>
          <w:rFonts w:hint="eastAsia"/>
        </w:rPr>
        <w:t>知识点：</w:t>
      </w:r>
      <w:r w:rsidRPr="00381796">
        <w:t>2007</w:t>
      </w:r>
      <w:r w:rsidRPr="00381796">
        <w:rPr>
          <w:rFonts w:hint="eastAsia"/>
        </w:rPr>
        <w:t>年颁布实施的日本《海洋基本法》，标志日本基本实现由“海岛国家”向“海洋国家”的战略转变。</w:t>
      </w:r>
    </w:p>
    <w:p w:rsidR="00991675" w:rsidRPr="00381796" w:rsidRDefault="00991675" w:rsidP="00381796">
      <w:pPr>
        <w:pStyle w:val="a"/>
        <w:ind w:firstLine="31680"/>
        <w:rPr>
          <w:rFonts w:cs="Times New Roman"/>
        </w:rPr>
      </w:pPr>
      <w:r w:rsidRPr="00381796">
        <w:rPr>
          <w:rFonts w:hint="eastAsia"/>
        </w:rPr>
        <w:t>知识点：中国海洋法学会成员有：</w:t>
      </w:r>
      <w:r w:rsidRPr="00381796">
        <w:t xml:space="preserve">1 </w:t>
      </w:r>
      <w:r w:rsidRPr="00381796">
        <w:rPr>
          <w:rFonts w:hint="eastAsia"/>
        </w:rPr>
        <w:t>中国海洋石油总公司</w:t>
      </w:r>
      <w:r w:rsidRPr="00381796">
        <w:t xml:space="preserve">2 </w:t>
      </w:r>
      <w:r w:rsidRPr="00381796">
        <w:rPr>
          <w:rFonts w:hint="eastAsia"/>
        </w:rPr>
        <w:t>海军学术研究所</w:t>
      </w:r>
      <w:r w:rsidRPr="00381796">
        <w:t xml:space="preserve">3 </w:t>
      </w:r>
      <w:r w:rsidRPr="00381796">
        <w:rPr>
          <w:rFonts w:hint="eastAsia"/>
        </w:rPr>
        <w:t>海军指挥学院</w:t>
      </w:r>
      <w:r w:rsidRPr="00381796">
        <w:t xml:space="preserve">4 </w:t>
      </w:r>
      <w:r w:rsidRPr="00381796">
        <w:rPr>
          <w:rFonts w:hint="eastAsia"/>
        </w:rPr>
        <w:t>中国国际战略研究基金会</w:t>
      </w:r>
      <w:r w:rsidRPr="00381796">
        <w:t xml:space="preserve">5 </w:t>
      </w:r>
      <w:r w:rsidRPr="00381796">
        <w:rPr>
          <w:rFonts w:hint="eastAsia"/>
        </w:rPr>
        <w:t>广州舰艇学院</w:t>
      </w:r>
      <w:r w:rsidRPr="00381796">
        <w:t xml:space="preserve">6 </w:t>
      </w:r>
      <w:r w:rsidRPr="00381796">
        <w:rPr>
          <w:rFonts w:hint="eastAsia"/>
        </w:rPr>
        <w:t>广东海洋资源研究发展中心</w:t>
      </w:r>
      <w:r w:rsidRPr="00381796">
        <w:t xml:space="preserve">7 </w:t>
      </w:r>
      <w:r w:rsidRPr="00381796">
        <w:rPr>
          <w:rFonts w:hint="eastAsia"/>
        </w:rPr>
        <w:t>海洋石油勘探研究中心</w:t>
      </w:r>
      <w:r w:rsidRPr="00381796">
        <w:t xml:space="preserve">8 </w:t>
      </w:r>
      <w:r w:rsidRPr="00381796">
        <w:rPr>
          <w:rFonts w:hint="eastAsia"/>
        </w:rPr>
        <w:t>海军测绘研究所</w:t>
      </w:r>
    </w:p>
    <w:p w:rsidR="00991675" w:rsidRPr="00381796" w:rsidRDefault="00991675" w:rsidP="00381796">
      <w:pPr>
        <w:pStyle w:val="a"/>
        <w:ind w:firstLine="31680"/>
        <w:rPr>
          <w:rFonts w:cs="Times New Roman"/>
        </w:rPr>
      </w:pPr>
      <w:r w:rsidRPr="00381796">
        <w:rPr>
          <w:rFonts w:hint="eastAsia"/>
        </w:rPr>
        <w:t>知识点：从</w:t>
      </w:r>
      <w:r w:rsidRPr="00381796">
        <w:t>1994</w:t>
      </w:r>
      <w:r w:rsidRPr="00381796">
        <w:rPr>
          <w:rFonts w:hint="eastAsia"/>
        </w:rPr>
        <w:t>年，由国家科委、国家海洋局共同组织发起“科技兴海”活动。</w:t>
      </w:r>
    </w:p>
    <w:p w:rsidR="00991675" w:rsidRPr="00381796" w:rsidRDefault="00991675" w:rsidP="00381796">
      <w:pPr>
        <w:pStyle w:val="a"/>
        <w:ind w:firstLine="31680"/>
        <w:rPr>
          <w:rFonts w:cs="Times New Roman"/>
        </w:rPr>
      </w:pPr>
      <w:r w:rsidRPr="00381796">
        <w:rPr>
          <w:rFonts w:hint="eastAsia"/>
        </w:rPr>
        <w:t>知识点：美国杰出的军事理论家阿尔弗雷德</w:t>
      </w:r>
      <w:r w:rsidRPr="00381796">
        <w:rPr>
          <w:rFonts w:cs="Times New Roman"/>
        </w:rPr>
        <w:t>•</w:t>
      </w:r>
      <w:r w:rsidRPr="00381796">
        <w:rPr>
          <w:rFonts w:hint="eastAsia"/>
        </w:rPr>
        <w:t>塞耶</w:t>
      </w:r>
      <w:r w:rsidRPr="00381796">
        <w:rPr>
          <w:rFonts w:cs="Times New Roman"/>
        </w:rPr>
        <w:t>•</w:t>
      </w:r>
      <w:r w:rsidRPr="00381796">
        <w:rPr>
          <w:rFonts w:hint="eastAsia"/>
        </w:rPr>
        <w:t>马汉，在</w:t>
      </w:r>
      <w:r w:rsidRPr="00381796">
        <w:t>1890—1905</w:t>
      </w:r>
      <w:r w:rsidRPr="00381796">
        <w:rPr>
          <w:rFonts w:hint="eastAsia"/>
        </w:rPr>
        <w:t>年间相继完成了被后人称为马汉“海权论”三部曲的《海权对历史的影响</w:t>
      </w:r>
      <w:r w:rsidRPr="00381796">
        <w:t>1660—1783</w:t>
      </w:r>
      <w:r w:rsidRPr="00381796">
        <w:rPr>
          <w:rFonts w:hint="eastAsia"/>
        </w:rPr>
        <w:t>》、《海权对法国革命和法帝国的影响：</w:t>
      </w:r>
      <w:r w:rsidRPr="00381796">
        <w:t>1793—1812</w:t>
      </w:r>
      <w:r w:rsidRPr="00381796">
        <w:rPr>
          <w:rFonts w:hint="eastAsia"/>
        </w:rPr>
        <w:t>》和《海权与</w:t>
      </w:r>
      <w:r w:rsidRPr="00381796">
        <w:t>1812</w:t>
      </w:r>
      <w:r w:rsidRPr="00381796">
        <w:rPr>
          <w:rFonts w:hint="eastAsia"/>
        </w:rPr>
        <w:t>年战争的联系》，其有关“争夺海上主导权对于主宰国家乃至世界命运都会起到决定性作用”的观点，更是盛行世界百余年而长久不衰。</w:t>
      </w:r>
    </w:p>
    <w:p w:rsidR="00991675" w:rsidRPr="00381796" w:rsidRDefault="00991675" w:rsidP="00381796">
      <w:pPr>
        <w:pStyle w:val="a"/>
        <w:ind w:firstLine="31680"/>
        <w:rPr>
          <w:rFonts w:cs="Times New Roman"/>
        </w:rPr>
      </w:pPr>
      <w:r w:rsidRPr="00381796">
        <w:rPr>
          <w:rFonts w:hint="eastAsia"/>
        </w:rPr>
        <w:t>知识点：海洋自然保护区是国家为保护海洋环境和海洋资源而划出界线加以特殊保护的具有代表性的自然地带，是保护海洋生物多样性，防止海洋生态环境恶化的措施之一。</w:t>
      </w:r>
    </w:p>
    <w:p w:rsidR="00991675" w:rsidRPr="00381796" w:rsidRDefault="00991675" w:rsidP="00381796">
      <w:pPr>
        <w:pStyle w:val="a"/>
        <w:ind w:firstLine="31680"/>
        <w:rPr>
          <w:rFonts w:cs="Times New Roman"/>
        </w:rPr>
      </w:pPr>
      <w:r w:rsidRPr="00381796">
        <w:rPr>
          <w:rFonts w:hint="eastAsia"/>
        </w:rPr>
        <w:t>知识点：</w:t>
      </w:r>
      <w:r w:rsidRPr="00381796">
        <w:t xml:space="preserve"> 2012</w:t>
      </w:r>
      <w:r w:rsidRPr="00381796">
        <w:rPr>
          <w:rFonts w:hint="eastAsia"/>
        </w:rPr>
        <w:t>年</w:t>
      </w:r>
      <w:r w:rsidRPr="00381796">
        <w:t>3</w:t>
      </w:r>
      <w:r w:rsidRPr="00381796">
        <w:rPr>
          <w:rFonts w:hint="eastAsia"/>
        </w:rPr>
        <w:t>月</w:t>
      </w:r>
      <w:r w:rsidRPr="00381796">
        <w:t>1</w:t>
      </w:r>
      <w:r w:rsidRPr="00381796">
        <w:rPr>
          <w:rFonts w:hint="eastAsia"/>
        </w:rPr>
        <w:t>日</w:t>
      </w:r>
      <w:r w:rsidRPr="00381796">
        <w:t>,</w:t>
      </w:r>
      <w:r w:rsidRPr="00381796">
        <w:rPr>
          <w:rFonts w:hint="eastAsia"/>
        </w:rPr>
        <w:t>国务院总理温家宝签署国务院令公布《海洋观测预报管理条例》</w:t>
      </w:r>
      <w:r w:rsidRPr="00381796">
        <w:t>,</w:t>
      </w:r>
      <w:r w:rsidRPr="00381796">
        <w:rPr>
          <w:rFonts w:hint="eastAsia"/>
        </w:rPr>
        <w:t>该条例自</w:t>
      </w:r>
      <w:r w:rsidRPr="00381796">
        <w:t>2012</w:t>
      </w:r>
      <w:r w:rsidRPr="00381796">
        <w:rPr>
          <w:rFonts w:hint="eastAsia"/>
        </w:rPr>
        <w:t>年</w:t>
      </w:r>
      <w:r w:rsidRPr="00381796">
        <w:t>6</w:t>
      </w:r>
      <w:r w:rsidRPr="00381796">
        <w:rPr>
          <w:rFonts w:hint="eastAsia"/>
        </w:rPr>
        <w:t>月</w:t>
      </w:r>
      <w:r w:rsidRPr="00381796">
        <w:t>1</w:t>
      </w:r>
      <w:r w:rsidRPr="00381796">
        <w:rPr>
          <w:rFonts w:hint="eastAsia"/>
        </w:rPr>
        <w:t>日起施行。</w:t>
      </w:r>
    </w:p>
    <w:p w:rsidR="00991675" w:rsidRPr="00381796" w:rsidRDefault="00991675" w:rsidP="00381796">
      <w:pPr>
        <w:pStyle w:val="a"/>
        <w:ind w:firstLine="31680"/>
        <w:rPr>
          <w:rFonts w:cs="Times New Roman"/>
        </w:rPr>
      </w:pPr>
      <w:r w:rsidRPr="00381796">
        <w:rPr>
          <w:rFonts w:hint="eastAsia"/>
        </w:rPr>
        <w:t>知识点：国家海洋局</w:t>
      </w:r>
      <w:r w:rsidRPr="00381796">
        <w:t>1989</w:t>
      </w:r>
      <w:r w:rsidRPr="00381796">
        <w:rPr>
          <w:rFonts w:hint="eastAsia"/>
        </w:rPr>
        <w:t>年首次发布《中国海平面公报》，公报的编制和发布已成为国家海洋局的常规工作。</w:t>
      </w:r>
    </w:p>
    <w:p w:rsidR="00991675" w:rsidRPr="00381796" w:rsidRDefault="00991675" w:rsidP="00381796">
      <w:pPr>
        <w:pStyle w:val="a"/>
        <w:ind w:firstLine="31680"/>
        <w:rPr>
          <w:rFonts w:cs="Times New Roman"/>
        </w:rPr>
      </w:pPr>
      <w:r w:rsidRPr="00381796">
        <w:rPr>
          <w:rFonts w:hint="eastAsia"/>
        </w:rPr>
        <w:t>知识点：《中华人民共和国海域使用管理法》由中华人民共和国第九届全国人民代表大会常务委员会第二十四次会议于</w:t>
      </w:r>
      <w:r w:rsidRPr="00381796">
        <w:t>2001</w:t>
      </w:r>
      <w:r w:rsidRPr="00381796">
        <w:rPr>
          <w:rFonts w:hint="eastAsia"/>
        </w:rPr>
        <w:t>年</w:t>
      </w:r>
      <w:r w:rsidRPr="00381796">
        <w:t>10</w:t>
      </w:r>
      <w:r w:rsidRPr="00381796">
        <w:rPr>
          <w:rFonts w:hint="eastAsia"/>
        </w:rPr>
        <w:t>月</w:t>
      </w:r>
      <w:r w:rsidRPr="00381796">
        <w:t>27</w:t>
      </w:r>
      <w:r w:rsidRPr="00381796">
        <w:rPr>
          <w:rFonts w:hint="eastAsia"/>
        </w:rPr>
        <w:t>日通过，自</w:t>
      </w:r>
      <w:r w:rsidRPr="00381796">
        <w:t>2002</w:t>
      </w:r>
      <w:r w:rsidRPr="00381796">
        <w:rPr>
          <w:rFonts w:hint="eastAsia"/>
        </w:rPr>
        <w:t>年</w:t>
      </w:r>
      <w:r w:rsidRPr="00381796">
        <w:t>1</w:t>
      </w:r>
      <w:r w:rsidRPr="00381796">
        <w:rPr>
          <w:rFonts w:hint="eastAsia"/>
        </w:rPr>
        <w:t>月</w:t>
      </w:r>
      <w:r w:rsidRPr="00381796">
        <w:t>1</w:t>
      </w:r>
      <w:r w:rsidRPr="00381796">
        <w:rPr>
          <w:rFonts w:hint="eastAsia"/>
        </w:rPr>
        <w:t>日起施行。</w:t>
      </w:r>
    </w:p>
    <w:p w:rsidR="00991675" w:rsidRPr="00381796" w:rsidRDefault="00991675" w:rsidP="00381796">
      <w:pPr>
        <w:pStyle w:val="a"/>
        <w:ind w:firstLine="31680"/>
        <w:rPr>
          <w:rFonts w:cs="Times New Roman"/>
        </w:rPr>
      </w:pPr>
      <w:r w:rsidRPr="00381796">
        <w:rPr>
          <w:rFonts w:hint="eastAsia"/>
        </w:rPr>
        <w:t>知识点：国家海洋局</w:t>
      </w:r>
      <w:r w:rsidRPr="00381796">
        <w:t>2008</w:t>
      </w:r>
      <w:r w:rsidRPr="00381796">
        <w:rPr>
          <w:rFonts w:hint="eastAsia"/>
        </w:rPr>
        <w:t>年</w:t>
      </w:r>
      <w:r w:rsidRPr="00381796">
        <w:t>1</w:t>
      </w:r>
      <w:r w:rsidRPr="00381796">
        <w:rPr>
          <w:rFonts w:hint="eastAsia"/>
        </w:rPr>
        <w:t>月</w:t>
      </w:r>
      <w:r w:rsidRPr="00381796">
        <w:t>16</w:t>
      </w:r>
      <w:r w:rsidRPr="00381796">
        <w:rPr>
          <w:rFonts w:hint="eastAsia"/>
        </w:rPr>
        <w:t>日颁布《海洋计量工作管理规定》第十条规定：具备计量检定条件的海洋专用计量器具，使用者应当向计量行政主管部门授权的法定计量检定机构申请计量检定。未申请计量检定、计量检定不合格或者超过计量检定周期的海洋专用计量器具，不得使用。</w:t>
      </w:r>
    </w:p>
    <w:p w:rsidR="00991675" w:rsidRPr="00381796" w:rsidRDefault="00991675" w:rsidP="00381796">
      <w:pPr>
        <w:pStyle w:val="a"/>
        <w:ind w:firstLine="31680"/>
        <w:rPr>
          <w:rFonts w:cs="Times New Roman"/>
        </w:rPr>
      </w:pPr>
      <w:r w:rsidRPr="00381796">
        <w:rPr>
          <w:rFonts w:hint="eastAsia"/>
        </w:rPr>
        <w:t>知识点：全国海洋观测网中的基本海洋观测网包括国家基本海洋观测网和地方基本海洋观测网。</w:t>
      </w:r>
    </w:p>
    <w:p w:rsidR="00991675" w:rsidRPr="00381796" w:rsidRDefault="00991675" w:rsidP="00381796">
      <w:pPr>
        <w:pStyle w:val="a"/>
        <w:ind w:firstLine="31680"/>
        <w:rPr>
          <w:rFonts w:cs="Times New Roman"/>
        </w:rPr>
      </w:pPr>
      <w:r w:rsidRPr="00381796">
        <w:rPr>
          <w:rFonts w:hint="eastAsia"/>
        </w:rPr>
        <w:t>知识点：：根据《中华人民共和国海洋环境保护法》，开发利用海洋资源，应当根据海洋功能区划合理布局。</w:t>
      </w:r>
    </w:p>
    <w:p w:rsidR="00991675" w:rsidRPr="00381796" w:rsidRDefault="00991675" w:rsidP="00381796">
      <w:pPr>
        <w:pStyle w:val="a"/>
        <w:ind w:firstLine="31680"/>
        <w:rPr>
          <w:rFonts w:cs="Times New Roman"/>
        </w:rPr>
      </w:pPr>
      <w:r w:rsidRPr="00381796">
        <w:rPr>
          <w:rFonts w:hint="eastAsia"/>
        </w:rPr>
        <w:t>知识点：无居民海岛允许单位或个人开发利用，租用期限最长不超过</w:t>
      </w:r>
      <w:r w:rsidRPr="00381796">
        <w:t>50</w:t>
      </w:r>
      <w:r w:rsidRPr="00381796">
        <w:rPr>
          <w:rFonts w:hint="eastAsia"/>
        </w:rPr>
        <w:t>年。</w:t>
      </w:r>
    </w:p>
    <w:p w:rsidR="00991675" w:rsidRPr="00381796" w:rsidRDefault="00991675" w:rsidP="00381796">
      <w:pPr>
        <w:pStyle w:val="a"/>
        <w:ind w:firstLine="31680"/>
        <w:rPr>
          <w:rFonts w:cs="Times New Roman"/>
        </w:rPr>
      </w:pPr>
      <w:r w:rsidRPr="00381796">
        <w:rPr>
          <w:rFonts w:hint="eastAsia"/>
        </w:rPr>
        <w:t>知识点：</w:t>
      </w:r>
      <w:r w:rsidRPr="00381796">
        <w:t xml:space="preserve"> 2003 </w:t>
      </w:r>
      <w:r w:rsidRPr="00381796">
        <w:rPr>
          <w:rFonts w:hint="eastAsia"/>
        </w:rPr>
        <w:t>年</w:t>
      </w:r>
      <w:r w:rsidRPr="00381796">
        <w:t xml:space="preserve">5 </w:t>
      </w:r>
      <w:r w:rsidRPr="00381796">
        <w:rPr>
          <w:rFonts w:hint="eastAsia"/>
        </w:rPr>
        <w:t>月，国务院批准实施了《全国海洋经济发展规划纲要》，这是我国政府为促进海洋经济综合发</w:t>
      </w:r>
      <w:r w:rsidRPr="00381796">
        <w:t xml:space="preserve"> </w:t>
      </w:r>
      <w:r w:rsidRPr="00381796">
        <w:rPr>
          <w:rFonts w:hint="eastAsia"/>
        </w:rPr>
        <w:t>展而制定的第一个具有宏观指导性的文件。</w:t>
      </w:r>
    </w:p>
    <w:p w:rsidR="00991675" w:rsidRPr="00381796" w:rsidRDefault="00991675" w:rsidP="00381796">
      <w:pPr>
        <w:pStyle w:val="a"/>
        <w:ind w:firstLine="31680"/>
      </w:pPr>
      <w:r w:rsidRPr="00381796">
        <w:rPr>
          <w:rFonts w:hint="eastAsia"/>
        </w:rPr>
        <w:t>知识点：</w:t>
      </w:r>
      <w:r w:rsidRPr="00381796">
        <w:t xml:space="preserve"> 1983 </w:t>
      </w:r>
      <w:r w:rsidRPr="00381796">
        <w:rPr>
          <w:rFonts w:hint="eastAsia"/>
        </w:rPr>
        <w:t>年</w:t>
      </w:r>
      <w:r w:rsidRPr="00381796">
        <w:t xml:space="preserve">, </w:t>
      </w:r>
      <w:r w:rsidRPr="00381796">
        <w:rPr>
          <w:rFonts w:hint="eastAsia"/>
        </w:rPr>
        <w:t>我国加入了《南极条约》</w:t>
      </w:r>
      <w:r w:rsidRPr="00381796">
        <w:t>.</w:t>
      </w:r>
    </w:p>
    <w:p w:rsidR="00991675" w:rsidRPr="00381796" w:rsidRDefault="00991675" w:rsidP="00381796">
      <w:pPr>
        <w:pStyle w:val="a"/>
        <w:ind w:firstLine="31680"/>
        <w:rPr>
          <w:rFonts w:cs="Times New Roman"/>
        </w:rPr>
      </w:pPr>
      <w:r w:rsidRPr="00381796">
        <w:rPr>
          <w:rFonts w:hint="eastAsia"/>
        </w:rPr>
        <w:t>知识点：</w:t>
      </w:r>
      <w:r w:rsidRPr="00381796">
        <w:t xml:space="preserve"> 1986 </w:t>
      </w:r>
      <w:r w:rsidRPr="00381796">
        <w:rPr>
          <w:rFonts w:hint="eastAsia"/>
        </w:rPr>
        <w:t>年，《中华人民共和国渔业法》颁布，这是调整人们在中国水域开发、利用、保护、增殖渔业资源过程中所产生的各种社会关系的基本法律。</w:t>
      </w:r>
    </w:p>
    <w:p w:rsidR="00991675" w:rsidRPr="00381796" w:rsidRDefault="00991675" w:rsidP="00381796">
      <w:pPr>
        <w:pStyle w:val="a"/>
        <w:ind w:firstLine="31680"/>
        <w:rPr>
          <w:rFonts w:cs="Times New Roman"/>
        </w:rPr>
      </w:pPr>
      <w:r w:rsidRPr="00381796">
        <w:rPr>
          <w:rFonts w:hint="eastAsia"/>
        </w:rPr>
        <w:t>知识点：</w:t>
      </w:r>
      <w:r w:rsidRPr="00381796">
        <w:t xml:space="preserve"> 2012</w:t>
      </w:r>
      <w:r w:rsidRPr="00381796">
        <w:rPr>
          <w:rFonts w:hint="eastAsia"/>
        </w:rPr>
        <w:t>年</w:t>
      </w:r>
      <w:r w:rsidRPr="00381796">
        <w:t>6</w:t>
      </w:r>
      <w:r w:rsidRPr="00381796">
        <w:rPr>
          <w:rFonts w:hint="eastAsia"/>
        </w:rPr>
        <w:t>月</w:t>
      </w:r>
      <w:r w:rsidRPr="00381796">
        <w:t>21</w:t>
      </w:r>
      <w:r w:rsidRPr="00381796">
        <w:rPr>
          <w:rFonts w:hint="eastAsia"/>
        </w:rPr>
        <w:t>日民政部网站</w:t>
      </w:r>
      <w:r w:rsidRPr="00381796">
        <w:t>21</w:t>
      </w:r>
      <w:r w:rsidRPr="00381796">
        <w:rPr>
          <w:rFonts w:hint="eastAsia"/>
        </w:rPr>
        <w:t>日刊登《民政部关于国务院批准设立地级三沙市的公告》。国务院于近日批准，撤销海南省西沙群岛、南沙群岛、中沙群岛办事处，设立地级三沙市，管辖西沙群岛、中沙群岛、南沙群岛的岛礁及其海域。</w:t>
      </w:r>
    </w:p>
    <w:p w:rsidR="00991675" w:rsidRPr="00381796" w:rsidRDefault="00991675" w:rsidP="00381796">
      <w:pPr>
        <w:pStyle w:val="a"/>
        <w:ind w:firstLine="31680"/>
        <w:rPr>
          <w:rFonts w:cs="Times New Roman"/>
        </w:rPr>
      </w:pPr>
      <w:r w:rsidRPr="00381796">
        <w:rPr>
          <w:rFonts w:hint="eastAsia"/>
        </w:rPr>
        <w:t>知识点：</w:t>
      </w:r>
      <w:r w:rsidRPr="00381796">
        <w:t xml:space="preserve"> 1971</w:t>
      </w:r>
      <w:r w:rsidRPr="00381796">
        <w:rPr>
          <w:rFonts w:hint="eastAsia"/>
        </w:rPr>
        <w:t>年，在伊朗的拉姆萨尔（</w:t>
      </w:r>
      <w:r w:rsidRPr="00381796">
        <w:t>Ramsar</w:t>
      </w:r>
      <w:r w:rsidRPr="00381796">
        <w:rPr>
          <w:rFonts w:hint="eastAsia"/>
        </w:rPr>
        <w:t>）会议上通过的《关于特别是作为水禽栖息地的国际重要湿地公约》（简称《湿地公约》）对湿地的定义是“不论其为天然或人工、长期或暂时的沼泽地、泥炭或水域地带，静止或流动的淡水、半咸水或咸水的水域，包括低潮位时水深不超过</w:t>
      </w:r>
      <w:r w:rsidRPr="00381796">
        <w:t>6m</w:t>
      </w:r>
      <w:r w:rsidRPr="00381796">
        <w:rPr>
          <w:rFonts w:hint="eastAsia"/>
        </w:rPr>
        <w:t>的水域；同时还包括邻接湿地的河湖沿岸、沿海地区以及湿地范围内的岛屿或低潮时水深不超过</w:t>
      </w:r>
      <w:r w:rsidRPr="00381796">
        <w:t>6m</w:t>
      </w:r>
      <w:r w:rsidRPr="00381796">
        <w:rPr>
          <w:rFonts w:hint="eastAsia"/>
        </w:rPr>
        <w:t>的海水水体。”</w:t>
      </w:r>
    </w:p>
    <w:p w:rsidR="00991675" w:rsidRPr="00381796" w:rsidRDefault="00991675" w:rsidP="00381796">
      <w:pPr>
        <w:pStyle w:val="a"/>
        <w:ind w:firstLine="31680"/>
        <w:rPr>
          <w:rFonts w:cs="Times New Roman"/>
        </w:rPr>
      </w:pPr>
      <w:r w:rsidRPr="00381796">
        <w:rPr>
          <w:rFonts w:hint="eastAsia"/>
        </w:rPr>
        <w:t>知识点：了解中国四类航区的划分。</w:t>
      </w:r>
    </w:p>
    <w:p w:rsidR="00991675" w:rsidRPr="00381796" w:rsidRDefault="00991675" w:rsidP="00381796">
      <w:pPr>
        <w:pStyle w:val="a"/>
        <w:ind w:firstLine="31680"/>
        <w:rPr>
          <w:rFonts w:cs="Times New Roman"/>
        </w:rPr>
      </w:pPr>
      <w:r w:rsidRPr="00381796">
        <w:rPr>
          <w:rFonts w:hint="eastAsia"/>
        </w:rPr>
        <w:t>知识点：国家海洋局职责之一“负责组织开展海洋生态环境保护工作。”</w:t>
      </w:r>
    </w:p>
    <w:p w:rsidR="00991675" w:rsidRPr="00381796" w:rsidRDefault="00991675" w:rsidP="00381796">
      <w:pPr>
        <w:pStyle w:val="a"/>
        <w:ind w:firstLine="31680"/>
        <w:rPr>
          <w:rFonts w:cs="Times New Roman"/>
        </w:rPr>
      </w:pPr>
      <w:r w:rsidRPr="00381796">
        <w:rPr>
          <w:rFonts w:hint="eastAsia"/>
        </w:rPr>
        <w:t>知识点：全国海洋功能区划（</w:t>
      </w:r>
      <w:r w:rsidRPr="00381796">
        <w:t>2011-2020</w:t>
      </w:r>
      <w:r w:rsidRPr="00381796">
        <w:rPr>
          <w:rFonts w:hint="eastAsia"/>
        </w:rPr>
        <w:t>年）“基本原则”指出，我国海洋功能区划的关键是国家安全，重点是保护渔业，前提是保护环境，准则是陆海统筹。</w:t>
      </w:r>
    </w:p>
    <w:p w:rsidR="00991675" w:rsidRPr="00381796" w:rsidRDefault="00991675" w:rsidP="00381796">
      <w:pPr>
        <w:pStyle w:val="a"/>
        <w:ind w:firstLine="31680"/>
        <w:rPr>
          <w:rFonts w:cs="Times New Roman"/>
        </w:rPr>
      </w:pPr>
      <w:r w:rsidRPr="00381796">
        <w:rPr>
          <w:rFonts w:hint="eastAsia"/>
        </w:rPr>
        <w:t>知识点：</w:t>
      </w:r>
      <w:r w:rsidRPr="00381796">
        <w:t xml:space="preserve"> 2003</w:t>
      </w:r>
      <w:r w:rsidRPr="00381796">
        <w:rPr>
          <w:rFonts w:hint="eastAsia"/>
        </w:rPr>
        <w:t>年</w:t>
      </w:r>
      <w:r w:rsidRPr="00381796">
        <w:t>5</w:t>
      </w:r>
      <w:r w:rsidRPr="00381796">
        <w:rPr>
          <w:rFonts w:hint="eastAsia"/>
        </w:rPr>
        <w:t>月，国务院批准实施《全国海洋经济发展规划纲要》，这是中国政府为促进海洋经济综合发展而制定的第一个具有宏观指导性的文件。</w:t>
      </w:r>
    </w:p>
    <w:p w:rsidR="00991675" w:rsidRPr="00381796" w:rsidRDefault="00991675" w:rsidP="00381796">
      <w:pPr>
        <w:pStyle w:val="a"/>
        <w:ind w:firstLine="31680"/>
        <w:rPr>
          <w:rFonts w:cs="Times New Roman"/>
        </w:rPr>
      </w:pPr>
      <w:r w:rsidRPr="00381796">
        <w:rPr>
          <w:rFonts w:hint="eastAsia"/>
        </w:rPr>
        <w:t>知识点：各国关于海上事故原因的具体统计数字虽然有所差别，但总体来看</w:t>
      </w:r>
      <w:r w:rsidRPr="00381796">
        <w:t>50%</w:t>
      </w:r>
      <w:r w:rsidRPr="00381796">
        <w:rPr>
          <w:rFonts w:hint="eastAsia"/>
        </w:rPr>
        <w:t>～</w:t>
      </w:r>
      <w:r w:rsidRPr="00381796">
        <w:t>90%</w:t>
      </w:r>
      <w:r w:rsidRPr="00381796">
        <w:rPr>
          <w:rFonts w:hint="eastAsia"/>
        </w:rPr>
        <w:t>的海上事故都是人为因素造成的。</w:t>
      </w:r>
    </w:p>
    <w:p w:rsidR="00991675" w:rsidRPr="00381796" w:rsidRDefault="00991675" w:rsidP="00381796">
      <w:pPr>
        <w:pStyle w:val="a"/>
        <w:ind w:firstLine="31680"/>
        <w:rPr>
          <w:rFonts w:cs="Times New Roman"/>
        </w:rPr>
      </w:pPr>
      <w:r w:rsidRPr="00381796">
        <w:rPr>
          <w:rFonts w:hint="eastAsia"/>
        </w:rPr>
        <w:t>知识点：《联合国海洋法公约》于</w:t>
      </w:r>
      <w:r w:rsidRPr="00381796">
        <w:t>1982</w:t>
      </w:r>
      <w:r w:rsidRPr="00381796">
        <w:rPr>
          <w:rFonts w:hint="eastAsia"/>
        </w:rPr>
        <w:t>年</w:t>
      </w:r>
      <w:r w:rsidRPr="00381796">
        <w:t>12</w:t>
      </w:r>
      <w:r w:rsidRPr="00381796">
        <w:rPr>
          <w:rFonts w:hint="eastAsia"/>
        </w:rPr>
        <w:t>月</w:t>
      </w:r>
      <w:r w:rsidRPr="00381796">
        <w:t>10</w:t>
      </w:r>
      <w:r w:rsidRPr="00381796">
        <w:rPr>
          <w:rFonts w:hint="eastAsia"/>
        </w:rPr>
        <w:t>日在</w:t>
      </w:r>
      <w:hyperlink r:id="rId7" w:tgtFrame="_blank" w:history="1">
        <w:r w:rsidRPr="00381796">
          <w:rPr>
            <w:rStyle w:val="Hyperlink"/>
            <w:rFonts w:cs="宋体" w:hint="eastAsia"/>
            <w:color w:val="auto"/>
          </w:rPr>
          <w:t>牙买加</w:t>
        </w:r>
      </w:hyperlink>
      <w:r w:rsidRPr="00381796">
        <w:rPr>
          <w:rFonts w:hint="eastAsia"/>
        </w:rPr>
        <w:t>的蒙特哥湾召开的第三次联合国海洋法会议最后会议上通过，</w:t>
      </w:r>
      <w:r w:rsidRPr="00381796">
        <w:t>1994</w:t>
      </w:r>
      <w:r w:rsidRPr="00381796">
        <w:rPr>
          <w:rFonts w:hint="eastAsia"/>
        </w:rPr>
        <w:t>年生效，已获</w:t>
      </w:r>
      <w:r w:rsidRPr="00381796">
        <w:t>150</w:t>
      </w:r>
      <w:r w:rsidRPr="00381796">
        <w:rPr>
          <w:rFonts w:hint="eastAsia"/>
        </w:rPr>
        <w:t>多个国家批准。</w:t>
      </w:r>
    </w:p>
    <w:p w:rsidR="00991675" w:rsidRPr="00381796" w:rsidRDefault="00991675" w:rsidP="00381796">
      <w:pPr>
        <w:pStyle w:val="a"/>
        <w:ind w:firstLine="31680"/>
        <w:rPr>
          <w:rFonts w:cs="Times New Roman"/>
        </w:rPr>
      </w:pPr>
      <w:r w:rsidRPr="00381796">
        <w:rPr>
          <w:rFonts w:hint="eastAsia"/>
        </w:rPr>
        <w:t>知识点：《海洋法公约》规定，沿海国家有权确定的领海宽度是从领海基线量起不得超过</w:t>
      </w:r>
      <w:r w:rsidRPr="00381796">
        <w:t>12</w:t>
      </w:r>
      <w:r w:rsidRPr="00381796">
        <w:rPr>
          <w:rFonts w:hint="eastAsia"/>
        </w:rPr>
        <w:t>海里。</w:t>
      </w:r>
    </w:p>
    <w:p w:rsidR="00991675" w:rsidRPr="00381796" w:rsidRDefault="00991675" w:rsidP="00381796">
      <w:pPr>
        <w:pStyle w:val="a"/>
        <w:ind w:firstLine="31680"/>
        <w:rPr>
          <w:rFonts w:cs="Times New Roman"/>
        </w:rPr>
      </w:pPr>
      <w:r w:rsidRPr="00381796">
        <w:rPr>
          <w:rFonts w:hint="eastAsia"/>
        </w:rPr>
        <w:t>知识点：《海洋法公约》规定，沿海国对专属经济区内自然资源的权利性质是主权权利。</w:t>
      </w:r>
    </w:p>
    <w:p w:rsidR="00991675" w:rsidRPr="00381796" w:rsidRDefault="00991675" w:rsidP="00381796">
      <w:pPr>
        <w:pStyle w:val="a"/>
        <w:ind w:firstLine="31680"/>
        <w:rPr>
          <w:rFonts w:cs="Times New Roman"/>
        </w:rPr>
      </w:pPr>
      <w:r w:rsidRPr="00381796">
        <w:rPr>
          <w:rFonts w:hint="eastAsia"/>
        </w:rPr>
        <w:t>知识点：《海洋法公约》规定，在用于国际航行的海峡中实行的通航制度是过境通行。</w:t>
      </w:r>
    </w:p>
    <w:p w:rsidR="00991675" w:rsidRPr="00381796" w:rsidRDefault="00991675" w:rsidP="00381796">
      <w:pPr>
        <w:pStyle w:val="a"/>
        <w:ind w:firstLine="31680"/>
        <w:rPr>
          <w:rFonts w:cs="Times New Roman"/>
        </w:rPr>
      </w:pPr>
      <w:r w:rsidRPr="00381796">
        <w:rPr>
          <w:rFonts w:hint="eastAsia"/>
        </w:rPr>
        <w:t>知识点：根据国际法的规则和我国的有关法律，渤海湾水域的法律位置是中华人民共和国的内水。</w:t>
      </w:r>
    </w:p>
    <w:p w:rsidR="00991675" w:rsidRPr="00381796" w:rsidRDefault="00991675" w:rsidP="00381796">
      <w:pPr>
        <w:pStyle w:val="a"/>
        <w:ind w:firstLine="31680"/>
        <w:rPr>
          <w:rFonts w:cs="Times New Roman"/>
        </w:rPr>
      </w:pPr>
      <w:r w:rsidRPr="00381796">
        <w:rPr>
          <w:rFonts w:hint="eastAsia"/>
        </w:rPr>
        <w:t>知识点：根据《联合国海洋法公约》，毗连区既不属于领海也不属于公海。</w:t>
      </w:r>
      <w:r w:rsidRPr="00381796">
        <w:rPr>
          <w:rFonts w:cs="Times New Roman"/>
        </w:rPr>
        <w:t> </w:t>
      </w:r>
    </w:p>
    <w:p w:rsidR="00991675" w:rsidRPr="00381796" w:rsidRDefault="00991675" w:rsidP="00381796">
      <w:pPr>
        <w:pStyle w:val="a"/>
        <w:ind w:firstLine="31680"/>
        <w:rPr>
          <w:rFonts w:cs="Times New Roman"/>
        </w:rPr>
      </w:pPr>
      <w:r w:rsidRPr="00381796">
        <w:rPr>
          <w:rFonts w:hint="eastAsia"/>
        </w:rPr>
        <w:t>知识点：船旗国管辖指各国有权对在公海上的具有该国国籍船舶的管辖。</w:t>
      </w:r>
    </w:p>
    <w:p w:rsidR="00991675" w:rsidRPr="00381796" w:rsidRDefault="00991675" w:rsidP="00381796">
      <w:pPr>
        <w:pStyle w:val="a"/>
        <w:ind w:firstLine="31680"/>
        <w:rPr>
          <w:rFonts w:cs="Times New Roman"/>
        </w:rPr>
      </w:pPr>
      <w:r w:rsidRPr="00381796">
        <w:rPr>
          <w:rFonts w:hint="eastAsia"/>
        </w:rPr>
        <w:t>知识点：</w:t>
      </w:r>
      <w:bookmarkStart w:id="3" w:name="BM1_1"/>
      <w:bookmarkStart w:id="4" w:name="sub840867_1_1"/>
      <w:bookmarkStart w:id="5" w:name="法律地位_海洋法公约"/>
      <w:bookmarkEnd w:id="3"/>
      <w:bookmarkEnd w:id="4"/>
      <w:bookmarkEnd w:id="5"/>
      <w:r w:rsidRPr="00381796">
        <w:rPr>
          <w:rFonts w:hint="eastAsia"/>
          <w:bCs/>
        </w:rPr>
        <w:t>《</w:t>
      </w:r>
      <w:r w:rsidRPr="00381796">
        <w:rPr>
          <w:rFonts w:hint="eastAsia"/>
        </w:rPr>
        <w:t>海洋法公约》第</w:t>
      </w:r>
      <w:r w:rsidRPr="00381796">
        <w:t>11</w:t>
      </w:r>
      <w:r w:rsidRPr="00381796">
        <w:rPr>
          <w:rFonts w:hint="eastAsia"/>
        </w:rPr>
        <w:t>部分的规定：国际海底区域及其自然资源是人类的共同继承财产</w:t>
      </w:r>
    </w:p>
    <w:p w:rsidR="00991675" w:rsidRPr="00381796" w:rsidRDefault="00991675" w:rsidP="00381796">
      <w:pPr>
        <w:pStyle w:val="a"/>
        <w:ind w:firstLine="31680"/>
        <w:rPr>
          <w:rFonts w:cs="Times New Roman"/>
        </w:rPr>
      </w:pPr>
      <w:r w:rsidRPr="00381796">
        <w:rPr>
          <w:rFonts w:hint="eastAsia"/>
        </w:rPr>
        <w:t>知识点：根据</w:t>
      </w:r>
      <w:r w:rsidRPr="00381796">
        <w:t>1969</w:t>
      </w:r>
      <w:r w:rsidRPr="00381796">
        <w:rPr>
          <w:rFonts w:hint="eastAsia"/>
        </w:rPr>
        <w:t>年修订的</w:t>
      </w:r>
      <w:r w:rsidRPr="00381796">
        <w:t>1954</w:t>
      </w:r>
      <w:r w:rsidRPr="00381796">
        <w:rPr>
          <w:rFonts w:hint="eastAsia"/>
        </w:rPr>
        <w:t>年《国际防止海上油污公约》的规定，所有海域禁止排放油污。</w:t>
      </w:r>
    </w:p>
    <w:p w:rsidR="00991675" w:rsidRPr="00381796" w:rsidRDefault="00991675" w:rsidP="00381796">
      <w:pPr>
        <w:pStyle w:val="a"/>
        <w:ind w:firstLine="31680"/>
        <w:rPr>
          <w:rFonts w:cs="Times New Roman"/>
        </w:rPr>
      </w:pPr>
      <w:r w:rsidRPr="00381796">
        <w:rPr>
          <w:rFonts w:hint="eastAsia"/>
        </w:rPr>
        <w:t>知识点：毗连区概念可追溯到英国的《游弋法》。</w:t>
      </w:r>
    </w:p>
    <w:p w:rsidR="00991675" w:rsidRPr="00381796" w:rsidRDefault="00991675" w:rsidP="00381796">
      <w:pPr>
        <w:pStyle w:val="a"/>
        <w:ind w:firstLine="31680"/>
        <w:rPr>
          <w:rFonts w:cs="Times New Roman"/>
        </w:rPr>
      </w:pPr>
      <w:r w:rsidRPr="00381796">
        <w:rPr>
          <w:rFonts w:hint="eastAsia"/>
        </w:rPr>
        <w:t>知识点：真正提出“专属经济区”一称的是非洲国家。</w:t>
      </w:r>
      <w:r w:rsidRPr="00381796">
        <w:t>1971</w:t>
      </w:r>
      <w:r w:rsidRPr="00381796">
        <w:rPr>
          <w:rFonts w:hint="eastAsia"/>
        </w:rPr>
        <w:t>年</w:t>
      </w:r>
      <w:r w:rsidRPr="00381796">
        <w:t>1</w:t>
      </w:r>
      <w:r w:rsidRPr="00381796">
        <w:rPr>
          <w:rFonts w:hint="eastAsia"/>
        </w:rPr>
        <w:t>月，肯尼亚代表在亚非法律协商委员会上首次提出专属经济区或经济区概念。</w:t>
      </w:r>
    </w:p>
    <w:p w:rsidR="00991675" w:rsidRPr="00381796" w:rsidRDefault="00991675" w:rsidP="00381796">
      <w:pPr>
        <w:pStyle w:val="a"/>
        <w:ind w:firstLine="31680"/>
        <w:rPr>
          <w:rFonts w:cs="Times New Roman"/>
        </w:rPr>
      </w:pPr>
      <w:r w:rsidRPr="00381796">
        <w:rPr>
          <w:rFonts w:hint="eastAsia"/>
        </w:rPr>
        <w:t>知识点：用于国际航行的海峡这个概念最先是在国际法院审理的科孚海峡案中提出来的。</w:t>
      </w:r>
    </w:p>
    <w:p w:rsidR="00991675" w:rsidRPr="00381796" w:rsidRDefault="00991675" w:rsidP="00381796">
      <w:pPr>
        <w:pStyle w:val="a"/>
        <w:ind w:firstLine="31680"/>
        <w:rPr>
          <w:rFonts w:cs="Times New Roman"/>
        </w:rPr>
      </w:pPr>
      <w:r w:rsidRPr="00381796">
        <w:rPr>
          <w:rFonts w:hint="eastAsia"/>
        </w:rPr>
        <w:t>知识点：海洋功能区划是指根据海域的区位条件、自然环境、自然资源、开发保护现状和经济、社会发展的需要，按照海洋功能标准，将海域划分为不同使用类型和不同环境质量要求的功能区，用以控制和引导海域的使用方向，保护和改善海洋生态环境，促进海洋资源的可持续利用。</w:t>
      </w:r>
    </w:p>
    <w:p w:rsidR="00991675" w:rsidRPr="00381796" w:rsidRDefault="00991675" w:rsidP="00381796">
      <w:pPr>
        <w:pStyle w:val="a"/>
        <w:ind w:firstLine="31680"/>
        <w:rPr>
          <w:rFonts w:cs="Times New Roman"/>
        </w:rPr>
      </w:pPr>
      <w:r w:rsidRPr="00381796">
        <w:rPr>
          <w:rFonts w:hint="eastAsia"/>
        </w:rPr>
        <w:t>知识点：海域使用权最高期限，按照下列用途确定：</w:t>
      </w:r>
    </w:p>
    <w:p w:rsidR="00991675" w:rsidRPr="00381796" w:rsidRDefault="00991675" w:rsidP="00381796">
      <w:pPr>
        <w:ind w:firstLine="31680"/>
        <w:rPr>
          <w:rFonts w:cs="Times New Roman"/>
        </w:rPr>
      </w:pPr>
      <w:r w:rsidRPr="00381796">
        <w:rPr>
          <w:rFonts w:cs="宋体" w:hint="eastAsia"/>
        </w:rPr>
        <w:t>（</w:t>
      </w:r>
      <w:r w:rsidRPr="00381796">
        <w:t>1</w:t>
      </w:r>
      <w:r w:rsidRPr="00381796">
        <w:rPr>
          <w:rFonts w:cs="宋体" w:hint="eastAsia"/>
        </w:rPr>
        <w:t>）养殖用海十五年；</w:t>
      </w:r>
    </w:p>
    <w:p w:rsidR="00991675" w:rsidRPr="00381796" w:rsidRDefault="00991675" w:rsidP="00381796">
      <w:pPr>
        <w:ind w:firstLine="31680"/>
        <w:rPr>
          <w:rFonts w:cs="Times New Roman"/>
        </w:rPr>
      </w:pPr>
      <w:r w:rsidRPr="00381796">
        <w:rPr>
          <w:rFonts w:cs="宋体" w:hint="eastAsia"/>
        </w:rPr>
        <w:t>（</w:t>
      </w:r>
      <w:r w:rsidRPr="00381796">
        <w:t>2</w:t>
      </w:r>
      <w:r w:rsidRPr="00381796">
        <w:rPr>
          <w:rFonts w:cs="宋体" w:hint="eastAsia"/>
        </w:rPr>
        <w:t>）拆船用海二十年；</w:t>
      </w:r>
    </w:p>
    <w:p w:rsidR="00991675" w:rsidRPr="00381796" w:rsidRDefault="00991675" w:rsidP="00381796">
      <w:pPr>
        <w:ind w:firstLine="31680"/>
        <w:rPr>
          <w:rFonts w:cs="Times New Roman"/>
        </w:rPr>
      </w:pPr>
      <w:r w:rsidRPr="00381796">
        <w:rPr>
          <w:rFonts w:cs="宋体" w:hint="eastAsia"/>
        </w:rPr>
        <w:t>（</w:t>
      </w:r>
      <w:r w:rsidRPr="00381796">
        <w:t>3</w:t>
      </w:r>
      <w:r w:rsidRPr="00381796">
        <w:rPr>
          <w:rFonts w:cs="宋体" w:hint="eastAsia"/>
        </w:rPr>
        <w:t>）旅游、娱乐用海二十五年；</w:t>
      </w:r>
    </w:p>
    <w:p w:rsidR="00991675" w:rsidRPr="00381796" w:rsidRDefault="00991675" w:rsidP="00381796">
      <w:pPr>
        <w:ind w:firstLine="31680"/>
        <w:rPr>
          <w:rFonts w:cs="Times New Roman"/>
        </w:rPr>
      </w:pPr>
      <w:r w:rsidRPr="00381796">
        <w:rPr>
          <w:rFonts w:cs="宋体" w:hint="eastAsia"/>
        </w:rPr>
        <w:t>（</w:t>
      </w:r>
      <w:r w:rsidRPr="00381796">
        <w:t>4</w:t>
      </w:r>
      <w:r w:rsidRPr="00381796">
        <w:rPr>
          <w:rFonts w:cs="宋体" w:hint="eastAsia"/>
        </w:rPr>
        <w:t>）盐业、矿业用海三十年</w:t>
      </w:r>
    </w:p>
    <w:p w:rsidR="00991675" w:rsidRPr="00381796" w:rsidRDefault="00991675" w:rsidP="00381796">
      <w:pPr>
        <w:ind w:firstLine="31680"/>
        <w:rPr>
          <w:rFonts w:cs="Times New Roman"/>
        </w:rPr>
      </w:pPr>
      <w:r w:rsidRPr="00381796">
        <w:rPr>
          <w:rFonts w:cs="宋体" w:hint="eastAsia"/>
        </w:rPr>
        <w:t>（</w:t>
      </w:r>
      <w:r w:rsidRPr="00381796">
        <w:t>5</w:t>
      </w:r>
      <w:r w:rsidRPr="00381796">
        <w:rPr>
          <w:rFonts w:cs="宋体" w:hint="eastAsia"/>
        </w:rPr>
        <w:t>）公益事业用海四十年；</w:t>
      </w:r>
    </w:p>
    <w:p w:rsidR="00991675" w:rsidRPr="00381796" w:rsidRDefault="00991675" w:rsidP="00381796">
      <w:pPr>
        <w:ind w:firstLine="31680"/>
        <w:rPr>
          <w:rFonts w:cs="Times New Roman"/>
        </w:rPr>
      </w:pPr>
      <w:r w:rsidRPr="00381796">
        <w:rPr>
          <w:rFonts w:cs="宋体" w:hint="eastAsia"/>
        </w:rPr>
        <w:t>（</w:t>
      </w:r>
      <w:r w:rsidRPr="00381796">
        <w:t>6</w:t>
      </w:r>
      <w:r w:rsidRPr="00381796">
        <w:rPr>
          <w:rFonts w:cs="宋体" w:hint="eastAsia"/>
        </w:rPr>
        <w:t>）港口、修造船厂等建设工程用海五十年。</w:t>
      </w:r>
    </w:p>
    <w:p w:rsidR="00991675" w:rsidRPr="00381796" w:rsidRDefault="00991675" w:rsidP="00381796">
      <w:pPr>
        <w:pStyle w:val="a"/>
        <w:ind w:firstLine="31680"/>
        <w:rPr>
          <w:rFonts w:cs="Times New Roman"/>
        </w:rPr>
      </w:pPr>
      <w:r w:rsidRPr="00381796">
        <w:rPr>
          <w:rFonts w:hint="eastAsia"/>
        </w:rPr>
        <w:t>知识点：下列项目用海，应当报国务院审批：</w:t>
      </w:r>
    </w:p>
    <w:p w:rsidR="00991675" w:rsidRPr="00381796" w:rsidRDefault="00991675" w:rsidP="00381796">
      <w:pPr>
        <w:ind w:firstLine="31680"/>
        <w:rPr>
          <w:rFonts w:cs="Times New Roman"/>
        </w:rPr>
      </w:pPr>
      <w:r w:rsidRPr="00381796">
        <w:rPr>
          <w:rFonts w:cs="宋体" w:hint="eastAsia"/>
        </w:rPr>
        <w:t>（</w:t>
      </w:r>
      <w:r w:rsidRPr="00381796">
        <w:t>1</w:t>
      </w:r>
      <w:r w:rsidRPr="00381796">
        <w:rPr>
          <w:rFonts w:cs="宋体" w:hint="eastAsia"/>
        </w:rPr>
        <w:t>）填海五十公顷以上的项目用海；</w:t>
      </w:r>
    </w:p>
    <w:p w:rsidR="00991675" w:rsidRPr="00381796" w:rsidRDefault="00991675" w:rsidP="00381796">
      <w:pPr>
        <w:ind w:firstLine="31680"/>
        <w:rPr>
          <w:rFonts w:cs="Times New Roman"/>
        </w:rPr>
      </w:pPr>
      <w:r w:rsidRPr="00381796">
        <w:rPr>
          <w:rFonts w:cs="宋体" w:hint="eastAsia"/>
        </w:rPr>
        <w:t>（</w:t>
      </w:r>
      <w:r w:rsidRPr="00381796">
        <w:t>2</w:t>
      </w:r>
      <w:r w:rsidRPr="00381796">
        <w:rPr>
          <w:rFonts w:cs="宋体" w:hint="eastAsia"/>
        </w:rPr>
        <w:t>）围海一百公顷以上的项目用海；</w:t>
      </w:r>
    </w:p>
    <w:p w:rsidR="00991675" w:rsidRPr="00381796" w:rsidRDefault="00991675" w:rsidP="00381796">
      <w:pPr>
        <w:ind w:firstLine="31680"/>
        <w:rPr>
          <w:rFonts w:cs="Times New Roman"/>
        </w:rPr>
      </w:pPr>
      <w:r w:rsidRPr="00381796">
        <w:rPr>
          <w:rFonts w:cs="宋体" w:hint="eastAsia"/>
        </w:rPr>
        <w:t>（</w:t>
      </w:r>
      <w:r w:rsidRPr="00381796">
        <w:t>3</w:t>
      </w:r>
      <w:r w:rsidRPr="00381796">
        <w:rPr>
          <w:rFonts w:cs="宋体" w:hint="eastAsia"/>
        </w:rPr>
        <w:t>）不改变海域自然属性的用海七百公顷以上的项目用海；</w:t>
      </w:r>
    </w:p>
    <w:p w:rsidR="00991675" w:rsidRPr="00381796" w:rsidRDefault="00991675" w:rsidP="00381796">
      <w:pPr>
        <w:ind w:firstLine="31680"/>
        <w:rPr>
          <w:rFonts w:cs="Times New Roman"/>
        </w:rPr>
      </w:pPr>
      <w:r w:rsidRPr="00381796">
        <w:rPr>
          <w:rFonts w:cs="宋体" w:hint="eastAsia"/>
        </w:rPr>
        <w:t>（</w:t>
      </w:r>
      <w:r w:rsidRPr="00381796">
        <w:t>4</w:t>
      </w:r>
      <w:r w:rsidRPr="00381796">
        <w:rPr>
          <w:rFonts w:cs="宋体" w:hint="eastAsia"/>
        </w:rPr>
        <w:t>）国家重大建设项目用海；</w:t>
      </w:r>
    </w:p>
    <w:p w:rsidR="00991675" w:rsidRPr="00381796" w:rsidRDefault="00991675" w:rsidP="00381796">
      <w:pPr>
        <w:ind w:firstLine="31680"/>
        <w:rPr>
          <w:rFonts w:cs="Times New Roman"/>
        </w:rPr>
      </w:pPr>
      <w:r w:rsidRPr="00381796">
        <w:rPr>
          <w:rFonts w:cs="宋体" w:hint="eastAsia"/>
        </w:rPr>
        <w:t>（</w:t>
      </w:r>
      <w:r w:rsidRPr="00381796">
        <w:t>5</w:t>
      </w:r>
      <w:r w:rsidRPr="00381796">
        <w:rPr>
          <w:rFonts w:cs="宋体" w:hint="eastAsia"/>
        </w:rPr>
        <w:t>）国务院规定的其他项目用海。</w:t>
      </w:r>
    </w:p>
    <w:p w:rsidR="00991675" w:rsidRPr="00381796" w:rsidRDefault="00991675" w:rsidP="00381796">
      <w:pPr>
        <w:pStyle w:val="a"/>
        <w:ind w:firstLine="31680"/>
        <w:rPr>
          <w:rFonts w:cs="Times New Roman"/>
        </w:rPr>
      </w:pPr>
      <w:r w:rsidRPr="00381796">
        <w:rPr>
          <w:rFonts w:hint="eastAsia"/>
        </w:rPr>
        <w:t>知识点：下列用海，免缴海域使用金：</w:t>
      </w:r>
    </w:p>
    <w:p w:rsidR="00991675" w:rsidRPr="00381796" w:rsidRDefault="00991675" w:rsidP="00381796">
      <w:pPr>
        <w:ind w:firstLine="31680"/>
        <w:rPr>
          <w:rFonts w:cs="Times New Roman"/>
        </w:rPr>
      </w:pPr>
      <w:r w:rsidRPr="00381796">
        <w:rPr>
          <w:rFonts w:cs="宋体" w:hint="eastAsia"/>
        </w:rPr>
        <w:t>（</w:t>
      </w:r>
      <w:r w:rsidRPr="00381796">
        <w:t>1</w:t>
      </w:r>
      <w:r w:rsidRPr="00381796">
        <w:rPr>
          <w:rFonts w:cs="宋体" w:hint="eastAsia"/>
        </w:rPr>
        <w:t>）军事用海；</w:t>
      </w:r>
    </w:p>
    <w:p w:rsidR="00991675" w:rsidRPr="00381796" w:rsidRDefault="00991675" w:rsidP="00381796">
      <w:pPr>
        <w:ind w:firstLine="31680"/>
        <w:rPr>
          <w:rFonts w:cs="Times New Roman"/>
        </w:rPr>
      </w:pPr>
      <w:r w:rsidRPr="00381796">
        <w:rPr>
          <w:rFonts w:cs="宋体" w:hint="eastAsia"/>
        </w:rPr>
        <w:t>（</w:t>
      </w:r>
      <w:r w:rsidRPr="00381796">
        <w:t>2</w:t>
      </w:r>
      <w:r w:rsidRPr="00381796">
        <w:rPr>
          <w:rFonts w:cs="宋体" w:hint="eastAsia"/>
        </w:rPr>
        <w:t>）公务船舶专用码头用海；</w:t>
      </w:r>
    </w:p>
    <w:p w:rsidR="00991675" w:rsidRPr="00381796" w:rsidRDefault="00991675" w:rsidP="00381796">
      <w:pPr>
        <w:ind w:firstLine="31680"/>
        <w:rPr>
          <w:rFonts w:cs="Times New Roman"/>
        </w:rPr>
      </w:pPr>
      <w:r w:rsidRPr="00381796">
        <w:rPr>
          <w:rFonts w:cs="宋体" w:hint="eastAsia"/>
        </w:rPr>
        <w:t>（</w:t>
      </w:r>
      <w:r w:rsidRPr="00381796">
        <w:t>3</w:t>
      </w:r>
      <w:r w:rsidRPr="00381796">
        <w:rPr>
          <w:rFonts w:cs="宋体" w:hint="eastAsia"/>
        </w:rPr>
        <w:t>）非经营性的航道、锚地等交通基础设施用海；</w:t>
      </w:r>
    </w:p>
    <w:p w:rsidR="00991675" w:rsidRPr="00381796" w:rsidRDefault="00991675" w:rsidP="00381796">
      <w:pPr>
        <w:ind w:firstLine="31680"/>
        <w:rPr>
          <w:rFonts w:cs="Times New Roman"/>
        </w:rPr>
      </w:pPr>
      <w:r w:rsidRPr="00381796">
        <w:rPr>
          <w:rFonts w:cs="宋体" w:hint="eastAsia"/>
        </w:rPr>
        <w:t>（</w:t>
      </w:r>
      <w:r w:rsidRPr="00381796">
        <w:t>4</w:t>
      </w:r>
      <w:r w:rsidRPr="00381796">
        <w:rPr>
          <w:rFonts w:cs="宋体" w:hint="eastAsia"/>
        </w:rPr>
        <w:t>）教学、科研、防灾减灾、海难搜救打捞等非经营性公益事业用海。</w:t>
      </w:r>
    </w:p>
    <w:p w:rsidR="00991675" w:rsidRPr="00381796" w:rsidRDefault="00991675" w:rsidP="00381796">
      <w:pPr>
        <w:ind w:firstLine="31680"/>
        <w:rPr>
          <w:rFonts w:cs="Times New Roman"/>
        </w:rPr>
      </w:pPr>
      <w:r w:rsidRPr="00381796">
        <w:rPr>
          <w:rFonts w:cs="宋体" w:hint="eastAsia"/>
        </w:rPr>
        <w:t>下列用海，按照国务院财政部门和国务院海洋行政主管部门的规定，经有批准权的人民政府财政部门和海洋行政主管部门审查批准，可以减缴或者免缴海域使用金：（</w:t>
      </w:r>
      <w:r w:rsidRPr="00381796">
        <w:t>1</w:t>
      </w:r>
      <w:r w:rsidRPr="00381796">
        <w:rPr>
          <w:rFonts w:cs="宋体" w:hint="eastAsia"/>
        </w:rPr>
        <w:t>）公用设施用海；（</w:t>
      </w:r>
      <w:r w:rsidRPr="00381796">
        <w:t>2</w:t>
      </w:r>
      <w:r w:rsidRPr="00381796">
        <w:rPr>
          <w:rFonts w:cs="宋体" w:hint="eastAsia"/>
        </w:rPr>
        <w:t>）国家重大建设项目用海；（</w:t>
      </w:r>
      <w:r w:rsidRPr="00381796">
        <w:t>3</w:t>
      </w:r>
      <w:r w:rsidRPr="00381796">
        <w:rPr>
          <w:rFonts w:cs="宋体" w:hint="eastAsia"/>
        </w:rPr>
        <w:t>）养殖用海。</w:t>
      </w:r>
    </w:p>
    <w:p w:rsidR="00991675" w:rsidRPr="00381796" w:rsidRDefault="00991675" w:rsidP="00381796">
      <w:pPr>
        <w:pStyle w:val="a"/>
        <w:ind w:firstLine="31680"/>
        <w:rPr>
          <w:rFonts w:cs="Times New Roman"/>
        </w:rPr>
      </w:pPr>
      <w:r w:rsidRPr="00381796">
        <w:rPr>
          <w:rFonts w:hint="eastAsia"/>
        </w:rPr>
        <w:t>知识点：国家质量技术监督局</w:t>
      </w:r>
      <w:r w:rsidRPr="00381796">
        <w:t>GB/T 18190-2000</w:t>
      </w:r>
      <w:r w:rsidRPr="00381796">
        <w:rPr>
          <w:rFonts w:hint="eastAsia"/>
        </w:rPr>
        <w:t>海洋学术语海洋地质学中对我国海岸线定义为：海陆分界线，在我国系指多年大潮平均高潮位时海陆分界线。</w:t>
      </w:r>
    </w:p>
    <w:p w:rsidR="00991675" w:rsidRPr="00381796" w:rsidRDefault="00991675" w:rsidP="00381796">
      <w:pPr>
        <w:pStyle w:val="a"/>
        <w:ind w:firstLine="31680"/>
        <w:rPr>
          <w:rFonts w:cs="Times New Roman"/>
        </w:rPr>
      </w:pPr>
      <w:r w:rsidRPr="00381796">
        <w:rPr>
          <w:rFonts w:hint="eastAsia"/>
        </w:rPr>
        <w:t>知识点：我国第一部专门针对海岛的法律《中华人民共和国海岛保护法》于</w:t>
      </w:r>
      <w:r w:rsidRPr="00381796">
        <w:t>2010</w:t>
      </w:r>
      <w:r w:rsidRPr="00381796">
        <w:rPr>
          <w:rFonts w:hint="eastAsia"/>
        </w:rPr>
        <w:t>年正式颁发实施</w:t>
      </w:r>
    </w:p>
    <w:p w:rsidR="00991675" w:rsidRPr="00381796" w:rsidRDefault="00991675" w:rsidP="00381796">
      <w:pPr>
        <w:pStyle w:val="a"/>
        <w:ind w:firstLine="31680"/>
        <w:rPr>
          <w:rFonts w:cs="Times New Roman"/>
        </w:rPr>
      </w:pPr>
      <w:r w:rsidRPr="00381796">
        <w:rPr>
          <w:rFonts w:hint="eastAsia"/>
        </w:rPr>
        <w:t>知识点：国际海底管理局是根据《联合国海洋法公约》于</w:t>
      </w:r>
      <w:r w:rsidRPr="00381796">
        <w:t>1983</w:t>
      </w:r>
      <w:r w:rsidRPr="00381796">
        <w:rPr>
          <w:rFonts w:hint="eastAsia"/>
        </w:rPr>
        <w:t>年所设立的国际机构，是《公约》缔约国组织和控制各国管辖范围以外的国际海底区域内活动，特别是管理区域内资源的组织。</w:t>
      </w:r>
    </w:p>
    <w:p w:rsidR="00991675" w:rsidRPr="00381796" w:rsidRDefault="00991675" w:rsidP="00381796">
      <w:pPr>
        <w:pStyle w:val="a"/>
        <w:ind w:firstLine="31680"/>
        <w:rPr>
          <w:rFonts w:cs="Times New Roman"/>
        </w:rPr>
      </w:pPr>
      <w:r w:rsidRPr="00381796">
        <w:rPr>
          <w:rFonts w:hint="eastAsia"/>
        </w:rPr>
        <w:t>知识点：</w:t>
      </w:r>
      <w:r w:rsidRPr="00381796">
        <w:t>2011</w:t>
      </w:r>
      <w:r w:rsidRPr="00381796">
        <w:rPr>
          <w:rFonts w:hint="eastAsia"/>
        </w:rPr>
        <w:t>年</w:t>
      </w:r>
      <w:r w:rsidRPr="00381796">
        <w:t>7</w:t>
      </w:r>
      <w:r w:rsidRPr="00381796">
        <w:rPr>
          <w:rFonts w:hint="eastAsia"/>
        </w:rPr>
        <w:t>月，国际海底管理局理事会在牙买加召开的国际海底管理局第</w:t>
      </w:r>
      <w:r w:rsidRPr="00381796">
        <w:t>17</w:t>
      </w:r>
      <w:r w:rsidRPr="00381796">
        <w:rPr>
          <w:rFonts w:hint="eastAsia"/>
        </w:rPr>
        <w:t>届会议，核准了中国大洋协会提出的多金属硫化物矿区申请，中国在西南印度洋洋脊国际海底区域获得了</w:t>
      </w:r>
      <w:r w:rsidRPr="00381796">
        <w:t>1</w:t>
      </w:r>
      <w:r w:rsidRPr="00381796">
        <w:rPr>
          <w:rFonts w:hint="eastAsia"/>
        </w:rPr>
        <w:t>万平方千米具有专属勘探权的多金属硫化物资源矿区，并在未来开发该资源时享有优先开采权。</w:t>
      </w:r>
    </w:p>
    <w:p w:rsidR="00991675" w:rsidRPr="00381796" w:rsidRDefault="00991675" w:rsidP="00381796">
      <w:pPr>
        <w:pStyle w:val="a"/>
        <w:ind w:firstLine="31680"/>
        <w:rPr>
          <w:rFonts w:cs="Times New Roman"/>
        </w:rPr>
      </w:pPr>
      <w:r w:rsidRPr="00381796">
        <w:rPr>
          <w:rFonts w:hint="eastAsia"/>
        </w:rPr>
        <w:t>知识点：三沙市是</w:t>
      </w:r>
      <w:hyperlink r:id="rId8" w:tgtFrame="_blank" w:history="1">
        <w:r w:rsidRPr="00381796">
          <w:rPr>
            <w:rFonts w:hint="eastAsia"/>
          </w:rPr>
          <w:t>海南省</w:t>
        </w:r>
      </w:hyperlink>
      <w:r w:rsidRPr="00381796">
        <w:rPr>
          <w:rFonts w:hint="eastAsia"/>
        </w:rPr>
        <w:t>三个</w:t>
      </w:r>
      <w:hyperlink r:id="rId9" w:tgtFrame="_blank" w:history="1">
        <w:r w:rsidRPr="00381796">
          <w:rPr>
            <w:rFonts w:hint="eastAsia"/>
          </w:rPr>
          <w:t>地级市</w:t>
        </w:r>
      </w:hyperlink>
      <w:r w:rsidRPr="00381796">
        <w:rPr>
          <w:rFonts w:hint="eastAsia"/>
        </w:rPr>
        <w:t>之一（其余两个为</w:t>
      </w:r>
      <w:hyperlink r:id="rId10" w:tgtFrame="_blank" w:history="1">
        <w:r w:rsidRPr="00381796">
          <w:rPr>
            <w:rFonts w:hint="eastAsia"/>
          </w:rPr>
          <w:t>海口</w:t>
        </w:r>
      </w:hyperlink>
      <w:r w:rsidRPr="00381796">
        <w:rPr>
          <w:rFonts w:hint="eastAsia"/>
        </w:rPr>
        <w:t>，</w:t>
      </w:r>
      <w:hyperlink r:id="rId11" w:tgtFrame="_blank" w:history="1">
        <w:r w:rsidRPr="00381796">
          <w:rPr>
            <w:rFonts w:hint="eastAsia"/>
          </w:rPr>
          <w:t>三亚</w:t>
        </w:r>
      </w:hyperlink>
      <w:r w:rsidRPr="00381796">
        <w:rPr>
          <w:rFonts w:hint="eastAsia"/>
        </w:rPr>
        <w:t>），现辖</w:t>
      </w:r>
      <w:hyperlink r:id="rId12" w:tgtFrame="_blank" w:history="1">
        <w:r w:rsidRPr="00381796">
          <w:rPr>
            <w:rFonts w:hint="eastAsia"/>
          </w:rPr>
          <w:t>西沙群岛</w:t>
        </w:r>
      </w:hyperlink>
      <w:r w:rsidRPr="00381796">
        <w:rPr>
          <w:rFonts w:hint="eastAsia"/>
        </w:rPr>
        <w:t>、</w:t>
      </w:r>
      <w:hyperlink r:id="rId13" w:tgtFrame="_blank" w:history="1">
        <w:r w:rsidRPr="00381796">
          <w:rPr>
            <w:rFonts w:hint="eastAsia"/>
          </w:rPr>
          <w:t>中沙群岛</w:t>
        </w:r>
      </w:hyperlink>
      <w:r w:rsidRPr="00381796">
        <w:rPr>
          <w:rFonts w:hint="eastAsia"/>
        </w:rPr>
        <w:t>、</w:t>
      </w:r>
      <w:hyperlink r:id="rId14" w:tgtFrame="_blank" w:history="1">
        <w:r w:rsidRPr="00381796">
          <w:rPr>
            <w:rFonts w:hint="eastAsia"/>
          </w:rPr>
          <w:t>南沙群岛</w:t>
        </w:r>
      </w:hyperlink>
      <w:r w:rsidRPr="00381796">
        <w:rPr>
          <w:rFonts w:hint="eastAsia"/>
        </w:rPr>
        <w:t>的岛礁及其海域，政府驻地位于西沙</w:t>
      </w:r>
      <w:hyperlink r:id="rId15" w:tgtFrame="_blank" w:history="1">
        <w:r w:rsidRPr="00381796">
          <w:rPr>
            <w:rFonts w:hint="eastAsia"/>
          </w:rPr>
          <w:t>永兴岛</w:t>
        </w:r>
      </w:hyperlink>
      <w:r w:rsidRPr="00381796">
        <w:rPr>
          <w:rFonts w:hint="eastAsia"/>
        </w:rPr>
        <w:t>。三沙市是在</w:t>
      </w:r>
      <w:r w:rsidRPr="00381796">
        <w:t>2012</w:t>
      </w:r>
      <w:r w:rsidRPr="00381796">
        <w:rPr>
          <w:rFonts w:hint="eastAsia"/>
        </w:rPr>
        <w:t>年时伴随</w:t>
      </w:r>
      <w:hyperlink r:id="rId16" w:tgtFrame="_blank" w:history="1">
        <w:r w:rsidRPr="00381796">
          <w:rPr>
            <w:rFonts w:hint="eastAsia"/>
          </w:rPr>
          <w:t>海南省西沙群岛、南沙群岛、中沙群岛办事处</w:t>
        </w:r>
      </w:hyperlink>
      <w:r w:rsidRPr="00381796">
        <w:rPr>
          <w:rFonts w:hint="eastAsia"/>
        </w:rPr>
        <w:t>的撤销而同时建立的新行政区。</w:t>
      </w:r>
    </w:p>
    <w:p w:rsidR="00991675" w:rsidRPr="00381796" w:rsidRDefault="00991675" w:rsidP="00381796">
      <w:pPr>
        <w:pStyle w:val="a"/>
        <w:ind w:firstLine="31680"/>
        <w:rPr>
          <w:rFonts w:cs="Times New Roman"/>
        </w:rPr>
      </w:pPr>
      <w:r w:rsidRPr="00381796">
        <w:rPr>
          <w:rFonts w:hint="eastAsia"/>
        </w:rPr>
        <w:t>知识点：《中华人民共和国海域使用管理法》由中华人民共和国第九届全国人民代表大会常务委员会第二十四次会议于</w:t>
      </w:r>
      <w:r w:rsidRPr="00381796">
        <w:t>2001</w:t>
      </w:r>
      <w:r w:rsidRPr="00381796">
        <w:rPr>
          <w:rFonts w:hint="eastAsia"/>
        </w:rPr>
        <w:t>年</w:t>
      </w:r>
      <w:r w:rsidRPr="00381796">
        <w:t>10</w:t>
      </w:r>
      <w:r w:rsidRPr="00381796">
        <w:rPr>
          <w:rFonts w:hint="eastAsia"/>
        </w:rPr>
        <w:t>月</w:t>
      </w:r>
      <w:r w:rsidRPr="00381796">
        <w:t>27</w:t>
      </w:r>
      <w:r w:rsidRPr="00381796">
        <w:rPr>
          <w:rFonts w:hint="eastAsia"/>
        </w:rPr>
        <w:t>日通过，自</w:t>
      </w:r>
      <w:r w:rsidRPr="00381796">
        <w:t>2002</w:t>
      </w:r>
      <w:r w:rsidRPr="00381796">
        <w:rPr>
          <w:rFonts w:hint="eastAsia"/>
        </w:rPr>
        <w:t>年</w:t>
      </w:r>
      <w:r w:rsidRPr="00381796">
        <w:t>1</w:t>
      </w:r>
      <w:r w:rsidRPr="00381796">
        <w:rPr>
          <w:rFonts w:hint="eastAsia"/>
        </w:rPr>
        <w:t>月</w:t>
      </w:r>
      <w:r w:rsidRPr="00381796">
        <w:t>1</w:t>
      </w:r>
      <w:r w:rsidRPr="00381796">
        <w:rPr>
          <w:rFonts w:hint="eastAsia"/>
        </w:rPr>
        <w:t>日起施行。</w:t>
      </w:r>
    </w:p>
    <w:p w:rsidR="00991675" w:rsidRPr="00381796" w:rsidRDefault="00991675" w:rsidP="00381796">
      <w:pPr>
        <w:pStyle w:val="a"/>
        <w:ind w:firstLine="31680"/>
        <w:rPr>
          <w:rFonts w:cs="Times New Roman"/>
        </w:rPr>
      </w:pPr>
      <w:r w:rsidRPr="00381796">
        <w:rPr>
          <w:rFonts w:hint="eastAsia"/>
        </w:rPr>
        <w:t>知识点：《海洋观测预报管理条例》于</w:t>
      </w:r>
      <w:r w:rsidRPr="00381796">
        <w:t>2012</w:t>
      </w:r>
      <w:r w:rsidRPr="00381796">
        <w:rPr>
          <w:rFonts w:hint="eastAsia"/>
        </w:rPr>
        <w:t>年颁布。</w:t>
      </w:r>
    </w:p>
    <w:p w:rsidR="00991675" w:rsidRPr="00381796" w:rsidRDefault="00991675" w:rsidP="00381796">
      <w:pPr>
        <w:pStyle w:val="a"/>
        <w:ind w:firstLine="31680"/>
        <w:rPr>
          <w:rFonts w:cs="Times New Roman"/>
        </w:rPr>
      </w:pPr>
      <w:r w:rsidRPr="00381796">
        <w:rPr>
          <w:rFonts w:hint="eastAsia"/>
        </w:rPr>
        <w:t>（难）知识点：湛江红树林自然保护区位于广东省湛江市境内，面积</w:t>
      </w:r>
      <w:r w:rsidRPr="00381796">
        <w:t>1.9</w:t>
      </w:r>
      <w:r w:rsidRPr="00381796">
        <w:rPr>
          <w:rFonts w:hint="eastAsia"/>
        </w:rPr>
        <w:t>万公顷，湛江红树林自然保护区为我国现存红树林面积最大的一个自然保护区。</w:t>
      </w:r>
    </w:p>
    <w:p w:rsidR="00991675" w:rsidRPr="00381796" w:rsidRDefault="00991675" w:rsidP="00381796">
      <w:pPr>
        <w:pStyle w:val="a"/>
        <w:ind w:firstLine="31680"/>
        <w:rPr>
          <w:rFonts w:cs="Times New Roman"/>
        </w:rPr>
      </w:pPr>
      <w:r w:rsidRPr="00381796">
        <w:rPr>
          <w:rFonts w:hint="eastAsia"/>
        </w:rPr>
        <w:t>知识点：《中华人民共和国海洋环境保护法》自</w:t>
      </w:r>
      <w:r w:rsidRPr="00381796">
        <w:t>2000</w:t>
      </w:r>
      <w:r w:rsidRPr="00381796">
        <w:rPr>
          <w:rFonts w:hint="eastAsia"/>
        </w:rPr>
        <w:t>年起施行。</w:t>
      </w:r>
    </w:p>
    <w:p w:rsidR="00991675" w:rsidRPr="00381796" w:rsidRDefault="00991675" w:rsidP="00381796">
      <w:pPr>
        <w:pStyle w:val="a"/>
        <w:ind w:firstLine="31680"/>
        <w:rPr>
          <w:rFonts w:cs="Times New Roman"/>
        </w:rPr>
      </w:pPr>
      <w:bookmarkStart w:id="6" w:name="OLE_LINK1"/>
      <w:r w:rsidRPr="00381796">
        <w:rPr>
          <w:rFonts w:hint="eastAsia"/>
        </w:rPr>
        <w:t>知识点：</w:t>
      </w:r>
      <w:r w:rsidRPr="00381796">
        <w:t>2008</w:t>
      </w:r>
      <w:r w:rsidRPr="00381796">
        <w:rPr>
          <w:rFonts w:hint="eastAsia"/>
        </w:rPr>
        <w:t>年</w:t>
      </w:r>
      <w:r w:rsidRPr="00381796">
        <w:t>12</w:t>
      </w:r>
      <w:r w:rsidRPr="00381796">
        <w:rPr>
          <w:rFonts w:hint="eastAsia"/>
        </w:rPr>
        <w:t>月</w:t>
      </w:r>
      <w:r w:rsidRPr="00381796">
        <w:t>5</w:t>
      </w:r>
      <w:r w:rsidRPr="00381796">
        <w:rPr>
          <w:rFonts w:hint="eastAsia"/>
        </w:rPr>
        <w:t>日，第</w:t>
      </w:r>
      <w:r w:rsidRPr="00381796">
        <w:t>63</w:t>
      </w:r>
      <w:r w:rsidRPr="00381796">
        <w:rPr>
          <w:rFonts w:hint="eastAsia"/>
        </w:rPr>
        <w:t>届联合国大会通过第</w:t>
      </w:r>
      <w:r w:rsidRPr="00381796">
        <w:t>111</w:t>
      </w:r>
      <w:r w:rsidRPr="00381796">
        <w:rPr>
          <w:rFonts w:hint="eastAsia"/>
        </w:rPr>
        <w:t>号决议，决定自</w:t>
      </w:r>
      <w:r w:rsidRPr="00381796">
        <w:t>2009</w:t>
      </w:r>
      <w:r w:rsidRPr="00381796">
        <w:rPr>
          <w:rFonts w:hint="eastAsia"/>
        </w:rPr>
        <w:t>年起，将每年的</w:t>
      </w:r>
      <w:r w:rsidRPr="00381796">
        <w:t>6</w:t>
      </w:r>
      <w:r w:rsidRPr="00381796">
        <w:rPr>
          <w:rFonts w:hint="eastAsia"/>
        </w:rPr>
        <w:t>月</w:t>
      </w:r>
      <w:r w:rsidRPr="00381796">
        <w:t>8</w:t>
      </w:r>
      <w:r w:rsidRPr="00381796">
        <w:rPr>
          <w:rFonts w:hint="eastAsia"/>
        </w:rPr>
        <w:t>日确定为“世界海洋日”。为进一步贯彻落实党中央、国务院“高度重视海洋工作和增强全民海洋意识”的指示精神，从</w:t>
      </w:r>
      <w:r w:rsidRPr="00381796">
        <w:t>2010</w:t>
      </w:r>
      <w:r w:rsidRPr="00381796">
        <w:rPr>
          <w:rFonts w:hint="eastAsia"/>
        </w:rPr>
        <w:t>年起，国家海洋局将全国海洋宣传日活动改期为每年的</w:t>
      </w:r>
      <w:r w:rsidRPr="00381796">
        <w:t>6</w:t>
      </w:r>
      <w:r w:rsidRPr="00381796">
        <w:rPr>
          <w:rFonts w:hint="eastAsia"/>
        </w:rPr>
        <w:t>月</w:t>
      </w:r>
      <w:r w:rsidRPr="00381796">
        <w:t>8</w:t>
      </w:r>
      <w:r w:rsidRPr="00381796">
        <w:rPr>
          <w:rFonts w:hint="eastAsia"/>
        </w:rPr>
        <w:t>日举行，并更名为“世界海洋日暨全国海洋宣传日”。</w:t>
      </w:r>
    </w:p>
    <w:p w:rsidR="00991675" w:rsidRPr="00381796" w:rsidRDefault="00991675" w:rsidP="00381796">
      <w:pPr>
        <w:pStyle w:val="a"/>
        <w:ind w:firstLine="31680"/>
        <w:rPr>
          <w:rFonts w:cs="Times New Roman"/>
        </w:rPr>
      </w:pPr>
      <w:r w:rsidRPr="00381796">
        <w:rPr>
          <w:rFonts w:hint="eastAsia"/>
        </w:rPr>
        <w:t>知识点：根据《海岛保护法》第一节“一般规定”第十六条：国务院和沿海地方各级人民政府应当采取措施，保护海岛的自然资源、</w:t>
      </w:r>
      <w:hyperlink r:id="rId17" w:tgtFrame="http://baike.baidu.com/_blank" w:history="1">
        <w:r w:rsidRPr="00381796">
          <w:rPr>
            <w:rFonts w:hint="eastAsia"/>
          </w:rPr>
          <w:t>自然景观</w:t>
        </w:r>
      </w:hyperlink>
      <w:r w:rsidRPr="00381796">
        <w:rPr>
          <w:rFonts w:hint="eastAsia"/>
        </w:rPr>
        <w:t>以及历史、人文遗迹。</w:t>
      </w:r>
    </w:p>
    <w:p w:rsidR="00991675" w:rsidRPr="00381796" w:rsidRDefault="00991675" w:rsidP="00381796">
      <w:pPr>
        <w:pStyle w:val="a"/>
        <w:ind w:firstLine="31680"/>
        <w:rPr>
          <w:rFonts w:cs="Times New Roman"/>
        </w:rPr>
      </w:pPr>
      <w:r w:rsidRPr="00381796">
        <w:rPr>
          <w:rFonts w:hint="eastAsia"/>
        </w:rPr>
        <w:t>知识点：《中华人民共和国海域使用管理法》第三条：海域属于国家所有，国务院代表国家行使海域所有权。任何单位或者个人不得侵占、买卖或者以其他形式非法转让海域。</w:t>
      </w:r>
    </w:p>
    <w:p w:rsidR="00991675" w:rsidRPr="00381796" w:rsidRDefault="00991675" w:rsidP="00381796">
      <w:pPr>
        <w:pStyle w:val="a"/>
        <w:ind w:firstLine="31680"/>
        <w:rPr>
          <w:rFonts w:cs="Times New Roman"/>
        </w:rPr>
      </w:pPr>
      <w:r w:rsidRPr="00381796">
        <w:rPr>
          <w:rFonts w:hint="eastAsia"/>
        </w:rPr>
        <w:t>知识点：《中华人民共和国海域使用管理法》第十八条，下列项目用海，应当报国务院审批：（一）填海五十公顷以上的项目用海……</w:t>
      </w:r>
    </w:p>
    <w:p w:rsidR="00991675" w:rsidRPr="00381796" w:rsidRDefault="00991675" w:rsidP="00381796">
      <w:pPr>
        <w:pStyle w:val="a"/>
        <w:ind w:firstLine="31680"/>
        <w:rPr>
          <w:rFonts w:cs="Times New Roman"/>
          <w:kern w:val="0"/>
        </w:rPr>
      </w:pPr>
      <w:r w:rsidRPr="00381796">
        <w:rPr>
          <w:rFonts w:hint="eastAsia"/>
          <w:kern w:val="0"/>
        </w:rPr>
        <w:t>知识点：《中华人民共和国海洋环境保护法》第四十四条：海岸工程建设项目的环境保护设施，必须与主体工程同时设计、同时施工、同时投产使用。环境保护设施未经环境保护行政主管部门检查批准，建设项目不得试运行；环境保护设施未经环境保护行政主管部门验收，或者经验收不合格的，建设项目不得投入生产或者使用。</w:t>
      </w:r>
    </w:p>
    <w:p w:rsidR="00991675" w:rsidRPr="00381796" w:rsidRDefault="00991675" w:rsidP="00381796">
      <w:pPr>
        <w:pStyle w:val="a"/>
        <w:ind w:firstLine="31680"/>
        <w:rPr>
          <w:rFonts w:cs="Times New Roman"/>
          <w:kern w:val="0"/>
        </w:rPr>
      </w:pPr>
      <w:r w:rsidRPr="00381796">
        <w:rPr>
          <w:rFonts w:hint="eastAsia"/>
          <w:kern w:val="0"/>
        </w:rPr>
        <w:t>知识点：《中华人民共和国海岛保护法》</w:t>
      </w:r>
      <w:r w:rsidRPr="00381796">
        <w:rPr>
          <w:rFonts w:hint="eastAsia"/>
        </w:rPr>
        <w:t>第五</w:t>
      </w:r>
      <w:r w:rsidRPr="00381796">
        <w:rPr>
          <w:rFonts w:hint="eastAsia"/>
          <w:kern w:val="0"/>
        </w:rPr>
        <w:t>条：国务院海洋主管部门负责全国无居民海岛保护和开发利用的管理工作。沿海县级以上地方人民政府海洋主管部门负责本行政区域内无居民海岛保护和开发利用管理的有关工作。</w:t>
      </w:r>
    </w:p>
    <w:p w:rsidR="00991675" w:rsidRPr="00381796" w:rsidRDefault="00991675" w:rsidP="00381796">
      <w:pPr>
        <w:pStyle w:val="a"/>
        <w:ind w:firstLine="31680"/>
        <w:rPr>
          <w:rFonts w:cs="Times New Roman"/>
          <w:kern w:val="0"/>
        </w:rPr>
      </w:pPr>
      <w:r w:rsidRPr="00381796">
        <w:rPr>
          <w:rFonts w:hint="eastAsia"/>
          <w:kern w:val="0"/>
        </w:rPr>
        <w:t>知识点：《防治海洋工程建设项目污染损害海洋环境管理条例》第十一条：下列海洋工程的环境影响报告书，由国家海洋主管部门核准：</w:t>
      </w:r>
    </w:p>
    <w:p w:rsidR="00991675" w:rsidRPr="00381796" w:rsidRDefault="00991675" w:rsidP="00381796">
      <w:pPr>
        <w:ind w:firstLine="31680"/>
        <w:rPr>
          <w:rFonts w:cs="Times New Roman"/>
          <w:kern w:val="0"/>
        </w:rPr>
      </w:pPr>
      <w:r w:rsidRPr="00381796">
        <w:rPr>
          <w:rFonts w:cs="宋体" w:hint="eastAsia"/>
          <w:kern w:val="0"/>
        </w:rPr>
        <w:t>（一）涉及国家海洋权益、国防安全等特殊性质的工程；</w:t>
      </w:r>
    </w:p>
    <w:p w:rsidR="00991675" w:rsidRPr="00381796" w:rsidRDefault="00991675" w:rsidP="00381796">
      <w:pPr>
        <w:ind w:firstLine="31680"/>
        <w:rPr>
          <w:rFonts w:cs="Times New Roman"/>
          <w:kern w:val="0"/>
        </w:rPr>
      </w:pPr>
      <w:r w:rsidRPr="00381796">
        <w:rPr>
          <w:rFonts w:cs="宋体" w:hint="eastAsia"/>
          <w:kern w:val="0"/>
        </w:rPr>
        <w:t>（二）海洋矿产资源勘探开发及其附属工程；</w:t>
      </w:r>
    </w:p>
    <w:p w:rsidR="00991675" w:rsidRPr="00381796" w:rsidRDefault="00991675" w:rsidP="00381796">
      <w:pPr>
        <w:ind w:firstLine="31680"/>
        <w:rPr>
          <w:rFonts w:cs="Times New Roman"/>
          <w:kern w:val="0"/>
        </w:rPr>
      </w:pPr>
      <w:r w:rsidRPr="00381796">
        <w:rPr>
          <w:rFonts w:cs="宋体" w:hint="eastAsia"/>
          <w:kern w:val="0"/>
        </w:rPr>
        <w:t>（三）</w:t>
      </w:r>
      <w:r w:rsidRPr="00381796">
        <w:rPr>
          <w:kern w:val="0"/>
        </w:rPr>
        <w:t>50</w:t>
      </w:r>
      <w:r w:rsidRPr="00381796">
        <w:rPr>
          <w:rFonts w:cs="宋体" w:hint="eastAsia"/>
          <w:kern w:val="0"/>
        </w:rPr>
        <w:t>公顷以上的填海工程，</w:t>
      </w:r>
      <w:r w:rsidRPr="00381796">
        <w:rPr>
          <w:kern w:val="0"/>
        </w:rPr>
        <w:t>100</w:t>
      </w:r>
      <w:r w:rsidRPr="00381796">
        <w:rPr>
          <w:rFonts w:cs="宋体" w:hint="eastAsia"/>
          <w:kern w:val="0"/>
        </w:rPr>
        <w:t>公顷以上的围海工程；</w:t>
      </w:r>
    </w:p>
    <w:p w:rsidR="00991675" w:rsidRPr="00381796" w:rsidRDefault="00991675" w:rsidP="00381796">
      <w:pPr>
        <w:ind w:firstLine="31680"/>
        <w:rPr>
          <w:rFonts w:cs="Times New Roman"/>
          <w:kern w:val="0"/>
        </w:rPr>
      </w:pPr>
      <w:r w:rsidRPr="00381796">
        <w:rPr>
          <w:rFonts w:cs="宋体" w:hint="eastAsia"/>
          <w:kern w:val="0"/>
        </w:rPr>
        <w:t>（四）潮汐电站、波浪电站、温差电站等海洋能源开发利用工程；</w:t>
      </w:r>
    </w:p>
    <w:p w:rsidR="00991675" w:rsidRPr="00381796" w:rsidRDefault="00991675" w:rsidP="00381796">
      <w:pPr>
        <w:ind w:firstLine="31680"/>
        <w:rPr>
          <w:rFonts w:cs="Times New Roman"/>
          <w:kern w:val="0"/>
        </w:rPr>
      </w:pPr>
      <w:r w:rsidRPr="00381796">
        <w:rPr>
          <w:rFonts w:cs="宋体" w:hint="eastAsia"/>
          <w:kern w:val="0"/>
        </w:rPr>
        <w:t>（五）由国务院或者国务院有关部门审批的海洋工程。</w:t>
      </w:r>
    </w:p>
    <w:p w:rsidR="00991675" w:rsidRPr="00381796" w:rsidRDefault="00991675" w:rsidP="00381796">
      <w:pPr>
        <w:ind w:firstLine="31680"/>
        <w:rPr>
          <w:rFonts w:cs="Times New Roman"/>
          <w:kern w:val="0"/>
        </w:rPr>
      </w:pPr>
      <w:r w:rsidRPr="00381796">
        <w:rPr>
          <w:rFonts w:cs="宋体" w:hint="eastAsia"/>
          <w:kern w:val="0"/>
        </w:rPr>
        <w:t>前款规定以外的海洋工程的环境影响报告书，由沿海县级以上地方人民政府海洋主管部门根据沿海省、自治区、直辖市人民政府规定的权限核准。</w:t>
      </w:r>
    </w:p>
    <w:p w:rsidR="00991675" w:rsidRPr="00381796" w:rsidRDefault="00991675" w:rsidP="00381796">
      <w:pPr>
        <w:ind w:firstLine="31680"/>
        <w:rPr>
          <w:rFonts w:cs="Times New Roman"/>
          <w:kern w:val="0"/>
        </w:rPr>
      </w:pPr>
      <w:r w:rsidRPr="00381796">
        <w:rPr>
          <w:rFonts w:cs="宋体" w:hint="eastAsia"/>
          <w:kern w:val="0"/>
        </w:rPr>
        <w:t>海洋工程可能造成跨区域环境影响并且有关海洋主管部门对环境影响评价结论有争议的，该工程的环境影响报告书由其共同的上一级海洋主管部门核准。</w:t>
      </w:r>
    </w:p>
    <w:p w:rsidR="00991675" w:rsidRPr="00381796" w:rsidRDefault="00991675" w:rsidP="00381796">
      <w:pPr>
        <w:pStyle w:val="a"/>
        <w:ind w:firstLine="31680"/>
        <w:rPr>
          <w:rFonts w:cs="Times New Roman"/>
        </w:rPr>
      </w:pPr>
      <w:r w:rsidRPr="00381796">
        <w:rPr>
          <w:rFonts w:hint="eastAsia"/>
        </w:rPr>
        <w:t>知识点</w:t>
      </w:r>
      <w:r w:rsidRPr="00381796">
        <w:t xml:space="preserve">: </w:t>
      </w:r>
      <w:r w:rsidRPr="00381796">
        <w:rPr>
          <w:rFonts w:hint="eastAsia"/>
        </w:rPr>
        <w:t>南麂列岛海洋自然保护区位于浙江，属于东海海域，山口红树林生态自然保护区位于广西，南海海域，大洲岛海洋生态自然保护区和三亚珊瑚礁自然保护区位于海南，南海海域。</w:t>
      </w:r>
    </w:p>
    <w:p w:rsidR="00991675" w:rsidRPr="00381796" w:rsidRDefault="00991675" w:rsidP="00381796">
      <w:pPr>
        <w:pStyle w:val="a"/>
        <w:ind w:firstLine="31680"/>
        <w:rPr>
          <w:rFonts w:cs="Times New Roman"/>
        </w:rPr>
      </w:pPr>
      <w:r w:rsidRPr="00381796">
        <w:rPr>
          <w:rFonts w:hint="eastAsia"/>
        </w:rPr>
        <w:t>知识点：《生物多样性公约》（</w:t>
      </w:r>
      <w:r w:rsidRPr="00381796">
        <w:t>Convention on Biological Diversity</w:t>
      </w:r>
      <w:r w:rsidRPr="00381796">
        <w:rPr>
          <w:rFonts w:hint="eastAsia"/>
        </w:rPr>
        <w:t>）是一项保护地球生物资源的国际性公约，于</w:t>
      </w:r>
      <w:r w:rsidRPr="00381796">
        <w:t>1992</w:t>
      </w:r>
      <w:r w:rsidRPr="00381796">
        <w:rPr>
          <w:rFonts w:hint="eastAsia"/>
        </w:rPr>
        <w:t>年</w:t>
      </w:r>
      <w:r w:rsidRPr="00381796">
        <w:t>6</w:t>
      </w:r>
      <w:r w:rsidRPr="00381796">
        <w:rPr>
          <w:rFonts w:hint="eastAsia"/>
        </w:rPr>
        <w:t>月</w:t>
      </w:r>
      <w:r w:rsidRPr="00381796">
        <w:t>1</w:t>
      </w:r>
      <w:r w:rsidRPr="00381796">
        <w:rPr>
          <w:rFonts w:hint="eastAsia"/>
        </w:rPr>
        <w:t>日由联合国环境规划署发起的政府间谈判委员会第七次会议在内罗毕通过，</w:t>
      </w:r>
      <w:r w:rsidRPr="00381796">
        <w:t>1992</w:t>
      </w:r>
      <w:r w:rsidRPr="00381796">
        <w:rPr>
          <w:rFonts w:hint="eastAsia"/>
        </w:rPr>
        <w:t>年</w:t>
      </w:r>
      <w:r w:rsidRPr="00381796">
        <w:t>6</w:t>
      </w:r>
      <w:r w:rsidRPr="00381796">
        <w:rPr>
          <w:rFonts w:hint="eastAsia"/>
        </w:rPr>
        <w:t>月</w:t>
      </w:r>
      <w:r w:rsidRPr="00381796">
        <w:t>5</w:t>
      </w:r>
      <w:r w:rsidRPr="00381796">
        <w:rPr>
          <w:rFonts w:hint="eastAsia"/>
        </w:rPr>
        <w:t>日，由中国等签约国在巴西里约热内卢举行的联合国环境与发展大会上签署。公约于</w:t>
      </w:r>
      <w:r w:rsidRPr="00381796">
        <w:t>1993</w:t>
      </w:r>
      <w:r w:rsidRPr="00381796">
        <w:rPr>
          <w:rFonts w:hint="eastAsia"/>
        </w:rPr>
        <w:t>年</w:t>
      </w:r>
      <w:r w:rsidRPr="00381796">
        <w:t>12</w:t>
      </w:r>
      <w:r w:rsidRPr="00381796">
        <w:rPr>
          <w:rFonts w:hint="eastAsia"/>
        </w:rPr>
        <w:t>月</w:t>
      </w:r>
      <w:r w:rsidRPr="00381796">
        <w:t>29</w:t>
      </w:r>
      <w:r w:rsidRPr="00381796">
        <w:rPr>
          <w:rFonts w:hint="eastAsia"/>
        </w:rPr>
        <w:t>日正式生效。常设秘书处设在加拿大的蒙特利尔。</w:t>
      </w:r>
    </w:p>
    <w:p w:rsidR="00991675" w:rsidRPr="00381796" w:rsidRDefault="00991675" w:rsidP="00381796">
      <w:pPr>
        <w:pStyle w:val="a"/>
        <w:ind w:firstLine="31680"/>
        <w:rPr>
          <w:rFonts w:cs="Times New Roman"/>
        </w:rPr>
      </w:pPr>
      <w:r w:rsidRPr="00381796">
        <w:rPr>
          <w:rFonts w:hint="eastAsia"/>
        </w:rPr>
        <w:t>知识点：三沙市是</w:t>
      </w:r>
      <w:r w:rsidRPr="00381796">
        <w:t>2012</w:t>
      </w:r>
      <w:r w:rsidRPr="00381796">
        <w:rPr>
          <w:rFonts w:hint="eastAsia"/>
        </w:rPr>
        <w:t>年伴随海南省西沙群岛、南沙群岛、中沙群岛办事处的撤销而同时建立的新行政区，是海南省三个地级市之一，现辖西沙群岛、中沙群岛、南沙群岛的岛礁及其海域。</w:t>
      </w:r>
    </w:p>
    <w:p w:rsidR="00991675" w:rsidRPr="00381796" w:rsidRDefault="00991675" w:rsidP="00381796">
      <w:pPr>
        <w:pStyle w:val="a"/>
        <w:ind w:firstLine="31680"/>
        <w:rPr>
          <w:rFonts w:cs="Times New Roman"/>
        </w:rPr>
      </w:pPr>
      <w:r w:rsidRPr="00381796">
        <w:rPr>
          <w:rFonts w:hint="eastAsia"/>
        </w:rPr>
        <w:t>知识点：</w:t>
      </w:r>
      <w:r w:rsidRPr="00381796">
        <w:t>2006</w:t>
      </w:r>
      <w:r w:rsidRPr="00381796">
        <w:rPr>
          <w:rFonts w:hint="eastAsia"/>
        </w:rPr>
        <w:t>年</w:t>
      </w:r>
      <w:r w:rsidRPr="00381796">
        <w:t>12</w:t>
      </w:r>
      <w:r w:rsidRPr="00381796">
        <w:rPr>
          <w:rFonts w:hint="eastAsia"/>
        </w:rPr>
        <w:t>月，我国海洋经济领域的第一个国家标准《海洋及相关产业分类》（</w:t>
      </w:r>
      <w:r w:rsidRPr="00381796">
        <w:t>GB/T20794-2006</w:t>
      </w:r>
      <w:r w:rsidRPr="00381796">
        <w:rPr>
          <w:rFonts w:hint="eastAsia"/>
        </w:rPr>
        <w:t>）正式颁布。</w:t>
      </w:r>
    </w:p>
    <w:p w:rsidR="00991675" w:rsidRPr="00381796" w:rsidRDefault="00991675" w:rsidP="00381796">
      <w:pPr>
        <w:pStyle w:val="a"/>
        <w:ind w:firstLine="31680"/>
        <w:rPr>
          <w:rFonts w:cs="Times New Roman"/>
        </w:rPr>
      </w:pPr>
      <w:r w:rsidRPr="00381796">
        <w:rPr>
          <w:rFonts w:hint="eastAsia"/>
        </w:rPr>
        <w:t>知识点：</w:t>
      </w:r>
      <w:r w:rsidRPr="00381796">
        <w:t>2007</w:t>
      </w:r>
      <w:r w:rsidRPr="00381796">
        <w:rPr>
          <w:rFonts w:hint="eastAsia"/>
        </w:rPr>
        <w:t>年财政部联合国家海洋局颁布了《关于加强海域使用金征收管理的通知》，首次公布了全国海域使用金征收标准、海域等别，并将全国海域等别分为六个等别。</w:t>
      </w:r>
    </w:p>
    <w:bookmarkEnd w:id="6"/>
    <w:p w:rsidR="00991675" w:rsidRPr="00381796" w:rsidRDefault="00991675" w:rsidP="00381796">
      <w:pPr>
        <w:pStyle w:val="a"/>
        <w:ind w:firstLine="31680"/>
        <w:rPr>
          <w:rFonts w:cs="Times New Roman"/>
        </w:rPr>
      </w:pPr>
      <w:r w:rsidRPr="00381796">
        <w:rPr>
          <w:rFonts w:hint="eastAsia"/>
        </w:rPr>
        <w:t>知识点：《中华人民共和国海域使用管理法》第二十五条规定海域使用权最高期限，按照下列用途确定</w:t>
      </w:r>
      <w:r w:rsidRPr="00381796">
        <w:t>: (</w:t>
      </w:r>
      <w:r w:rsidRPr="00381796">
        <w:rPr>
          <w:rFonts w:hint="eastAsia"/>
        </w:rPr>
        <w:t>一</w:t>
      </w:r>
      <w:r w:rsidRPr="00381796">
        <w:t>)</w:t>
      </w:r>
      <w:r w:rsidRPr="00381796">
        <w:rPr>
          <w:rFonts w:hint="eastAsia"/>
        </w:rPr>
        <w:t>养殖用海十五年</w:t>
      </w:r>
      <w:r w:rsidRPr="00381796">
        <w:t>; (</w:t>
      </w:r>
      <w:r w:rsidRPr="00381796">
        <w:rPr>
          <w:rFonts w:hint="eastAsia"/>
        </w:rPr>
        <w:t>二</w:t>
      </w:r>
      <w:r w:rsidRPr="00381796">
        <w:t>)</w:t>
      </w:r>
      <w:r w:rsidRPr="00381796">
        <w:rPr>
          <w:rFonts w:hint="eastAsia"/>
        </w:rPr>
        <w:t>拆船用海二十年</w:t>
      </w:r>
      <w:r w:rsidRPr="00381796">
        <w:t>; (</w:t>
      </w:r>
      <w:r w:rsidRPr="00381796">
        <w:rPr>
          <w:rFonts w:hint="eastAsia"/>
        </w:rPr>
        <w:t>三</w:t>
      </w:r>
      <w:r w:rsidRPr="00381796">
        <w:t>)</w:t>
      </w:r>
      <w:r w:rsidRPr="00381796">
        <w:rPr>
          <w:rFonts w:hint="eastAsia"/>
        </w:rPr>
        <w:t>旅游、娱乐用海二十五年</w:t>
      </w:r>
      <w:r w:rsidRPr="00381796">
        <w:t>; (</w:t>
      </w:r>
      <w:r w:rsidRPr="00381796">
        <w:rPr>
          <w:rFonts w:hint="eastAsia"/>
        </w:rPr>
        <w:t>四</w:t>
      </w:r>
      <w:r w:rsidRPr="00381796">
        <w:t>)</w:t>
      </w:r>
      <w:r w:rsidRPr="00381796">
        <w:rPr>
          <w:rFonts w:hint="eastAsia"/>
        </w:rPr>
        <w:t>盐业、矿业用海三十年</w:t>
      </w:r>
      <w:r w:rsidRPr="00381796">
        <w:t>; (</w:t>
      </w:r>
      <w:r w:rsidRPr="00381796">
        <w:rPr>
          <w:rFonts w:hint="eastAsia"/>
        </w:rPr>
        <w:t>五</w:t>
      </w:r>
      <w:r w:rsidRPr="00381796">
        <w:t>)</w:t>
      </w:r>
      <w:r w:rsidRPr="00381796">
        <w:rPr>
          <w:rFonts w:hint="eastAsia"/>
        </w:rPr>
        <w:t>公益事业用海四十年</w:t>
      </w:r>
      <w:r w:rsidRPr="00381796">
        <w:t>; (</w:t>
      </w:r>
      <w:r w:rsidRPr="00381796">
        <w:rPr>
          <w:rFonts w:hint="eastAsia"/>
        </w:rPr>
        <w:t>六</w:t>
      </w:r>
      <w:r w:rsidRPr="00381796">
        <w:t>)</w:t>
      </w:r>
      <w:r w:rsidRPr="00381796">
        <w:rPr>
          <w:rFonts w:hint="eastAsia"/>
        </w:rPr>
        <w:t>港口、修造船厂等建设用海五十年。</w:t>
      </w:r>
    </w:p>
    <w:p w:rsidR="00991675" w:rsidRPr="00381796" w:rsidRDefault="00991675" w:rsidP="00381796">
      <w:pPr>
        <w:pStyle w:val="a"/>
        <w:ind w:firstLine="31680"/>
        <w:rPr>
          <w:rFonts w:cs="Times New Roman"/>
        </w:rPr>
      </w:pPr>
      <w:r w:rsidRPr="00381796">
        <w:rPr>
          <w:rFonts w:hint="eastAsia"/>
        </w:rPr>
        <w:t>知识点</w:t>
      </w:r>
      <w:r w:rsidRPr="00381796">
        <w:rPr>
          <w:rFonts w:hint="eastAsia"/>
          <w:shd w:val="clear" w:color="auto" w:fill="FFFFFF"/>
        </w:rPr>
        <w:t>：</w:t>
      </w:r>
      <w:r w:rsidRPr="00381796">
        <w:rPr>
          <w:rFonts w:hint="eastAsia"/>
        </w:rPr>
        <w:t>《中华人民共和国海岛保护法》</w:t>
      </w:r>
      <w:r w:rsidRPr="00381796">
        <w:t>2010</w:t>
      </w:r>
      <w:r w:rsidRPr="00381796">
        <w:rPr>
          <w:rFonts w:hint="eastAsia"/>
        </w:rPr>
        <w:t>年</w:t>
      </w:r>
      <w:r w:rsidRPr="00381796">
        <w:t>3</w:t>
      </w:r>
      <w:r w:rsidRPr="00381796">
        <w:rPr>
          <w:rFonts w:hint="eastAsia"/>
        </w:rPr>
        <w:t>月颁布实施，国家海洋局</w:t>
      </w:r>
      <w:r w:rsidRPr="00381796">
        <w:t>2010</w:t>
      </w:r>
      <w:r w:rsidRPr="00381796">
        <w:rPr>
          <w:rFonts w:hint="eastAsia"/>
        </w:rPr>
        <w:t>年</w:t>
      </w:r>
      <w:r w:rsidRPr="00381796">
        <w:t>4</w:t>
      </w:r>
      <w:r w:rsidRPr="00381796">
        <w:rPr>
          <w:rFonts w:hint="eastAsia"/>
        </w:rPr>
        <w:t>月启动全国海域海岛地名普查工作。</w:t>
      </w:r>
      <w:r w:rsidRPr="00381796">
        <w:t>2011</w:t>
      </w:r>
      <w:r w:rsidRPr="00381796">
        <w:rPr>
          <w:rFonts w:hint="eastAsia"/>
        </w:rPr>
        <w:t>年</w:t>
      </w:r>
      <w:r w:rsidRPr="00381796">
        <w:t>4</w:t>
      </w:r>
      <w:r w:rsidRPr="00381796">
        <w:rPr>
          <w:rFonts w:hint="eastAsia"/>
        </w:rPr>
        <w:t>月</w:t>
      </w:r>
      <w:r w:rsidRPr="00381796">
        <w:t>12</w:t>
      </w:r>
      <w:r w:rsidRPr="00381796">
        <w:rPr>
          <w:rFonts w:hint="eastAsia"/>
        </w:rPr>
        <w:t>日国家海洋局公布了我国第一批开发利用无居民海岛名录，名录涉及辽宁、山东、江苏、浙江、福建、广东、广西、海南等</w:t>
      </w:r>
      <w:r w:rsidRPr="00381796">
        <w:t>8</w:t>
      </w:r>
      <w:r w:rsidRPr="00381796">
        <w:rPr>
          <w:rFonts w:hint="eastAsia"/>
        </w:rPr>
        <w:t>个省区，共计</w:t>
      </w:r>
      <w:r w:rsidRPr="00381796">
        <w:t>176</w:t>
      </w:r>
      <w:r w:rsidRPr="00381796">
        <w:rPr>
          <w:rFonts w:hint="eastAsia"/>
        </w:rPr>
        <w:t>个无居民海岛。</w:t>
      </w:r>
    </w:p>
    <w:p w:rsidR="00991675" w:rsidRPr="00381796" w:rsidRDefault="00991675" w:rsidP="00381796">
      <w:pPr>
        <w:pStyle w:val="a"/>
        <w:ind w:firstLine="31680"/>
        <w:rPr>
          <w:rFonts w:cs="Times New Roman"/>
        </w:rPr>
      </w:pPr>
      <w:r w:rsidRPr="00381796">
        <w:rPr>
          <w:rFonts w:hint="eastAsia"/>
        </w:rPr>
        <w:t>知识点：</w:t>
      </w:r>
      <w:r w:rsidRPr="00381796">
        <w:t>2012</w:t>
      </w:r>
      <w:r w:rsidRPr="00381796">
        <w:rPr>
          <w:rFonts w:hint="eastAsia"/>
        </w:rPr>
        <w:t>年</w:t>
      </w:r>
      <w:r w:rsidRPr="00381796">
        <w:t>7</w:t>
      </w:r>
      <w:r w:rsidRPr="00381796">
        <w:rPr>
          <w:rFonts w:hint="eastAsia"/>
        </w:rPr>
        <w:t>月</w:t>
      </w:r>
      <w:r w:rsidRPr="00381796">
        <w:t>24</w:t>
      </w:r>
      <w:r w:rsidRPr="00381796">
        <w:rPr>
          <w:rFonts w:hint="eastAsia"/>
        </w:rPr>
        <w:t>日，我国最南端的地级市三沙市成立。其中，三沙市不包括东沙群岛。</w:t>
      </w:r>
    </w:p>
    <w:p w:rsidR="00991675" w:rsidRPr="00381796" w:rsidRDefault="00991675" w:rsidP="00381796">
      <w:pPr>
        <w:pStyle w:val="a"/>
        <w:ind w:firstLine="31680"/>
        <w:rPr>
          <w:rFonts w:cs="Times New Roman"/>
        </w:rPr>
      </w:pPr>
      <w:r w:rsidRPr="00381796">
        <w:rPr>
          <w:rFonts w:hint="eastAsia"/>
        </w:rPr>
        <w:t>知识点：三沙市陆地面积约为</w:t>
      </w:r>
      <w:r w:rsidRPr="00381796">
        <w:t>30</w:t>
      </w:r>
      <w:r w:rsidRPr="00381796">
        <w:rPr>
          <w:rFonts w:hint="eastAsia"/>
        </w:rPr>
        <w:t>平方千米，是我国陆地面积最小的地级市。三沙市各岛礁为珊瑚岛类型的岛屿。</w:t>
      </w:r>
    </w:p>
    <w:p w:rsidR="00991675" w:rsidRPr="00381796" w:rsidRDefault="00991675" w:rsidP="00381796">
      <w:pPr>
        <w:pStyle w:val="a"/>
        <w:ind w:firstLine="31680"/>
        <w:rPr>
          <w:rFonts w:cs="Times New Roman"/>
        </w:rPr>
      </w:pPr>
      <w:r w:rsidRPr="00381796">
        <w:rPr>
          <w:rFonts w:hint="eastAsia"/>
        </w:rPr>
        <w:t>知识点：《联合国海洋法公约》及《中华人民共和国领海及毗连区法》规定的毗连区从领海线往外不得超过多</w:t>
      </w:r>
      <w:r w:rsidRPr="00381796">
        <w:t>12</w:t>
      </w:r>
      <w:r w:rsidRPr="00381796">
        <w:rPr>
          <w:rFonts w:hint="eastAsia"/>
        </w:rPr>
        <w:t>海里。</w:t>
      </w:r>
    </w:p>
    <w:p w:rsidR="00991675" w:rsidRPr="00381796" w:rsidRDefault="00991675" w:rsidP="00381796">
      <w:pPr>
        <w:pStyle w:val="a"/>
        <w:ind w:firstLine="31680"/>
        <w:rPr>
          <w:rFonts w:cs="Times New Roman"/>
        </w:rPr>
      </w:pPr>
      <w:r w:rsidRPr="00381796">
        <w:rPr>
          <w:rFonts w:hint="eastAsia"/>
        </w:rPr>
        <w:t>知识点：我国有关主管机关有充分理由认为外国船舶违反我国法律、法规时，可以对该外国船舶行使紧追权。可以开始行使紧追权进行追逐的我国水域不包括专属经济区。</w:t>
      </w:r>
    </w:p>
    <w:p w:rsidR="00991675" w:rsidRPr="00381796" w:rsidRDefault="00991675" w:rsidP="00381796">
      <w:pPr>
        <w:pStyle w:val="a"/>
        <w:ind w:firstLine="31680"/>
        <w:rPr>
          <w:rFonts w:cs="Times New Roman"/>
        </w:rPr>
      </w:pPr>
      <w:r w:rsidRPr="00381796">
        <w:rPr>
          <w:rFonts w:hint="eastAsia"/>
        </w:rPr>
        <w:t>知识点：《野生动物保护法》第十条将国家重点保护野生动物划分为国家一级保护动物和国家二级保护动物两种，并对其保护措施做出相关规定。不属于国家一级保护动物的生物是玳瑁。</w:t>
      </w:r>
    </w:p>
    <w:p w:rsidR="00991675" w:rsidRPr="00381796" w:rsidRDefault="00991675" w:rsidP="00381796">
      <w:pPr>
        <w:pStyle w:val="a"/>
        <w:ind w:firstLine="31680"/>
        <w:rPr>
          <w:rFonts w:cs="Times New Roman"/>
        </w:rPr>
      </w:pPr>
      <w:r w:rsidRPr="00381796">
        <w:rPr>
          <w:rFonts w:hint="eastAsia"/>
        </w:rPr>
        <w:t>知识点：根据国标</w:t>
      </w:r>
      <w:r w:rsidRPr="00381796">
        <w:t>GB13075-1999</w:t>
      </w:r>
      <w:r w:rsidRPr="00381796">
        <w:rPr>
          <w:rFonts w:hint="eastAsia"/>
        </w:rPr>
        <w:t>钢质焊接气瓶定期检验与评定，在对水肺气瓶进行保养与维护中，气瓶每三年送到具有相关资质的检测机构需做一次检测。</w:t>
      </w:r>
    </w:p>
    <w:p w:rsidR="00991675" w:rsidRPr="00381796" w:rsidRDefault="00991675" w:rsidP="00381796">
      <w:pPr>
        <w:pStyle w:val="a"/>
        <w:ind w:firstLine="31680"/>
        <w:rPr>
          <w:rFonts w:cs="Times New Roman"/>
        </w:rPr>
      </w:pPr>
      <w:r w:rsidRPr="00381796">
        <w:rPr>
          <w:rFonts w:hint="eastAsia"/>
        </w:rPr>
        <w:t>知识点：船舶的主尺度是根据钢质海船入级与建造规范定义的。</w:t>
      </w:r>
    </w:p>
    <w:p w:rsidR="00991675" w:rsidRPr="00381796" w:rsidRDefault="00991675" w:rsidP="00381796">
      <w:pPr>
        <w:pStyle w:val="a"/>
        <w:ind w:firstLine="31680"/>
        <w:rPr>
          <w:rFonts w:cs="Times New Roman"/>
        </w:rPr>
      </w:pPr>
      <w:r w:rsidRPr="00381796">
        <w:rPr>
          <w:rFonts w:hint="eastAsia"/>
        </w:rPr>
        <w:t>知识点：负责建立和维护船舶和离岸设施的建造和操作的相关技术标准的机构是船级社</w:t>
      </w:r>
    </w:p>
    <w:p w:rsidR="00991675" w:rsidRPr="00381796" w:rsidRDefault="00991675" w:rsidP="00381796">
      <w:pPr>
        <w:pStyle w:val="a"/>
        <w:ind w:firstLine="31680"/>
        <w:rPr>
          <w:rFonts w:cs="Times New Roman"/>
        </w:rPr>
      </w:pPr>
      <w:r w:rsidRPr="00381796">
        <w:rPr>
          <w:rFonts w:hint="eastAsia"/>
        </w:rPr>
        <w:t>知识点：一些国家相继成立了船级社，如美国船级社、法国船级社，挪威船级社、德国船级社和日本海事协会等。</w:t>
      </w:r>
    </w:p>
    <w:p w:rsidR="00991675" w:rsidRPr="00381796" w:rsidRDefault="00991675" w:rsidP="00381796">
      <w:pPr>
        <w:pStyle w:val="a"/>
        <w:ind w:firstLine="31680"/>
        <w:rPr>
          <w:rFonts w:cs="Times New Roman"/>
        </w:rPr>
      </w:pPr>
      <w:r w:rsidRPr="00381796">
        <w:rPr>
          <w:rFonts w:hint="eastAsia"/>
        </w:rPr>
        <w:t>知识点：国家海洋局印发的《海洋可再生能源发展纲要（</w:t>
      </w:r>
      <w:r w:rsidRPr="00381796">
        <w:t>2013-2016</w:t>
      </w:r>
      <w:r w:rsidRPr="00381796">
        <w:rPr>
          <w:rFonts w:hint="eastAsia"/>
        </w:rPr>
        <w:t>年）》中提到的三个新能源示范试验区不包括大连潮汐能示范区。</w:t>
      </w:r>
    </w:p>
    <w:p w:rsidR="00991675" w:rsidRPr="00381796" w:rsidRDefault="00991675" w:rsidP="00381796">
      <w:pPr>
        <w:pStyle w:val="a"/>
        <w:ind w:firstLine="31680"/>
        <w:rPr>
          <w:rFonts w:cs="Times New Roman"/>
        </w:rPr>
      </w:pPr>
      <w:r w:rsidRPr="00381796">
        <w:rPr>
          <w:rFonts w:hint="eastAsia"/>
          <w:kern w:val="0"/>
        </w:rPr>
        <w:t>知识点：</w:t>
      </w:r>
      <w:r w:rsidRPr="00381796">
        <w:t>2013</w:t>
      </w:r>
      <w:r w:rsidRPr="00381796">
        <w:rPr>
          <w:rFonts w:hint="eastAsia"/>
        </w:rPr>
        <w:t>年</w:t>
      </w:r>
      <w:r w:rsidRPr="00381796">
        <w:t>1</w:t>
      </w:r>
      <w:r w:rsidRPr="00381796">
        <w:rPr>
          <w:rFonts w:hint="eastAsia"/>
        </w:rPr>
        <w:t>月，国务院国函〔</w:t>
      </w:r>
      <w:r w:rsidRPr="00381796">
        <w:t>2013</w:t>
      </w:r>
      <w:r w:rsidRPr="00381796">
        <w:rPr>
          <w:rFonts w:hint="eastAsia"/>
        </w:rPr>
        <w:t>〕</w:t>
      </w:r>
      <w:r w:rsidRPr="00381796">
        <w:t>15</w:t>
      </w:r>
      <w:r w:rsidRPr="00381796">
        <w:rPr>
          <w:rFonts w:hint="eastAsia"/>
        </w:rPr>
        <w:t>号文件正式批复《浙江舟山群岛新区发展规划》。这是十八大提出海洋强国战略以后，我国颁布的首个以海洋经济为主题的国家战略性区域规划。</w:t>
      </w:r>
    </w:p>
    <w:p w:rsidR="00991675" w:rsidRPr="00381796" w:rsidRDefault="00991675" w:rsidP="00381796">
      <w:pPr>
        <w:pStyle w:val="a"/>
        <w:ind w:firstLine="31680"/>
        <w:rPr>
          <w:rFonts w:cs="Times New Roman"/>
        </w:rPr>
      </w:pPr>
      <w:r w:rsidRPr="00381796">
        <w:rPr>
          <w:rFonts w:hint="eastAsia"/>
        </w:rPr>
        <w:t>知识点：行使海洋环境监督管理权的部门依据《中华人民共和国海洋环境保护法》有权对“不按照本法规定向海洋排放污染物，或者超过标准排放污染物的”给予“责令限期改正，并处以</w:t>
      </w:r>
      <w:r w:rsidRPr="00381796">
        <w:t>2</w:t>
      </w:r>
      <w:r w:rsidRPr="00381796">
        <w:rPr>
          <w:rFonts w:hint="eastAsia"/>
        </w:rPr>
        <w:t>万元以上</w:t>
      </w:r>
      <w:r w:rsidRPr="00381796">
        <w:t>10</w:t>
      </w:r>
      <w:r w:rsidRPr="00381796">
        <w:rPr>
          <w:rFonts w:hint="eastAsia"/>
        </w:rPr>
        <w:t>万元以下的罚款”的处理。</w:t>
      </w:r>
    </w:p>
    <w:p w:rsidR="00991675" w:rsidRPr="00381796" w:rsidRDefault="00991675" w:rsidP="00381796">
      <w:pPr>
        <w:pStyle w:val="a"/>
        <w:ind w:firstLine="31680"/>
        <w:rPr>
          <w:rFonts w:cs="Times New Roman"/>
        </w:rPr>
      </w:pPr>
      <w:r w:rsidRPr="00381796">
        <w:rPr>
          <w:rFonts w:hint="eastAsia"/>
        </w:rPr>
        <w:t>知识点：为了保护海洋环境及资源，防止污染损害，保护生态平衡，保障人体健康，促进海洋事业的发展，《中华人民共和国海洋环境保护法》</w:t>
      </w:r>
      <w:r w:rsidRPr="00381796">
        <w:t>1982</w:t>
      </w:r>
      <w:r w:rsidRPr="00381796">
        <w:rPr>
          <w:rFonts w:hint="eastAsia"/>
        </w:rPr>
        <w:t>年颁布，</w:t>
      </w:r>
      <w:r w:rsidRPr="00381796">
        <w:t>1983</w:t>
      </w:r>
      <w:r w:rsidRPr="00381796">
        <w:rPr>
          <w:rFonts w:hint="eastAsia"/>
        </w:rPr>
        <w:t>年</w:t>
      </w:r>
      <w:r w:rsidRPr="00381796">
        <w:t>3</w:t>
      </w:r>
      <w:r w:rsidRPr="00381796">
        <w:rPr>
          <w:rFonts w:hint="eastAsia"/>
        </w:rPr>
        <w:t>月</w:t>
      </w:r>
      <w:r w:rsidRPr="00381796">
        <w:t>1</w:t>
      </w:r>
      <w:r w:rsidRPr="00381796">
        <w:rPr>
          <w:rFonts w:hint="eastAsia"/>
        </w:rPr>
        <w:t>日正式施行。</w:t>
      </w:r>
      <w:r w:rsidRPr="00381796">
        <w:t>1999</w:t>
      </w:r>
      <w:r w:rsidRPr="00381796">
        <w:rPr>
          <w:rFonts w:hint="eastAsia"/>
        </w:rPr>
        <w:t>年修订，</w:t>
      </w:r>
      <w:r w:rsidRPr="00381796">
        <w:t>2000</w:t>
      </w:r>
      <w:r w:rsidRPr="00381796">
        <w:rPr>
          <w:rFonts w:hint="eastAsia"/>
        </w:rPr>
        <w:t>年</w:t>
      </w:r>
      <w:r w:rsidRPr="00381796">
        <w:t>4</w:t>
      </w:r>
      <w:r w:rsidRPr="00381796">
        <w:rPr>
          <w:rFonts w:hint="eastAsia"/>
        </w:rPr>
        <w:t>月</w:t>
      </w:r>
      <w:r w:rsidRPr="00381796">
        <w:t>1</w:t>
      </w:r>
      <w:r w:rsidRPr="00381796">
        <w:rPr>
          <w:rFonts w:hint="eastAsia"/>
        </w:rPr>
        <w:t>日新修订的正式施行。根据《中华人民共和国海洋环境保护法》，开发利用海洋资源，应当根据海洋功能区划合理布局</w:t>
      </w:r>
    </w:p>
    <w:p w:rsidR="00991675" w:rsidRPr="00381796" w:rsidRDefault="00991675" w:rsidP="00381796">
      <w:pPr>
        <w:pStyle w:val="a"/>
        <w:ind w:firstLine="31680"/>
        <w:rPr>
          <w:rFonts w:cs="Times New Roman"/>
        </w:rPr>
      </w:pPr>
      <w:r w:rsidRPr="00381796">
        <w:rPr>
          <w:rFonts w:hint="eastAsia"/>
        </w:rPr>
        <w:t>知识点：浙江省乐清市西门岛国家级海洋特别保护区是</w:t>
      </w:r>
      <w:r w:rsidRPr="00381796">
        <w:t>2005</w:t>
      </w:r>
      <w:r w:rsidRPr="00381796">
        <w:rPr>
          <w:rFonts w:hint="eastAsia"/>
        </w:rPr>
        <w:t>年经国家海洋局和浙江省人民政府批准建立的国内第一个国家级海洋特别保护区。</w:t>
      </w:r>
    </w:p>
    <w:p w:rsidR="00991675" w:rsidRPr="00381796" w:rsidRDefault="00991675" w:rsidP="00381796">
      <w:pPr>
        <w:pStyle w:val="a"/>
        <w:ind w:firstLine="31680"/>
        <w:rPr>
          <w:rFonts w:cs="Times New Roman"/>
        </w:rPr>
      </w:pPr>
      <w:r w:rsidRPr="00381796">
        <w:rPr>
          <w:rFonts w:hint="eastAsia"/>
        </w:rPr>
        <w:t>知识点：国务院于</w:t>
      </w:r>
      <w:r w:rsidRPr="00381796">
        <w:t>2011</w:t>
      </w:r>
      <w:r w:rsidRPr="00381796">
        <w:rPr>
          <w:rFonts w:hint="eastAsia"/>
        </w:rPr>
        <w:t>年</w:t>
      </w:r>
      <w:r w:rsidRPr="00381796">
        <w:t>2</w:t>
      </w:r>
      <w:r w:rsidRPr="00381796">
        <w:rPr>
          <w:rFonts w:hint="eastAsia"/>
        </w:rPr>
        <w:t>月正式批复《浙江海洋经济发展示范区规划》，浙江海洋经济发展示范区建设上升为国家战略。该规划对浙江发展海洋经济的空间新布局是：一核、两翼、三圈、九区、多岛。在这一空间布局中，杭州、宁波、温州、嘉兴、绍兴、舟山、台州</w:t>
      </w:r>
      <w:r w:rsidRPr="00381796">
        <w:t>7</w:t>
      </w:r>
      <w:r w:rsidRPr="00381796">
        <w:rPr>
          <w:rFonts w:hint="eastAsia"/>
        </w:rPr>
        <w:t>市</w:t>
      </w:r>
      <w:r w:rsidRPr="00381796">
        <w:t>47</w:t>
      </w:r>
      <w:r w:rsidRPr="00381796">
        <w:rPr>
          <w:rFonts w:hint="eastAsia"/>
        </w:rPr>
        <w:t>个县（市、区）被纳入海洋经济发展示范区。</w:t>
      </w:r>
    </w:p>
    <w:p w:rsidR="00991675" w:rsidRPr="00381796" w:rsidRDefault="00991675" w:rsidP="00381796">
      <w:pPr>
        <w:pStyle w:val="a"/>
        <w:ind w:firstLine="31680"/>
        <w:rPr>
          <w:rFonts w:cs="Times New Roman"/>
        </w:rPr>
      </w:pPr>
      <w:r w:rsidRPr="00381796">
        <w:rPr>
          <w:rFonts w:hint="eastAsia"/>
        </w:rPr>
        <w:t>知识点：</w:t>
      </w:r>
      <w:r w:rsidRPr="00381796">
        <w:rPr>
          <w:rFonts w:hint="eastAsia"/>
          <w:lang w:val="zh-CN"/>
        </w:rPr>
        <w:t>浙江南麂列岛是我国第一个世界级海洋自然保护区，</w:t>
      </w:r>
      <w:r w:rsidRPr="00381796">
        <w:rPr>
          <w:rFonts w:hint="eastAsia"/>
        </w:rPr>
        <w:t>澳大利亚大堡礁则是世界上最大的海洋自然保护区。</w:t>
      </w:r>
    </w:p>
    <w:p w:rsidR="00991675" w:rsidRPr="00381796" w:rsidRDefault="00991675" w:rsidP="00381796">
      <w:pPr>
        <w:pStyle w:val="a"/>
        <w:ind w:firstLine="31680"/>
        <w:rPr>
          <w:rFonts w:cs="Times New Roman"/>
        </w:rPr>
      </w:pPr>
      <w:r w:rsidRPr="00381796">
        <w:rPr>
          <w:rFonts w:hint="eastAsia"/>
        </w:rPr>
        <w:t>知识点：为了保护海岛及其周边海域生态系统，合理开发利用海岛自然资源，维护国家海洋权益，促进经济社会可持续发展，我国于</w:t>
      </w:r>
      <w:r w:rsidRPr="00381796">
        <w:t>2010</w:t>
      </w:r>
      <w:r w:rsidRPr="00381796">
        <w:rPr>
          <w:rFonts w:hint="eastAsia"/>
        </w:rPr>
        <w:t>年３月正式颁布实施《中华人民共和国海岛保护法》。</w:t>
      </w:r>
    </w:p>
    <w:p w:rsidR="00991675" w:rsidRPr="00381796" w:rsidRDefault="00991675" w:rsidP="00381796">
      <w:pPr>
        <w:pStyle w:val="a"/>
        <w:ind w:firstLine="31680"/>
        <w:rPr>
          <w:rFonts w:cs="Times New Roman"/>
        </w:rPr>
      </w:pPr>
      <w:r w:rsidRPr="00381796">
        <w:rPr>
          <w:rFonts w:hint="eastAsia"/>
        </w:rPr>
        <w:t>知识点：目前我国已对下列海洋渔具进行了限制：敲罟渔业、张网、拖网、流刺网、鱼鹰、电脉冲捕虾等。</w:t>
      </w:r>
    </w:p>
    <w:p w:rsidR="00991675" w:rsidRPr="00381796" w:rsidRDefault="00991675" w:rsidP="00381796">
      <w:pPr>
        <w:pStyle w:val="a"/>
        <w:ind w:firstLine="31680"/>
        <w:rPr>
          <w:rFonts w:cs="Times New Roman"/>
        </w:rPr>
      </w:pPr>
      <w:r w:rsidRPr="00381796">
        <w:rPr>
          <w:rFonts w:hint="eastAsia"/>
        </w:rPr>
        <w:t>知识点：</w:t>
      </w:r>
      <w:r w:rsidRPr="00381796">
        <w:t>2011</w:t>
      </w:r>
      <w:r w:rsidRPr="00381796">
        <w:rPr>
          <w:rFonts w:hint="eastAsia"/>
        </w:rPr>
        <w:t>年</w:t>
      </w:r>
      <w:r w:rsidRPr="00381796">
        <w:t>6</w:t>
      </w:r>
      <w:r w:rsidRPr="00381796">
        <w:rPr>
          <w:rFonts w:hint="eastAsia"/>
        </w:rPr>
        <w:t>月</w:t>
      </w:r>
      <w:r w:rsidRPr="00381796">
        <w:t>30</w:t>
      </w:r>
      <w:r w:rsidRPr="00381796">
        <w:rPr>
          <w:rFonts w:hint="eastAsia"/>
        </w:rPr>
        <w:t>日，国务院正式批准设立浙江舟山群岛新区，舟山成为我国继上海浦东、天津滨海、重庆两江新区后又一个国家级新区，也是首个以海洋经济为主题的国家级新区。</w:t>
      </w:r>
    </w:p>
    <w:p w:rsidR="00991675" w:rsidRPr="00381796" w:rsidRDefault="00991675" w:rsidP="00381796">
      <w:pPr>
        <w:pStyle w:val="a"/>
        <w:ind w:firstLine="31680"/>
        <w:rPr>
          <w:rFonts w:cs="Times New Roman"/>
        </w:rPr>
      </w:pPr>
      <w:r w:rsidRPr="00381796">
        <w:rPr>
          <w:rFonts w:hint="eastAsia"/>
        </w:rPr>
        <w:t>知识点：</w:t>
      </w:r>
      <w:r w:rsidRPr="00381796">
        <w:t>2012</w:t>
      </w:r>
      <w:r w:rsidRPr="00381796">
        <w:rPr>
          <w:rFonts w:hint="eastAsia"/>
        </w:rPr>
        <w:t>年</w:t>
      </w:r>
      <w:r w:rsidRPr="00381796">
        <w:t>9</w:t>
      </w:r>
      <w:r w:rsidRPr="00381796">
        <w:rPr>
          <w:rFonts w:hint="eastAsia"/>
        </w:rPr>
        <w:t>月</w:t>
      </w:r>
      <w:r w:rsidRPr="00381796">
        <w:t>10</w:t>
      </w:r>
      <w:r w:rsidRPr="00381796">
        <w:rPr>
          <w:rFonts w:hint="eastAsia"/>
        </w:rPr>
        <w:t>日，中国政府发表声明，公布了钓鱼岛及其附属岛屿的领海基点基线。</w:t>
      </w:r>
    </w:p>
    <w:p w:rsidR="00991675" w:rsidRPr="00381796" w:rsidRDefault="00991675" w:rsidP="00381796">
      <w:pPr>
        <w:pStyle w:val="a"/>
        <w:ind w:firstLine="31680"/>
        <w:rPr>
          <w:rFonts w:cs="Times New Roman"/>
        </w:rPr>
      </w:pPr>
      <w:r w:rsidRPr="00381796">
        <w:rPr>
          <w:rFonts w:hint="eastAsia"/>
        </w:rPr>
        <w:t>知识点：</w:t>
      </w:r>
      <w:r w:rsidRPr="00381796">
        <w:t>1996</w:t>
      </w:r>
      <w:r w:rsidRPr="00381796">
        <w:rPr>
          <w:rFonts w:hint="eastAsia"/>
        </w:rPr>
        <w:t>年</w:t>
      </w:r>
      <w:r w:rsidRPr="00381796">
        <w:t>5</w:t>
      </w:r>
      <w:r w:rsidRPr="00381796">
        <w:rPr>
          <w:rFonts w:hint="eastAsia"/>
        </w:rPr>
        <w:t>月</w:t>
      </w:r>
      <w:r w:rsidRPr="00381796">
        <w:t>15</w:t>
      </w:r>
      <w:r w:rsidRPr="00381796">
        <w:rPr>
          <w:rFonts w:hint="eastAsia"/>
        </w:rPr>
        <w:t>日，第八届全国人民代表大会常务委员会第十九次会议决定，批准《联合国海洋法公约》，并于</w:t>
      </w:r>
      <w:r w:rsidRPr="00381796">
        <w:t>1996</w:t>
      </w:r>
      <w:r w:rsidRPr="00381796">
        <w:rPr>
          <w:rFonts w:hint="eastAsia"/>
        </w:rPr>
        <w:t>年</w:t>
      </w:r>
      <w:r w:rsidRPr="00381796">
        <w:t>6</w:t>
      </w:r>
      <w:r w:rsidRPr="00381796">
        <w:rPr>
          <w:rFonts w:hint="eastAsia"/>
        </w:rPr>
        <w:t>月</w:t>
      </w:r>
      <w:r w:rsidRPr="00381796">
        <w:t>7</w:t>
      </w:r>
      <w:r w:rsidRPr="00381796">
        <w:rPr>
          <w:rFonts w:hint="eastAsia"/>
        </w:rPr>
        <w:t>日向联合国秘书长提交了批准书。</w:t>
      </w:r>
    </w:p>
    <w:p w:rsidR="00991675" w:rsidRPr="00381796" w:rsidRDefault="00991675" w:rsidP="00381796">
      <w:pPr>
        <w:pStyle w:val="a"/>
        <w:ind w:firstLine="31680"/>
        <w:rPr>
          <w:rFonts w:cs="Times New Roman"/>
        </w:rPr>
      </w:pPr>
      <w:r w:rsidRPr="00381796">
        <w:rPr>
          <w:rFonts w:hint="eastAsia"/>
        </w:rPr>
        <w:t>知识点：《中华人民共和国海岛保护法》自</w:t>
      </w:r>
      <w:r w:rsidRPr="00381796">
        <w:t>2010</w:t>
      </w:r>
      <w:r w:rsidRPr="00381796">
        <w:rPr>
          <w:rFonts w:hint="eastAsia"/>
        </w:rPr>
        <w:t>年</w:t>
      </w:r>
      <w:r w:rsidRPr="00381796">
        <w:t>3</w:t>
      </w:r>
      <w:r w:rsidRPr="00381796">
        <w:rPr>
          <w:rFonts w:hint="eastAsia"/>
        </w:rPr>
        <w:t>月</w:t>
      </w:r>
      <w:r w:rsidRPr="00381796">
        <w:t>1</w:t>
      </w:r>
      <w:r w:rsidRPr="00381796">
        <w:rPr>
          <w:rFonts w:hint="eastAsia"/>
        </w:rPr>
        <w:t>日起实施。</w:t>
      </w:r>
    </w:p>
    <w:p w:rsidR="00991675" w:rsidRPr="00381796" w:rsidRDefault="00991675" w:rsidP="00381796">
      <w:pPr>
        <w:pStyle w:val="a"/>
        <w:ind w:firstLine="31680"/>
        <w:rPr>
          <w:rFonts w:cs="Times New Roman"/>
        </w:rPr>
      </w:pPr>
      <w:r w:rsidRPr="00381796">
        <w:rPr>
          <w:rFonts w:hint="eastAsia"/>
        </w:rPr>
        <w:t>知识点：《中华人民共和国海域使用管理法》适用于在中华人民共和国内水、领海持续使用特定海域</w:t>
      </w:r>
      <w:r w:rsidRPr="00381796">
        <w:t>3</w:t>
      </w:r>
      <w:r w:rsidRPr="00381796">
        <w:rPr>
          <w:rFonts w:hint="eastAsia"/>
        </w:rPr>
        <w:t>个月以上的排他性用海活动。</w:t>
      </w:r>
    </w:p>
    <w:p w:rsidR="00991675" w:rsidRPr="00381796" w:rsidRDefault="00991675" w:rsidP="00381796">
      <w:pPr>
        <w:pStyle w:val="a"/>
        <w:ind w:firstLine="31680"/>
        <w:rPr>
          <w:rFonts w:cs="Times New Roman"/>
        </w:rPr>
      </w:pPr>
      <w:r w:rsidRPr="00381796">
        <w:rPr>
          <w:rFonts w:hint="eastAsia"/>
        </w:rPr>
        <w:t>知识点</w:t>
      </w:r>
      <w:r w:rsidRPr="00381796">
        <w:t xml:space="preserve">: </w:t>
      </w:r>
      <w:r w:rsidRPr="00381796">
        <w:rPr>
          <w:rFonts w:hint="eastAsia"/>
        </w:rPr>
        <w:t>《中国海洋</w:t>
      </w:r>
      <w:r w:rsidRPr="00381796">
        <w:t>21</w:t>
      </w:r>
      <w:r w:rsidRPr="00381796">
        <w:rPr>
          <w:rFonts w:hint="eastAsia"/>
        </w:rPr>
        <w:t>世纪议程》阐明了海洋可持续发展的基本战略、战略目标、基本对策，以及主要行动领域。</w:t>
      </w:r>
    </w:p>
    <w:p w:rsidR="00991675" w:rsidRPr="00381796" w:rsidRDefault="00991675" w:rsidP="00381796">
      <w:pPr>
        <w:pStyle w:val="a"/>
        <w:ind w:firstLine="31680"/>
        <w:rPr>
          <w:rFonts w:cs="Times New Roman"/>
        </w:rPr>
      </w:pPr>
      <w:r w:rsidRPr="00381796">
        <w:rPr>
          <w:rFonts w:hint="eastAsia"/>
        </w:rPr>
        <w:t>知识点：中国国家海洋局隶属于国土资源部。</w:t>
      </w:r>
    </w:p>
    <w:p w:rsidR="00991675" w:rsidRPr="00381796" w:rsidRDefault="00991675" w:rsidP="00381796">
      <w:pPr>
        <w:pStyle w:val="a"/>
        <w:ind w:firstLine="31680"/>
        <w:rPr>
          <w:rFonts w:cs="Times New Roman"/>
        </w:rPr>
      </w:pPr>
      <w:r w:rsidRPr="00381796">
        <w:rPr>
          <w:rFonts w:hint="eastAsia"/>
        </w:rPr>
        <w:t>知识点：</w:t>
      </w:r>
      <w:r w:rsidRPr="00381796">
        <w:t>2013</w:t>
      </w:r>
      <w:r w:rsidRPr="00381796">
        <w:rPr>
          <w:rFonts w:hint="eastAsia"/>
        </w:rPr>
        <w:t>年</w:t>
      </w:r>
      <w:r w:rsidRPr="00381796">
        <w:t>7</w:t>
      </w:r>
      <w:r w:rsidRPr="00381796">
        <w:rPr>
          <w:rFonts w:hint="eastAsia"/>
        </w:rPr>
        <w:t>月</w:t>
      </w:r>
      <w:r w:rsidRPr="00381796">
        <w:t>22</w:t>
      </w:r>
      <w:r w:rsidRPr="00381796">
        <w:rPr>
          <w:rFonts w:hint="eastAsia"/>
        </w:rPr>
        <w:t>日，重组后的国家海洋局正式挂牌。同时，“中国海监总队”牌匾被取下，换上了“中国海警局”牌匾。国家海洋局以中国海警局名义开展海上维权执法，接受公安部业务指导。</w:t>
      </w:r>
    </w:p>
    <w:p w:rsidR="00991675" w:rsidRPr="00381796" w:rsidRDefault="00991675" w:rsidP="00381796">
      <w:pPr>
        <w:pStyle w:val="a"/>
        <w:ind w:firstLine="31680"/>
        <w:rPr>
          <w:rFonts w:cs="Times New Roman"/>
        </w:rPr>
      </w:pPr>
      <w:r w:rsidRPr="00381796">
        <w:rPr>
          <w:rFonts w:hint="eastAsia"/>
        </w:rPr>
        <w:t>知识点：《钢制海船入级规范》规定的绝缘等级</w:t>
      </w:r>
      <w:r w:rsidRPr="00381796">
        <w:t>F</w:t>
      </w:r>
      <w:r w:rsidRPr="00381796">
        <w:rPr>
          <w:rFonts w:hint="eastAsia"/>
        </w:rPr>
        <w:t>，最大温升是</w:t>
      </w:r>
      <w:r w:rsidRPr="00381796">
        <w:t>95k</w:t>
      </w:r>
      <w:r w:rsidRPr="00381796">
        <w:rPr>
          <w:rFonts w:hint="eastAsia"/>
        </w:rPr>
        <w:t>。</w:t>
      </w:r>
    </w:p>
    <w:p w:rsidR="00991675" w:rsidRPr="00381796" w:rsidRDefault="00991675" w:rsidP="00381796">
      <w:pPr>
        <w:pStyle w:val="a"/>
        <w:ind w:firstLine="31680"/>
        <w:rPr>
          <w:rFonts w:cs="Times New Roman"/>
        </w:rPr>
      </w:pPr>
      <w:r w:rsidRPr="00381796">
        <w:rPr>
          <w:rFonts w:hint="eastAsia"/>
        </w:rPr>
        <w:t>知识点：根据</w:t>
      </w:r>
      <w:r w:rsidRPr="00381796">
        <w:t>IMO</w:t>
      </w:r>
      <w:r w:rsidRPr="00381796">
        <w:rPr>
          <w:rFonts w:hint="eastAsia"/>
        </w:rPr>
        <w:t>正式颁布的电子海图实施强制规定，包括</w:t>
      </w:r>
      <w:r w:rsidRPr="00381796">
        <w:t>2012</w:t>
      </w:r>
      <w:r w:rsidRPr="00381796">
        <w:rPr>
          <w:rFonts w:hint="eastAsia"/>
        </w:rPr>
        <w:t>年</w:t>
      </w:r>
      <w:r w:rsidRPr="00381796">
        <w:t>7</w:t>
      </w:r>
      <w:r w:rsidRPr="00381796">
        <w:rPr>
          <w:rFonts w:hint="eastAsia"/>
        </w:rPr>
        <w:t>月</w:t>
      </w:r>
      <w:r w:rsidRPr="00381796">
        <w:t>1</w:t>
      </w:r>
      <w:r w:rsidRPr="00381796">
        <w:rPr>
          <w:rFonts w:hint="eastAsia"/>
        </w:rPr>
        <w:t>日后新造</w:t>
      </w:r>
      <w:r w:rsidRPr="00381796">
        <w:t>500</w:t>
      </w:r>
      <w:r w:rsidRPr="00381796">
        <w:rPr>
          <w:rFonts w:hint="eastAsia"/>
        </w:rPr>
        <w:t>吨及以上的客轮、</w:t>
      </w:r>
      <w:r w:rsidRPr="00381796">
        <w:t>2013</w:t>
      </w:r>
      <w:r w:rsidRPr="00381796">
        <w:rPr>
          <w:rFonts w:hint="eastAsia"/>
        </w:rPr>
        <w:t>年</w:t>
      </w:r>
      <w:r w:rsidRPr="00381796">
        <w:t>7</w:t>
      </w:r>
      <w:r w:rsidRPr="00381796">
        <w:rPr>
          <w:rFonts w:hint="eastAsia"/>
        </w:rPr>
        <w:t>月</w:t>
      </w:r>
      <w:r w:rsidRPr="00381796">
        <w:t>1</w:t>
      </w:r>
      <w:r w:rsidRPr="00381796">
        <w:rPr>
          <w:rFonts w:hint="eastAsia"/>
        </w:rPr>
        <w:t>日后新造</w:t>
      </w:r>
      <w:r w:rsidRPr="00381796">
        <w:t>500</w:t>
      </w:r>
      <w:r w:rsidRPr="00381796">
        <w:rPr>
          <w:rFonts w:hint="eastAsia"/>
        </w:rPr>
        <w:t>吨及以上的客轮、</w:t>
      </w:r>
      <w:r w:rsidRPr="00381796">
        <w:t>2013</w:t>
      </w:r>
      <w:r w:rsidRPr="00381796">
        <w:rPr>
          <w:rFonts w:hint="eastAsia"/>
        </w:rPr>
        <w:t>年</w:t>
      </w:r>
      <w:r w:rsidRPr="00381796">
        <w:t>7</w:t>
      </w:r>
      <w:r w:rsidRPr="00381796">
        <w:rPr>
          <w:rFonts w:hint="eastAsia"/>
        </w:rPr>
        <w:t>月</w:t>
      </w:r>
      <w:r w:rsidRPr="00381796">
        <w:t>1</w:t>
      </w:r>
      <w:r w:rsidRPr="00381796">
        <w:rPr>
          <w:rFonts w:hint="eastAsia"/>
        </w:rPr>
        <w:t>日后新造</w:t>
      </w:r>
      <w:r w:rsidRPr="00381796">
        <w:t>10000</w:t>
      </w:r>
      <w:r w:rsidRPr="00381796">
        <w:rPr>
          <w:rFonts w:hint="eastAsia"/>
        </w:rPr>
        <w:t>吨及以上货轮，以及现有的营运货轮在</w:t>
      </w:r>
      <w:r w:rsidRPr="00381796">
        <w:t>2016</w:t>
      </w:r>
      <w:r w:rsidRPr="00381796">
        <w:rPr>
          <w:rFonts w:hint="eastAsia"/>
        </w:rPr>
        <w:t>年</w:t>
      </w:r>
      <w:r w:rsidRPr="00381796">
        <w:t>7</w:t>
      </w:r>
      <w:r w:rsidRPr="00381796">
        <w:rPr>
          <w:rFonts w:hint="eastAsia"/>
        </w:rPr>
        <w:t>月</w:t>
      </w:r>
      <w:r w:rsidRPr="00381796">
        <w:t>1</w:t>
      </w:r>
      <w:r w:rsidRPr="00381796">
        <w:rPr>
          <w:rFonts w:hint="eastAsia"/>
        </w:rPr>
        <w:t>日前，均应配备一台电子海图显示与信息系统。</w:t>
      </w:r>
    </w:p>
    <w:p w:rsidR="00991675" w:rsidRPr="00381796" w:rsidRDefault="00991675" w:rsidP="00381796">
      <w:pPr>
        <w:pStyle w:val="a"/>
        <w:ind w:firstLine="31680"/>
        <w:rPr>
          <w:rFonts w:cs="Times New Roman"/>
        </w:rPr>
      </w:pPr>
      <w:r w:rsidRPr="00381796">
        <w:rPr>
          <w:rFonts w:hint="eastAsia"/>
        </w:rPr>
        <w:t>知识点：《钢制海船入级规范》规定客船和</w:t>
      </w:r>
      <w:r w:rsidRPr="00381796">
        <w:t>500</w:t>
      </w:r>
      <w:r w:rsidRPr="00381796">
        <w:rPr>
          <w:rFonts w:hint="eastAsia"/>
        </w:rPr>
        <w:t>吨以上货船应当配应急电源。</w:t>
      </w:r>
    </w:p>
    <w:p w:rsidR="00991675" w:rsidRPr="00381796" w:rsidRDefault="00991675" w:rsidP="00381796">
      <w:pPr>
        <w:pStyle w:val="a"/>
        <w:ind w:firstLine="31680"/>
        <w:rPr>
          <w:rFonts w:cs="Times New Roman"/>
          <w:kern w:val="0"/>
        </w:rPr>
      </w:pPr>
      <w:r w:rsidRPr="00381796">
        <w:rPr>
          <w:rFonts w:hint="eastAsia"/>
          <w:kern w:val="0"/>
        </w:rPr>
        <w:t>知识点：在《湿地公约》对湿地的定义中，湿地包括低潮时水深不超过</w:t>
      </w:r>
      <w:r w:rsidRPr="00381796">
        <w:rPr>
          <w:kern w:val="0"/>
        </w:rPr>
        <w:t>6</w:t>
      </w:r>
      <w:r w:rsidRPr="00381796">
        <w:rPr>
          <w:rFonts w:hint="eastAsia"/>
          <w:kern w:val="0"/>
        </w:rPr>
        <w:t>米的水域。</w:t>
      </w:r>
    </w:p>
    <w:p w:rsidR="00991675" w:rsidRPr="00381796" w:rsidRDefault="00991675" w:rsidP="00381796">
      <w:pPr>
        <w:pStyle w:val="a"/>
        <w:ind w:firstLine="31680"/>
        <w:rPr>
          <w:rFonts w:cs="Times New Roman"/>
        </w:rPr>
      </w:pPr>
      <w:r w:rsidRPr="00381796">
        <w:rPr>
          <w:rFonts w:hint="eastAsia"/>
        </w:rPr>
        <w:t>知识点：《中华人民共和国海岛保护法》于</w:t>
      </w:r>
      <w:r w:rsidRPr="00381796">
        <w:t>2010</w:t>
      </w:r>
      <w:r w:rsidRPr="00381796">
        <w:rPr>
          <w:rFonts w:hint="eastAsia"/>
        </w:rPr>
        <w:t>年</w:t>
      </w:r>
      <w:r w:rsidRPr="00381796">
        <w:t>3</w:t>
      </w:r>
      <w:r w:rsidRPr="00381796">
        <w:rPr>
          <w:rFonts w:hint="eastAsia"/>
        </w:rPr>
        <w:t>月</w:t>
      </w:r>
      <w:r w:rsidRPr="00381796">
        <w:t>1</w:t>
      </w:r>
      <w:r w:rsidRPr="00381796">
        <w:rPr>
          <w:rFonts w:hint="eastAsia"/>
        </w:rPr>
        <w:t>日正式颁布实施。</w:t>
      </w:r>
    </w:p>
    <w:p w:rsidR="00991675" w:rsidRPr="00381796" w:rsidRDefault="00991675" w:rsidP="00381796">
      <w:pPr>
        <w:pStyle w:val="a"/>
        <w:ind w:firstLine="31680"/>
        <w:rPr>
          <w:rFonts w:cs="Times New Roman"/>
        </w:rPr>
      </w:pPr>
      <w:r w:rsidRPr="00381796">
        <w:rPr>
          <w:rFonts w:hint="eastAsia"/>
        </w:rPr>
        <w:t>知识点：</w:t>
      </w:r>
      <w:r w:rsidRPr="00381796">
        <w:t>2012</w:t>
      </w:r>
      <w:r w:rsidRPr="00381796">
        <w:rPr>
          <w:rFonts w:hint="eastAsia"/>
        </w:rPr>
        <w:t>年</w:t>
      </w:r>
      <w:r w:rsidRPr="00381796">
        <w:t>6</w:t>
      </w:r>
      <w:r w:rsidRPr="00381796">
        <w:rPr>
          <w:rFonts w:hint="eastAsia"/>
        </w:rPr>
        <w:t>月</w:t>
      </w:r>
      <w:r w:rsidRPr="00381796">
        <w:t>21</w:t>
      </w:r>
      <w:r w:rsidRPr="00381796">
        <w:rPr>
          <w:rFonts w:hint="eastAsia"/>
        </w:rPr>
        <w:t>日，国务院决定设立三沙市。它是我国地理纬度位置最南、陆地面积最小、人口最少的地级市，隶属海南省。</w:t>
      </w:r>
    </w:p>
    <w:p w:rsidR="00991675" w:rsidRPr="00381796" w:rsidRDefault="00991675" w:rsidP="00381796">
      <w:pPr>
        <w:pStyle w:val="a"/>
        <w:ind w:firstLine="31680"/>
        <w:rPr>
          <w:rFonts w:cs="Times New Roman"/>
        </w:rPr>
      </w:pPr>
      <w:r w:rsidRPr="00381796">
        <w:rPr>
          <w:rFonts w:hint="eastAsia"/>
        </w:rPr>
        <w:t>知识点：《中华人民共和国海岛保护法》所称的海岛是指符合四面环水且高潮时露出海面情形的岛屿。</w:t>
      </w:r>
    </w:p>
    <w:p w:rsidR="00991675" w:rsidRPr="00381796" w:rsidRDefault="00991675" w:rsidP="00381796">
      <w:pPr>
        <w:pStyle w:val="a"/>
        <w:ind w:firstLine="31680"/>
        <w:rPr>
          <w:rFonts w:cs="Times New Roman"/>
        </w:rPr>
      </w:pPr>
      <w:r w:rsidRPr="00381796">
        <w:rPr>
          <w:rFonts w:hint="eastAsia"/>
        </w:rPr>
        <w:t>知识点：《中华人民共和国海岛保护法》第二十一条规定“国家安排海岛保护专项资金，用于海岛的保护、生态修复和科学研究活动。”</w:t>
      </w:r>
    </w:p>
    <w:p w:rsidR="00991675" w:rsidRPr="00381796" w:rsidRDefault="00991675" w:rsidP="00381796">
      <w:pPr>
        <w:pStyle w:val="a"/>
        <w:ind w:firstLine="31680"/>
        <w:rPr>
          <w:rFonts w:cs="Times New Roman"/>
        </w:rPr>
      </w:pPr>
      <w:r w:rsidRPr="00381796">
        <w:rPr>
          <w:rFonts w:hint="eastAsia"/>
        </w:rPr>
        <w:t>知识点：《联合国海洋法公约》所称正常基线：除本公约另有规定外，测算领海宽度的正常基线是沿海国官方承认的大比例尺海图所标明的沿岸低潮线。</w:t>
      </w:r>
      <w:r w:rsidRPr="00381796">
        <w:rPr>
          <w:rFonts w:cs="Times New Roman"/>
        </w:rPr>
        <w:tab/>
      </w:r>
    </w:p>
    <w:p w:rsidR="00991675" w:rsidRPr="00381796" w:rsidRDefault="00991675" w:rsidP="00381796">
      <w:pPr>
        <w:pStyle w:val="a"/>
        <w:ind w:firstLine="31680"/>
        <w:rPr>
          <w:rFonts w:cs="Times New Roman"/>
        </w:rPr>
      </w:pPr>
      <w:r w:rsidRPr="00381796">
        <w:rPr>
          <w:rFonts w:hint="eastAsia"/>
        </w:rPr>
        <w:t>知识点：领海的宽度：每一国家有权确定其领海的宽度，直至从按照《联合国海洋法公约》确定的基线量起不超过十二海里的界限为止。</w:t>
      </w:r>
    </w:p>
    <w:p w:rsidR="00991675" w:rsidRPr="00381796" w:rsidRDefault="00991675" w:rsidP="00381796">
      <w:pPr>
        <w:pStyle w:val="a"/>
        <w:ind w:firstLine="31680"/>
        <w:rPr>
          <w:rFonts w:cs="Times New Roman"/>
        </w:rPr>
      </w:pPr>
      <w:r w:rsidRPr="00381796">
        <w:rPr>
          <w:rFonts w:hint="eastAsia"/>
        </w:rPr>
        <w:t>知识点：辽宁省获批的第一个海洋特别保护区是锦州大笔架山保护区。</w:t>
      </w:r>
    </w:p>
    <w:p w:rsidR="00991675" w:rsidRPr="00381796" w:rsidRDefault="00991675" w:rsidP="00381796">
      <w:pPr>
        <w:pStyle w:val="a"/>
        <w:ind w:firstLine="31680"/>
        <w:rPr>
          <w:rFonts w:cs="Times New Roman"/>
        </w:rPr>
      </w:pPr>
      <w:r w:rsidRPr="00381796">
        <w:rPr>
          <w:rFonts w:hint="eastAsia"/>
        </w:rPr>
        <w:t>知识点：沿海国对从测算领海宽度的基线量起</w:t>
      </w:r>
      <w:r w:rsidRPr="00381796">
        <w:t>200</w:t>
      </w:r>
      <w:r w:rsidRPr="00381796">
        <w:rPr>
          <w:rFonts w:hint="eastAsia"/>
        </w:rPr>
        <w:t>海里以外的大陆架上的非生物资源的开发，应缴付费用或实物。</w:t>
      </w:r>
    </w:p>
    <w:p w:rsidR="00991675" w:rsidRPr="00381796" w:rsidRDefault="00991675" w:rsidP="00381796">
      <w:pPr>
        <w:pStyle w:val="a"/>
        <w:ind w:firstLine="31680"/>
        <w:rPr>
          <w:rFonts w:cs="Times New Roman"/>
        </w:rPr>
      </w:pPr>
      <w:r w:rsidRPr="00381796">
        <w:rPr>
          <w:rFonts w:hint="eastAsia"/>
        </w:rPr>
        <w:t>知识点：临时性利用无居民海岛不得在所利用的海岛建造永久性建筑物或者设施。</w:t>
      </w:r>
    </w:p>
    <w:p w:rsidR="00991675" w:rsidRPr="00381796" w:rsidRDefault="00991675" w:rsidP="00381796">
      <w:pPr>
        <w:pStyle w:val="a"/>
        <w:ind w:firstLine="31680"/>
        <w:rPr>
          <w:rFonts w:cs="Times New Roman"/>
        </w:rPr>
      </w:pPr>
      <w:r w:rsidRPr="00381796">
        <w:rPr>
          <w:rFonts w:hint="eastAsia"/>
        </w:rPr>
        <w:t>知识点：《无居民海岛使用申请审批试行办法》规定无居民海岛开发利用具体方案中含有建筑工程的用岛，最高使用期限为</w:t>
      </w:r>
      <w:r w:rsidRPr="00381796">
        <w:t>50</w:t>
      </w:r>
      <w:r w:rsidRPr="00381796">
        <w:rPr>
          <w:rFonts w:hint="eastAsia"/>
        </w:rPr>
        <w:t>年；其他类型的用岛可根据使用实际需要的期限确定，但最高使用期限不得超过</w:t>
      </w:r>
      <w:r w:rsidRPr="00381796">
        <w:t>30</w:t>
      </w:r>
      <w:r w:rsidRPr="00381796">
        <w:rPr>
          <w:rFonts w:hint="eastAsia"/>
        </w:rPr>
        <w:t>年。</w:t>
      </w:r>
    </w:p>
    <w:p w:rsidR="00991675" w:rsidRPr="00381796" w:rsidRDefault="00991675" w:rsidP="00381796">
      <w:pPr>
        <w:pStyle w:val="a"/>
        <w:ind w:firstLine="31680"/>
        <w:rPr>
          <w:rFonts w:cs="Times New Roman"/>
        </w:rPr>
      </w:pPr>
      <w:r w:rsidRPr="00381796">
        <w:rPr>
          <w:rFonts w:hint="eastAsia"/>
        </w:rPr>
        <w:t>知识点：《全国海岛保护规划》规定特殊用途海岛是指具有特殊用途或者重要保护价值的海岛，主要包括领海基点所在海岛、国防用途海岛、海洋自然保护区内的海岛和有居民海岛的特殊用途区域等。</w:t>
      </w:r>
    </w:p>
    <w:p w:rsidR="00991675" w:rsidRPr="00381796" w:rsidRDefault="00991675" w:rsidP="00381796">
      <w:pPr>
        <w:pStyle w:val="a"/>
        <w:ind w:firstLine="31680"/>
        <w:rPr>
          <w:rFonts w:cs="Times New Roman"/>
        </w:rPr>
      </w:pPr>
      <w:r w:rsidRPr="00381796">
        <w:rPr>
          <w:rFonts w:hint="eastAsia"/>
        </w:rPr>
        <w:t>知识点：《海岛法》第三十一条“经批准开发利用无居民海岛的，应当依法缴纳使用金。但是，因国防、公务、教学、防灾减灾、非经营性公用基础设施建设和基础测绘、气象观测等公益事业使用无居民海岛的除外。”</w:t>
      </w:r>
    </w:p>
    <w:p w:rsidR="00991675" w:rsidRPr="00381796" w:rsidRDefault="00991675" w:rsidP="00381796">
      <w:pPr>
        <w:pStyle w:val="a"/>
        <w:ind w:firstLine="31680"/>
      </w:pPr>
      <w:r w:rsidRPr="00381796">
        <w:rPr>
          <w:rFonts w:hint="eastAsia"/>
        </w:rPr>
        <w:t>知识点：《全国海岛保护规划》规定：自然保护区核心区内的海岛，禁止开发利用，任何单位和个人未经批准不得进入。</w:t>
      </w:r>
      <w:r w:rsidRPr="00381796">
        <w:t xml:space="preserve"> </w:t>
      </w:r>
    </w:p>
    <w:p w:rsidR="00991675" w:rsidRPr="00381796" w:rsidRDefault="00991675" w:rsidP="00381796">
      <w:pPr>
        <w:pStyle w:val="a"/>
        <w:ind w:firstLine="31680"/>
        <w:rPr>
          <w:rFonts w:cs="Times New Roman"/>
        </w:rPr>
      </w:pPr>
      <w:r w:rsidRPr="00381796">
        <w:rPr>
          <w:rFonts w:hint="eastAsia"/>
        </w:rPr>
        <w:t>知识点：《海岛保护法》第三十条规定，无居民海岛使用由国务院或者省、自治区、直辖市人民政府批准。</w:t>
      </w:r>
    </w:p>
    <w:p w:rsidR="00991675" w:rsidRPr="00381796" w:rsidRDefault="00991675" w:rsidP="00381796">
      <w:pPr>
        <w:pStyle w:val="a"/>
        <w:ind w:firstLine="31680"/>
        <w:rPr>
          <w:rFonts w:cs="Times New Roman"/>
        </w:rPr>
      </w:pPr>
      <w:r w:rsidRPr="00381796">
        <w:rPr>
          <w:rFonts w:hint="eastAsia"/>
        </w:rPr>
        <w:t>知识点：《海岛保护法》第二十五条规定，在有居民海岛进行工程建设，应当坚持先规划后建设、生态保护设施优先建设或者与工程项目同步建设的原则。</w:t>
      </w:r>
    </w:p>
    <w:p w:rsidR="00991675" w:rsidRPr="00381796" w:rsidRDefault="00991675" w:rsidP="00381796">
      <w:pPr>
        <w:pStyle w:val="a"/>
        <w:ind w:firstLine="31680"/>
      </w:pPr>
      <w:r w:rsidRPr="00381796">
        <w:rPr>
          <w:rFonts w:hint="eastAsia"/>
        </w:rPr>
        <w:t>知识点：《无居民海岛使用金征收使用管理办法》第三条规定“无居民海岛使用权可以通过申请审批方式出让，也可以通过招标、拍卖、挂牌的方式出让。”</w:t>
      </w:r>
      <w:r w:rsidRPr="00381796">
        <w:t xml:space="preserve"> </w:t>
      </w:r>
    </w:p>
    <w:p w:rsidR="00991675" w:rsidRPr="00381796" w:rsidRDefault="00991675" w:rsidP="00381796">
      <w:pPr>
        <w:pStyle w:val="a"/>
        <w:ind w:firstLine="31680"/>
        <w:rPr>
          <w:rFonts w:cs="Times New Roman"/>
        </w:rPr>
      </w:pPr>
      <w:r w:rsidRPr="00381796">
        <w:rPr>
          <w:rFonts w:hint="eastAsia"/>
        </w:rPr>
        <w:t>知识点：《全国海岛保护规划》的规范期限为</w:t>
      </w:r>
      <w:r w:rsidRPr="00381796">
        <w:t>2010—2020</w:t>
      </w:r>
      <w:r w:rsidRPr="00381796">
        <w:rPr>
          <w:rFonts w:hint="eastAsia"/>
        </w:rPr>
        <w:t>年，展望到</w:t>
      </w:r>
      <w:r w:rsidRPr="00381796">
        <w:t>2030</w:t>
      </w:r>
      <w:r w:rsidRPr="00381796">
        <w:rPr>
          <w:rFonts w:hint="eastAsia"/>
        </w:rPr>
        <w:t>年。</w:t>
      </w:r>
    </w:p>
    <w:p w:rsidR="00991675" w:rsidRPr="00381796" w:rsidRDefault="00991675" w:rsidP="00381796">
      <w:pPr>
        <w:pStyle w:val="a"/>
        <w:ind w:firstLine="31680"/>
        <w:rPr>
          <w:rFonts w:cs="Times New Roman"/>
        </w:rPr>
      </w:pPr>
      <w:r w:rsidRPr="00381796">
        <w:rPr>
          <w:rFonts w:hint="eastAsia"/>
        </w:rPr>
        <w:t>知识点：《无居民海岛使用权登记办法》明确：在无居民海岛上设置航标、灯塔、重力点、天文点、水准点、测绘控制点标志灯公益设施，由省级登记机关登记备案。</w:t>
      </w:r>
    </w:p>
    <w:p w:rsidR="00991675" w:rsidRPr="00381796" w:rsidRDefault="00991675" w:rsidP="00381796">
      <w:pPr>
        <w:pStyle w:val="a"/>
        <w:ind w:firstLine="31680"/>
        <w:rPr>
          <w:rFonts w:cs="Times New Roman"/>
        </w:rPr>
      </w:pPr>
      <w:r w:rsidRPr="00381796">
        <w:rPr>
          <w:rFonts w:hint="eastAsia"/>
        </w:rPr>
        <w:t>知识点：国家海洋局《海岛名称管理办法》明确规定，国家海洋局负责中华人民共和国所属海岛（有乡级以上人民政府驻地的海岛除外）的名称管理。</w:t>
      </w:r>
    </w:p>
    <w:p w:rsidR="00991675" w:rsidRPr="00381796" w:rsidRDefault="00991675" w:rsidP="00381796">
      <w:pPr>
        <w:pStyle w:val="a"/>
        <w:ind w:firstLine="31680"/>
        <w:rPr>
          <w:rFonts w:cs="Times New Roman"/>
        </w:rPr>
      </w:pPr>
      <w:r w:rsidRPr="00381796">
        <w:rPr>
          <w:rFonts w:hint="eastAsia"/>
        </w:rPr>
        <w:t>知识点：第一批国家级海洋自然保护区共有五处：位于河北省昌黎县的昌黎黄金海岸自然保护区，位于广西壮族自治区合浦县的山口红树林生态自然保护区，位于海南省万宁市的大洲岛海洋生态自然保护区，位于海南省三亚市的三亚珊瑚礁自然保护区和位于浙江省平阳县的南麂列岛海洋自然保护区。</w:t>
      </w:r>
    </w:p>
    <w:p w:rsidR="00991675" w:rsidRPr="00381796" w:rsidRDefault="00991675" w:rsidP="00381796">
      <w:pPr>
        <w:pStyle w:val="a"/>
        <w:ind w:firstLine="31680"/>
        <w:rPr>
          <w:rFonts w:cs="Times New Roman"/>
        </w:rPr>
      </w:pPr>
      <w:r w:rsidRPr="00381796">
        <w:rPr>
          <w:rFonts w:hint="eastAsia"/>
        </w:rPr>
        <w:t>知识点：台湾省和海南省是我国以海岛组成的省级行政建制的省份。</w:t>
      </w:r>
    </w:p>
    <w:p w:rsidR="00991675" w:rsidRPr="00381796" w:rsidRDefault="00991675" w:rsidP="00381796">
      <w:pPr>
        <w:pStyle w:val="a"/>
        <w:ind w:firstLine="31680"/>
        <w:rPr>
          <w:rFonts w:cs="Times New Roman"/>
        </w:rPr>
      </w:pPr>
      <w:r w:rsidRPr="00381796">
        <w:rPr>
          <w:rFonts w:hint="eastAsia"/>
        </w:rPr>
        <w:t>知识点：青岛大公岛岛屿生态系统自然保护区是于</w:t>
      </w:r>
      <w:r w:rsidRPr="00381796">
        <w:t>2001</w:t>
      </w:r>
      <w:r w:rsidRPr="00381796">
        <w:rPr>
          <w:rFonts w:hint="eastAsia"/>
        </w:rPr>
        <w:t>年</w:t>
      </w:r>
      <w:r w:rsidRPr="00381796">
        <w:t>12</w:t>
      </w:r>
      <w:r w:rsidRPr="00381796">
        <w:rPr>
          <w:rFonts w:hint="eastAsia"/>
        </w:rPr>
        <w:t>月</w:t>
      </w:r>
      <w:r w:rsidRPr="00381796">
        <w:t>24</w:t>
      </w:r>
      <w:r w:rsidRPr="00381796">
        <w:rPr>
          <w:rFonts w:hint="eastAsia"/>
        </w:rPr>
        <w:t>日经省政府批准的省级自然保护区。该保护区设核心区和实验区。核心区设在大公岛南坡及南部海域，重点保护鸟类和海洋生物资源及栖息繁殖环境。</w:t>
      </w:r>
    </w:p>
    <w:p w:rsidR="00991675" w:rsidRPr="00381796" w:rsidRDefault="00991675" w:rsidP="00381796">
      <w:pPr>
        <w:pStyle w:val="a"/>
        <w:ind w:firstLine="31680"/>
        <w:rPr>
          <w:rFonts w:cs="Times New Roman"/>
        </w:rPr>
      </w:pPr>
      <w:r w:rsidRPr="00381796">
        <w:rPr>
          <w:rFonts w:hint="eastAsia"/>
        </w:rPr>
        <w:t>知识点：</w:t>
      </w:r>
      <w:r w:rsidRPr="00381796">
        <w:t>2002</w:t>
      </w:r>
      <w:r w:rsidRPr="00381796">
        <w:rPr>
          <w:rFonts w:hint="eastAsia"/>
        </w:rPr>
        <w:t>年</w:t>
      </w:r>
      <w:r w:rsidRPr="00381796">
        <w:t>12</w:t>
      </w:r>
      <w:r w:rsidRPr="00381796">
        <w:rPr>
          <w:rFonts w:hint="eastAsia"/>
        </w:rPr>
        <w:t>月</w:t>
      </w:r>
      <w:r w:rsidRPr="00381796">
        <w:t>30</w:t>
      </w:r>
      <w:r w:rsidRPr="00381796">
        <w:rPr>
          <w:rFonts w:hint="eastAsia"/>
        </w:rPr>
        <w:t>日，山东省人民政府批准建立胶南灵山岛省级自然保护区。保护区总面积为</w:t>
      </w:r>
      <w:r w:rsidRPr="00381796">
        <w:t>3283</w:t>
      </w:r>
      <w:r w:rsidRPr="00381796">
        <w:rPr>
          <w:rFonts w:hint="eastAsia"/>
        </w:rPr>
        <w:t>．</w:t>
      </w:r>
      <w:r w:rsidRPr="00381796">
        <w:t>2</w:t>
      </w:r>
      <w:r w:rsidRPr="00381796">
        <w:rPr>
          <w:rFonts w:hint="eastAsia"/>
        </w:rPr>
        <w:t>公顷。主要保护对象为海岛生态系统，包括海域及海洋生物资源、林木资源、鸟类资源和地质地貌。</w:t>
      </w:r>
    </w:p>
    <w:p w:rsidR="00991675" w:rsidRPr="00381796" w:rsidRDefault="00991675" w:rsidP="00381796">
      <w:pPr>
        <w:pStyle w:val="a"/>
        <w:ind w:firstLine="31680"/>
        <w:rPr>
          <w:rFonts w:cs="Times New Roman"/>
        </w:rPr>
      </w:pPr>
      <w:r w:rsidRPr="00381796">
        <w:rPr>
          <w:rFonts w:hint="eastAsia"/>
        </w:rPr>
        <w:t>知识点：《中华人民共和国海岛保护法》第二条规定“从事中华人民共和国所属海岛的保护、开发利用及相关管理活动，适用本法。本法所称海岛，是指四面环海水并在高潮时高于水面的自然形成的陆地区域，包括有居民海岛和无居民海岛。本法所称海岛保护，是指海岛及其周边海域生态系统保护，无居民海岛自然资源保护和特殊用途海岛保护。”</w:t>
      </w:r>
    </w:p>
    <w:p w:rsidR="00991675" w:rsidRPr="00381796" w:rsidRDefault="00991675" w:rsidP="00381796">
      <w:pPr>
        <w:pStyle w:val="a"/>
        <w:ind w:firstLine="31680"/>
        <w:rPr>
          <w:rFonts w:cs="Times New Roman"/>
          <w:highlight w:val="yellow"/>
        </w:rPr>
      </w:pPr>
      <w:r w:rsidRPr="00381796">
        <w:rPr>
          <w:rFonts w:hint="eastAsia"/>
        </w:rPr>
        <w:t>知识点：《海岛保护法》第六条“编制沿海城市、镇海岛保护专项规划，应当征求上一级人民政府海洋主管部门的意见。”</w:t>
      </w:r>
    </w:p>
    <w:p w:rsidR="00991675" w:rsidRPr="00381796" w:rsidRDefault="00991675" w:rsidP="00381796">
      <w:pPr>
        <w:pStyle w:val="a"/>
        <w:ind w:firstLine="31680"/>
        <w:rPr>
          <w:rFonts w:cs="Times New Roman"/>
          <w:highlight w:val="yellow"/>
        </w:rPr>
      </w:pPr>
      <w:r w:rsidRPr="00381796">
        <w:rPr>
          <w:rFonts w:hint="eastAsia"/>
        </w:rPr>
        <w:t>知识点：《海岛保护法》第六条“海岛的名称，由国家地名管理机构和国务院海洋主管部门按照国务院有关规定确定和发布。”</w:t>
      </w:r>
    </w:p>
    <w:p w:rsidR="00991675" w:rsidRPr="00381796" w:rsidRDefault="00991675" w:rsidP="00381796">
      <w:pPr>
        <w:pStyle w:val="a"/>
        <w:ind w:firstLine="31680"/>
        <w:rPr>
          <w:rFonts w:cs="Times New Roman"/>
        </w:rPr>
      </w:pPr>
      <w:r w:rsidRPr="00381796">
        <w:rPr>
          <w:rFonts w:hint="eastAsia"/>
        </w:rPr>
        <w:t>知识点：《中华人民共和国海岛保护法》第八条规定“国家实行海岛保护规划制度。海岛保护规划是从事海岛保护、利用活动的依据。”</w:t>
      </w:r>
    </w:p>
    <w:p w:rsidR="00991675" w:rsidRPr="00381796" w:rsidRDefault="00991675" w:rsidP="00381796">
      <w:pPr>
        <w:pStyle w:val="a"/>
        <w:ind w:firstLine="31680"/>
        <w:rPr>
          <w:rFonts w:cs="Times New Roman"/>
        </w:rPr>
      </w:pPr>
      <w:r w:rsidRPr="00381796">
        <w:rPr>
          <w:rFonts w:hint="eastAsia"/>
        </w:rPr>
        <w:t>知识点：《中华人民共和国海岛保护法》第二十四条规定“有居民海岛的开发、建设应当对海岛土地资源、水资源及能源状况进行调查评估，依法进行环境影响评价。海岛的开发、建设不得超出海岛的环境容量。新建、改建、扩建建设项目，必须符合海岛主要污染物排放、建设用地和用水总量控制指标的要求。”</w:t>
      </w:r>
    </w:p>
    <w:p w:rsidR="00991675" w:rsidRPr="00381796" w:rsidRDefault="00991675" w:rsidP="00381796">
      <w:pPr>
        <w:pStyle w:val="a"/>
        <w:ind w:firstLine="31680"/>
        <w:rPr>
          <w:rFonts w:cs="Times New Roman"/>
        </w:rPr>
      </w:pPr>
      <w:r w:rsidRPr="00381796">
        <w:rPr>
          <w:rFonts w:hint="eastAsia"/>
        </w:rPr>
        <w:t>知识点：《联合国海洋法公约》第一六三条“兹设立理事会的机关如下：（</w:t>
      </w:r>
      <w:r w:rsidRPr="00381796">
        <w:t>1</w:t>
      </w:r>
      <w:r w:rsidRPr="00381796">
        <w:rPr>
          <w:rFonts w:hint="eastAsia"/>
        </w:rPr>
        <w:t>）经济规划委员会；（</w:t>
      </w:r>
      <w:r w:rsidRPr="00381796">
        <w:t>2</w:t>
      </w:r>
      <w:r w:rsidRPr="00381796">
        <w:rPr>
          <w:rFonts w:hint="eastAsia"/>
        </w:rPr>
        <w:t>）法律和技术委员会”，“委员会委员任期五年，连选可连任</w:t>
      </w:r>
      <w:r w:rsidRPr="00381796">
        <w:t>1</w:t>
      </w:r>
      <w:r w:rsidRPr="00381796">
        <w:rPr>
          <w:rFonts w:hint="eastAsia"/>
        </w:rPr>
        <w:t>次。”</w:t>
      </w:r>
    </w:p>
    <w:p w:rsidR="00991675" w:rsidRPr="00381796" w:rsidRDefault="00991675" w:rsidP="00381796">
      <w:pPr>
        <w:pStyle w:val="a"/>
        <w:ind w:firstLine="31680"/>
        <w:rPr>
          <w:rFonts w:cs="Times New Roman"/>
        </w:rPr>
      </w:pPr>
      <w:r w:rsidRPr="00381796">
        <w:rPr>
          <w:rFonts w:hint="eastAsia"/>
        </w:rPr>
        <w:t>知识点：《中华人民共和国海岛保护法》第五十七条第二款规定：无居民海岛是指不属于居民户籍管理的住址登记地的海岛。</w:t>
      </w:r>
    </w:p>
    <w:p w:rsidR="00991675" w:rsidRPr="00381796" w:rsidRDefault="00991675" w:rsidP="00381796">
      <w:pPr>
        <w:pStyle w:val="a"/>
        <w:ind w:firstLine="31680"/>
        <w:rPr>
          <w:rFonts w:cs="Times New Roman"/>
        </w:rPr>
      </w:pPr>
      <w:r w:rsidRPr="00381796">
        <w:rPr>
          <w:rFonts w:hint="eastAsia"/>
        </w:rPr>
        <w:t>知识点：《无居民海岛使用权证书管理办法》第八条：无居民海岛使用临时证书有效期限一般为</w:t>
      </w:r>
      <w:r w:rsidRPr="00381796">
        <w:t>3</w:t>
      </w:r>
      <w:r w:rsidRPr="00381796">
        <w:rPr>
          <w:rFonts w:hint="eastAsia"/>
        </w:rPr>
        <w:t>年，最长不得超过</w:t>
      </w:r>
      <w:r w:rsidRPr="00381796">
        <w:t>5</w:t>
      </w:r>
      <w:r w:rsidRPr="00381796">
        <w:rPr>
          <w:rFonts w:hint="eastAsia"/>
        </w:rPr>
        <w:t>年。到期后确有需要续期的，可以续期</w:t>
      </w:r>
      <w:r w:rsidRPr="00381796">
        <w:t>1</w:t>
      </w:r>
      <w:r w:rsidRPr="00381796">
        <w:rPr>
          <w:rFonts w:hint="eastAsia"/>
        </w:rPr>
        <w:t>次。</w:t>
      </w:r>
    </w:p>
    <w:p w:rsidR="00991675" w:rsidRPr="00381796" w:rsidRDefault="00991675" w:rsidP="00381796">
      <w:pPr>
        <w:pStyle w:val="a"/>
        <w:ind w:firstLine="31680"/>
        <w:rPr>
          <w:rFonts w:cs="Times New Roman"/>
        </w:rPr>
      </w:pPr>
      <w:r w:rsidRPr="00381796">
        <w:rPr>
          <w:rFonts w:hint="eastAsia"/>
        </w:rPr>
        <w:t>知识点：无居民海岛使用金不包括无居民海岛使用者取得无居民海岛使用权应当依法缴纳的其他相关税费。</w:t>
      </w:r>
    </w:p>
    <w:p w:rsidR="00991675" w:rsidRPr="00381796" w:rsidRDefault="00991675" w:rsidP="00381796">
      <w:pPr>
        <w:pStyle w:val="a"/>
        <w:ind w:firstLine="31680"/>
        <w:rPr>
          <w:rFonts w:cs="Times New Roman"/>
        </w:rPr>
      </w:pPr>
      <w:r w:rsidRPr="00381796">
        <w:rPr>
          <w:rFonts w:hint="eastAsia"/>
        </w:rPr>
        <w:t>知识点：《中华人民共和国海岛保护法》第三十条：无居民海岛开发利用审查批准的具体办法，由国务院规定。</w:t>
      </w:r>
    </w:p>
    <w:p w:rsidR="00991675" w:rsidRPr="00381796" w:rsidRDefault="00991675" w:rsidP="00381796">
      <w:pPr>
        <w:pStyle w:val="a"/>
        <w:ind w:firstLine="31680"/>
        <w:rPr>
          <w:rFonts w:cs="Times New Roman"/>
        </w:rPr>
      </w:pPr>
      <w:r w:rsidRPr="00381796">
        <w:rPr>
          <w:rFonts w:hint="eastAsia"/>
        </w:rPr>
        <w:t>知识点：宁波商人黄益民终于成了名正言顺的“黄岛主”，他从国家海洋局和浙江省海洋渔业局的领导手里，接过了我国第一本无居民海岛使用权证，编号为</w:t>
      </w:r>
      <w:r w:rsidRPr="00381796">
        <w:t>110001</w:t>
      </w:r>
      <w:r w:rsidRPr="00381796">
        <w:rPr>
          <w:rFonts w:hint="eastAsia"/>
        </w:rPr>
        <w:t>。从此，“黄岛主”就将拥有宁波象山的旦门山岛</w:t>
      </w:r>
      <w:r w:rsidRPr="00381796">
        <w:t>50</w:t>
      </w:r>
      <w:r w:rsidRPr="00381796">
        <w:rPr>
          <w:rFonts w:hint="eastAsia"/>
        </w:rPr>
        <w:t>年的使用权。</w:t>
      </w:r>
    </w:p>
    <w:p w:rsidR="00991675" w:rsidRPr="00381796" w:rsidRDefault="00991675" w:rsidP="00381796">
      <w:pPr>
        <w:pStyle w:val="a"/>
        <w:ind w:firstLine="31680"/>
        <w:rPr>
          <w:rFonts w:cs="Times New Roman"/>
        </w:rPr>
      </w:pPr>
      <w:r w:rsidRPr="00381796">
        <w:rPr>
          <w:rFonts w:hint="eastAsia"/>
        </w:rPr>
        <w:t>知识点：我国第一批开发利用无居民海岛名录已向社会公布。此次公布的无居民海岛共计</w:t>
      </w:r>
      <w:r w:rsidRPr="00381796">
        <w:t>176</w:t>
      </w:r>
      <w:r w:rsidRPr="00381796">
        <w:rPr>
          <w:rFonts w:hint="eastAsia"/>
        </w:rPr>
        <w:t>个，其中，辽宁</w:t>
      </w:r>
      <w:r w:rsidRPr="00381796">
        <w:t>11</w:t>
      </w:r>
      <w:r w:rsidRPr="00381796">
        <w:rPr>
          <w:rFonts w:hint="eastAsia"/>
        </w:rPr>
        <w:t>个、山东</w:t>
      </w:r>
      <w:r w:rsidRPr="00381796">
        <w:t>5</w:t>
      </w:r>
      <w:r w:rsidRPr="00381796">
        <w:rPr>
          <w:rFonts w:hint="eastAsia"/>
        </w:rPr>
        <w:t>个、江苏</w:t>
      </w:r>
      <w:r w:rsidRPr="00381796">
        <w:t>2</w:t>
      </w:r>
      <w:r w:rsidRPr="00381796">
        <w:rPr>
          <w:rFonts w:hint="eastAsia"/>
        </w:rPr>
        <w:t>个、浙江</w:t>
      </w:r>
      <w:r w:rsidRPr="00381796">
        <w:t>31</w:t>
      </w:r>
      <w:r w:rsidRPr="00381796">
        <w:rPr>
          <w:rFonts w:hint="eastAsia"/>
        </w:rPr>
        <w:t>个、福建</w:t>
      </w:r>
      <w:r w:rsidRPr="00381796">
        <w:t>50</w:t>
      </w:r>
      <w:r w:rsidRPr="00381796">
        <w:rPr>
          <w:rFonts w:hint="eastAsia"/>
        </w:rPr>
        <w:t>个、广东</w:t>
      </w:r>
      <w:r w:rsidRPr="00381796">
        <w:t>60</w:t>
      </w:r>
      <w:r w:rsidRPr="00381796">
        <w:rPr>
          <w:rFonts w:hint="eastAsia"/>
        </w:rPr>
        <w:t>个、广西</w:t>
      </w:r>
      <w:r w:rsidRPr="00381796">
        <w:t>11</w:t>
      </w:r>
      <w:r w:rsidRPr="00381796">
        <w:rPr>
          <w:rFonts w:hint="eastAsia"/>
        </w:rPr>
        <w:t>个、海南</w:t>
      </w:r>
      <w:r w:rsidRPr="00381796">
        <w:t>6</w:t>
      </w:r>
      <w:r w:rsidRPr="00381796">
        <w:rPr>
          <w:rFonts w:hint="eastAsia"/>
        </w:rPr>
        <w:t>个。</w:t>
      </w:r>
    </w:p>
    <w:p w:rsidR="00991675" w:rsidRPr="00381796" w:rsidRDefault="00991675" w:rsidP="00381796">
      <w:pPr>
        <w:pStyle w:val="a"/>
        <w:ind w:firstLine="31680"/>
        <w:rPr>
          <w:rFonts w:cs="Times New Roman"/>
        </w:rPr>
      </w:pPr>
      <w:r w:rsidRPr="00381796">
        <w:rPr>
          <w:rFonts w:hint="eastAsia"/>
        </w:rPr>
        <w:t>知识点：《无居民海岛使用申请审批试行办法》规定无居民海岛开发利用具体方案中含有建筑工程的用岛，最高使用期限为</w:t>
      </w:r>
      <w:r w:rsidRPr="00381796">
        <w:t>50</w:t>
      </w:r>
      <w:r w:rsidRPr="00381796">
        <w:rPr>
          <w:rFonts w:hint="eastAsia"/>
        </w:rPr>
        <w:t>年；其他类型的用岛可根据使用实际需要的期限确定，但最高使用期限不得超过</w:t>
      </w:r>
      <w:r w:rsidRPr="00381796">
        <w:t>30</w:t>
      </w:r>
      <w:r w:rsidRPr="00381796">
        <w:rPr>
          <w:rFonts w:hint="eastAsia"/>
        </w:rPr>
        <w:t>年。</w:t>
      </w:r>
    </w:p>
    <w:p w:rsidR="00991675" w:rsidRPr="00381796" w:rsidRDefault="00991675" w:rsidP="00381796">
      <w:pPr>
        <w:pStyle w:val="a"/>
        <w:ind w:firstLine="31680"/>
        <w:rPr>
          <w:rFonts w:cs="Times New Roman"/>
        </w:rPr>
      </w:pPr>
      <w:r w:rsidRPr="00381796">
        <w:rPr>
          <w:rFonts w:hint="eastAsia"/>
        </w:rPr>
        <w:t>知识点：《海岛保护法》第五十七条有居民海岛，是指属于居民户籍管理的住址登记地的海岛。无居民海岛，是指不属于居民户籍管理的住址登记地的海岛。</w:t>
      </w:r>
    </w:p>
    <w:p w:rsidR="00991675" w:rsidRPr="00381796" w:rsidRDefault="00991675" w:rsidP="00381796">
      <w:pPr>
        <w:pStyle w:val="a"/>
        <w:ind w:firstLine="31680"/>
        <w:rPr>
          <w:rFonts w:cs="Times New Roman"/>
        </w:rPr>
      </w:pPr>
      <w:r w:rsidRPr="00381796">
        <w:rPr>
          <w:rFonts w:hint="eastAsia"/>
        </w:rPr>
        <w:t>知识点：我国第一本无居民海岛使用权证与</w:t>
      </w:r>
      <w:r w:rsidRPr="00381796">
        <w:t>2011</w:t>
      </w:r>
      <w:r w:rsidRPr="00381796">
        <w:rPr>
          <w:rFonts w:hint="eastAsia"/>
        </w:rPr>
        <w:t>年</w:t>
      </w:r>
      <w:r w:rsidRPr="00381796">
        <w:t>11</w:t>
      </w:r>
      <w:r w:rsidRPr="00381796">
        <w:rPr>
          <w:rFonts w:hint="eastAsia"/>
        </w:rPr>
        <w:t>月颁发，编号为</w:t>
      </w:r>
      <w:r w:rsidRPr="00381796">
        <w:t>110001</w:t>
      </w:r>
      <w:r w:rsidRPr="00381796">
        <w:rPr>
          <w:rFonts w:hint="eastAsia"/>
        </w:rPr>
        <w:t>。</w:t>
      </w:r>
    </w:p>
    <w:p w:rsidR="00991675" w:rsidRPr="00381796" w:rsidRDefault="00991675" w:rsidP="00381796">
      <w:pPr>
        <w:pStyle w:val="a"/>
        <w:ind w:firstLine="31680"/>
        <w:rPr>
          <w:rFonts w:cs="Times New Roman"/>
        </w:rPr>
      </w:pPr>
      <w:r w:rsidRPr="00381796">
        <w:rPr>
          <w:rFonts w:hint="eastAsia"/>
        </w:rPr>
        <w:t>知识点：《海岛保护法》第三十七条“领海基点所在的海岛，应当由海岛所在省、自治区、直辖市人民政府划定保护范围，报国务院海洋主管部门</w:t>
      </w:r>
      <w:r w:rsidRPr="00381796">
        <w:t xml:space="preserve">, </w:t>
      </w:r>
      <w:r w:rsidRPr="00381796">
        <w:rPr>
          <w:rFonts w:hint="eastAsia"/>
        </w:rPr>
        <w:t>备案。领海基点及其保护范围周边应当设置明显标志。”</w:t>
      </w:r>
    </w:p>
    <w:p w:rsidR="00991675" w:rsidRPr="00381796" w:rsidRDefault="00991675" w:rsidP="00381796">
      <w:pPr>
        <w:pStyle w:val="a"/>
        <w:ind w:firstLine="31680"/>
        <w:rPr>
          <w:rFonts w:cs="Times New Roman"/>
        </w:rPr>
      </w:pPr>
      <w:r w:rsidRPr="00381796">
        <w:rPr>
          <w:rFonts w:hint="eastAsia"/>
        </w:rPr>
        <w:t>知识点：《领海基点保护范围选划与保护办法》“县级以上人民政府海洋主管部门应当在领海基点保护范围周边设置明显标志。”</w:t>
      </w:r>
    </w:p>
    <w:p w:rsidR="00991675" w:rsidRPr="00381796" w:rsidRDefault="00991675" w:rsidP="00381796">
      <w:pPr>
        <w:pStyle w:val="a"/>
        <w:ind w:firstLine="31680"/>
        <w:rPr>
          <w:rFonts w:cs="Times New Roman"/>
        </w:rPr>
      </w:pPr>
      <w:r w:rsidRPr="00381796">
        <w:rPr>
          <w:rFonts w:hint="eastAsia"/>
        </w:rPr>
        <w:t>知识点：《海岛保护法》第五十条规定“在领海基点保护范围内进行工程建设或者其他可能改变该区域地形、地貌活动，……由县级以上人民政府海洋主管部门责令停止违法行为，处以二万元以上二十万元以下的罚款。”</w:t>
      </w:r>
    </w:p>
    <w:p w:rsidR="00991675" w:rsidRPr="00381796" w:rsidRDefault="00991675" w:rsidP="00381796">
      <w:pPr>
        <w:pStyle w:val="a"/>
        <w:ind w:firstLine="31680"/>
        <w:rPr>
          <w:rFonts w:cs="Times New Roman"/>
        </w:rPr>
      </w:pPr>
      <w:r w:rsidRPr="00381796">
        <w:rPr>
          <w:rFonts w:hint="eastAsia"/>
        </w:rPr>
        <w:t>知识点：《无居民海岛使用权登记办法》明确，下列情形原使用权人应当向原登记机关申请注销登记：</w:t>
      </w:r>
      <w:r w:rsidRPr="00381796">
        <w:t>1.</w:t>
      </w:r>
      <w:r w:rsidRPr="00381796">
        <w:rPr>
          <w:rFonts w:hint="eastAsia"/>
        </w:rPr>
        <w:t>因自然或者人为原因导致海岛灭失的；</w:t>
      </w:r>
      <w:r w:rsidRPr="00381796">
        <w:t>2.</w:t>
      </w:r>
      <w:r w:rsidRPr="00381796">
        <w:rPr>
          <w:rFonts w:hint="eastAsia"/>
        </w:rPr>
        <w:t>因人民法院、仲裁机构的生效法律文书致使无居民海岛使用权灭失的。</w:t>
      </w:r>
    </w:p>
    <w:p w:rsidR="00991675" w:rsidRPr="00381796" w:rsidRDefault="00991675" w:rsidP="00381796">
      <w:pPr>
        <w:pStyle w:val="a"/>
        <w:ind w:firstLine="31680"/>
        <w:rPr>
          <w:rFonts w:cs="Times New Roman"/>
        </w:rPr>
      </w:pPr>
      <w:r w:rsidRPr="00381796">
        <w:rPr>
          <w:rFonts w:hint="eastAsia"/>
        </w:rPr>
        <w:t>知识点：《无居民海岛使用权登记办法》明确，下列情形登记机关直接办理海岛使用注销登记：</w:t>
      </w:r>
      <w:r w:rsidRPr="00381796">
        <w:t xml:space="preserve">1. </w:t>
      </w:r>
      <w:r w:rsidRPr="00381796">
        <w:rPr>
          <w:rFonts w:hint="eastAsia"/>
        </w:rPr>
        <w:t>人民政府依法收回无居民海岛使用权的；</w:t>
      </w:r>
      <w:r w:rsidRPr="00381796">
        <w:t>2.</w:t>
      </w:r>
      <w:r w:rsidRPr="00381796">
        <w:rPr>
          <w:rFonts w:hint="eastAsia"/>
        </w:rPr>
        <w:t>因人民法院、仲裁机构的生效法律文书致使无居民海岛使用权灭失，当事人未办理注销登记的；</w:t>
      </w:r>
      <w:r w:rsidRPr="00381796">
        <w:t>3.</w:t>
      </w:r>
      <w:r w:rsidRPr="00381796">
        <w:rPr>
          <w:rFonts w:hint="eastAsia"/>
        </w:rPr>
        <w:t>无居民海岛使用权期限届满，未申请续期或者续期申请未获批准的；</w:t>
      </w:r>
      <w:r w:rsidRPr="00381796">
        <w:t>4.</w:t>
      </w:r>
      <w:r w:rsidRPr="00381796">
        <w:rPr>
          <w:rFonts w:hint="eastAsia"/>
        </w:rPr>
        <w:t>无居民海岛使用权人放弃无居民海岛使用权的；</w:t>
      </w:r>
      <w:r w:rsidRPr="00381796">
        <w:t>5.</w:t>
      </w:r>
      <w:r w:rsidRPr="00381796">
        <w:rPr>
          <w:rFonts w:hint="eastAsia"/>
        </w:rPr>
        <w:t>无居民海岛使用权人死亡，且无人继承的。</w:t>
      </w:r>
    </w:p>
    <w:p w:rsidR="00991675" w:rsidRPr="00381796" w:rsidRDefault="00991675" w:rsidP="00381796">
      <w:pPr>
        <w:pStyle w:val="a"/>
        <w:ind w:firstLine="31680"/>
        <w:rPr>
          <w:rFonts w:cs="Times New Roman"/>
        </w:rPr>
      </w:pPr>
      <w:r w:rsidRPr="00381796">
        <w:rPr>
          <w:rFonts w:hint="eastAsia"/>
        </w:rPr>
        <w:t>知识点：《无居民海岛使用权登记办法》明确：在无居民海岛上设置航标、灯塔、重力点、天文点、水准点、测绘控制点标志灯公益设施，由省级登记机关登记备案。</w:t>
      </w:r>
    </w:p>
    <w:p w:rsidR="00991675" w:rsidRPr="00381796" w:rsidRDefault="00991675" w:rsidP="00381796">
      <w:pPr>
        <w:pStyle w:val="a"/>
        <w:ind w:firstLine="31680"/>
        <w:rPr>
          <w:rFonts w:cs="Times New Roman"/>
        </w:rPr>
      </w:pPr>
      <w:r w:rsidRPr="00381796">
        <w:rPr>
          <w:rFonts w:hint="eastAsia"/>
        </w:rPr>
        <w:t>知识点：《无居民海岛使用金征收使用管理办法》规定“无居民海岛使用金实行中央地方分成。其中</w:t>
      </w:r>
      <w:r w:rsidRPr="00381796">
        <w:t>20%</w:t>
      </w:r>
      <w:r w:rsidRPr="00381796">
        <w:rPr>
          <w:rFonts w:hint="eastAsia"/>
        </w:rPr>
        <w:t>缴入中央国库，</w:t>
      </w:r>
      <w:r w:rsidRPr="00381796">
        <w:t>80%</w:t>
      </w:r>
      <w:r w:rsidRPr="00381796">
        <w:rPr>
          <w:rFonts w:hint="eastAsia"/>
        </w:rPr>
        <w:t>缴入地方国库。”</w:t>
      </w:r>
    </w:p>
    <w:p w:rsidR="00991675" w:rsidRPr="00381796" w:rsidRDefault="00991675" w:rsidP="00381796">
      <w:pPr>
        <w:pStyle w:val="a"/>
        <w:ind w:firstLine="31680"/>
        <w:rPr>
          <w:rFonts w:cs="Times New Roman"/>
        </w:rPr>
      </w:pPr>
      <w:r w:rsidRPr="00381796">
        <w:rPr>
          <w:rFonts w:hint="eastAsia"/>
        </w:rPr>
        <w:t>知识点：国家海洋局公布首批</w:t>
      </w:r>
      <w:r w:rsidRPr="00381796">
        <w:t>176</w:t>
      </w:r>
      <w:r w:rsidRPr="00381796">
        <w:rPr>
          <w:rFonts w:hint="eastAsia"/>
        </w:rPr>
        <w:t>个可开发无居民海岛，大羊屿岛是其中首个以公开拍卖方式转让使用权的无人岛。</w:t>
      </w:r>
    </w:p>
    <w:p w:rsidR="00991675" w:rsidRPr="00381796" w:rsidRDefault="00991675" w:rsidP="00381796">
      <w:pPr>
        <w:pStyle w:val="a"/>
        <w:ind w:firstLine="31680"/>
        <w:rPr>
          <w:rFonts w:cs="Times New Roman"/>
        </w:rPr>
      </w:pPr>
      <w:r w:rsidRPr="00381796">
        <w:rPr>
          <w:rFonts w:hint="eastAsia"/>
        </w:rPr>
        <w:t>知识点：《全国海岛保护规划》中“依据海岛分布的紧密性、生态功能的相关性，属地管理的便捷性，结合国家级地方发展的区划与规划，将我国海岛分为黄渤海区、东海区和南海区</w:t>
      </w:r>
      <w:r w:rsidRPr="00381796">
        <w:t>3</w:t>
      </w:r>
      <w:r w:rsidRPr="00381796">
        <w:rPr>
          <w:rFonts w:hint="eastAsia"/>
        </w:rPr>
        <w:t>个一级区进行保护。</w:t>
      </w:r>
    </w:p>
    <w:p w:rsidR="00991675" w:rsidRPr="00381796" w:rsidRDefault="00991675" w:rsidP="00381796">
      <w:pPr>
        <w:pStyle w:val="a"/>
        <w:ind w:firstLine="31680"/>
        <w:rPr>
          <w:rFonts w:cs="Times New Roman"/>
        </w:rPr>
      </w:pPr>
      <w:r w:rsidRPr="00381796">
        <w:rPr>
          <w:rFonts w:hint="eastAsia"/>
        </w:rPr>
        <w:t>知识点：目前，全国共颁发</w:t>
      </w:r>
      <w:r w:rsidRPr="00381796">
        <w:t>13</w:t>
      </w:r>
      <w:r w:rsidRPr="00381796">
        <w:rPr>
          <w:rFonts w:hint="eastAsia"/>
        </w:rPr>
        <w:t>本无居民海岛使用权证书，包括辽宁</w:t>
      </w:r>
      <w:r w:rsidRPr="00381796">
        <w:t>2</w:t>
      </w:r>
      <w:r w:rsidRPr="00381796">
        <w:rPr>
          <w:rFonts w:hint="eastAsia"/>
        </w:rPr>
        <w:t>个、河北</w:t>
      </w:r>
      <w:r w:rsidRPr="00381796">
        <w:t>1</w:t>
      </w:r>
      <w:r w:rsidRPr="00381796">
        <w:rPr>
          <w:rFonts w:hint="eastAsia"/>
        </w:rPr>
        <w:t>个、山东</w:t>
      </w:r>
      <w:r w:rsidRPr="00381796">
        <w:t>1</w:t>
      </w:r>
      <w:r w:rsidRPr="00381796">
        <w:rPr>
          <w:rFonts w:hint="eastAsia"/>
        </w:rPr>
        <w:t>个、浙江</w:t>
      </w:r>
      <w:r w:rsidRPr="00381796">
        <w:t>2</w:t>
      </w:r>
      <w:r w:rsidRPr="00381796">
        <w:rPr>
          <w:rFonts w:hint="eastAsia"/>
        </w:rPr>
        <w:t>个、福建</w:t>
      </w:r>
      <w:r w:rsidRPr="00381796">
        <w:t>3</w:t>
      </w:r>
      <w:r w:rsidRPr="00381796">
        <w:rPr>
          <w:rFonts w:hint="eastAsia"/>
        </w:rPr>
        <w:t>个、广东</w:t>
      </w:r>
      <w:r w:rsidRPr="00381796">
        <w:t>2</w:t>
      </w:r>
      <w:r w:rsidRPr="00381796">
        <w:rPr>
          <w:rFonts w:hint="eastAsia"/>
        </w:rPr>
        <w:t>个、广西</w:t>
      </w:r>
      <w:r w:rsidRPr="00381796">
        <w:t>1</w:t>
      </w:r>
      <w:r w:rsidRPr="00381796">
        <w:rPr>
          <w:rFonts w:hint="eastAsia"/>
        </w:rPr>
        <w:t>个、海南</w:t>
      </w:r>
      <w:r w:rsidRPr="00381796">
        <w:t>1</w:t>
      </w:r>
      <w:r w:rsidRPr="00381796">
        <w:rPr>
          <w:rFonts w:hint="eastAsia"/>
        </w:rPr>
        <w:t>个。</w:t>
      </w:r>
    </w:p>
    <w:p w:rsidR="00991675" w:rsidRPr="00381796" w:rsidRDefault="00991675" w:rsidP="00381796">
      <w:pPr>
        <w:pStyle w:val="a"/>
        <w:ind w:firstLine="31680"/>
        <w:rPr>
          <w:rFonts w:cs="Times New Roman"/>
          <w:highlight w:val="yellow"/>
        </w:rPr>
      </w:pPr>
      <w:r w:rsidRPr="00381796">
        <w:rPr>
          <w:rFonts w:hint="eastAsia"/>
        </w:rPr>
        <w:t>知识点：国家海洋局《海岛名称管理办法》明确：海岛名称管理的管辖范围是中华人民共和国所属海岛，但是乡级以上人民政府驻地的海岛除外。</w:t>
      </w:r>
    </w:p>
    <w:p w:rsidR="00991675" w:rsidRPr="00381796" w:rsidRDefault="00991675" w:rsidP="00381796">
      <w:pPr>
        <w:pStyle w:val="a"/>
        <w:ind w:firstLine="31680"/>
        <w:rPr>
          <w:rFonts w:cs="Times New Roman"/>
          <w:shd w:val="clear" w:color="auto" w:fill="FFFFFF"/>
        </w:rPr>
      </w:pPr>
      <w:r w:rsidRPr="00381796">
        <w:rPr>
          <w:rFonts w:hint="eastAsia"/>
          <w:shd w:val="clear" w:color="auto" w:fill="FFFFFF"/>
        </w:rPr>
        <w:t>知识点：《中华人民共和国海洋环境保护法》中第三十三条</w:t>
      </w:r>
      <w:r w:rsidRPr="00381796">
        <w:rPr>
          <w:shd w:val="clear" w:color="auto" w:fill="FFFFFF"/>
        </w:rPr>
        <w:t xml:space="preserve"> </w:t>
      </w:r>
      <w:r w:rsidRPr="00381796">
        <w:rPr>
          <w:rFonts w:hint="eastAsia"/>
          <w:shd w:val="clear" w:color="auto" w:fill="FFFFFF"/>
        </w:rPr>
        <w:t>规定：禁止向海域排放油类、酸液、碱液、剧毒废液和高、中水平放射性废水。严格限制向海域排放低水平放射性废水；确需排放的，必须严格执行国家辐射防护规定。严格控制向海域排放含有不易降解的有机物和重金属的废水。</w:t>
      </w:r>
    </w:p>
    <w:p w:rsidR="00991675" w:rsidRPr="00381796" w:rsidRDefault="00991675" w:rsidP="00381796">
      <w:pPr>
        <w:pStyle w:val="a"/>
        <w:ind w:firstLine="31680"/>
        <w:rPr>
          <w:rFonts w:cs="Times New Roman"/>
          <w:shd w:val="clear" w:color="auto" w:fill="FFFFFF"/>
        </w:rPr>
      </w:pPr>
      <w:r w:rsidRPr="00381796">
        <w:rPr>
          <w:rFonts w:hint="eastAsia"/>
          <w:shd w:val="clear" w:color="auto" w:fill="FFFFFF"/>
        </w:rPr>
        <w:t>知识点：中华人民共和国《防治船舶污染海洋环境管理条例》第三十六条规定，船舶污染事故分为以下等级：</w:t>
      </w:r>
    </w:p>
    <w:p w:rsidR="00991675" w:rsidRPr="00381796" w:rsidRDefault="00991675" w:rsidP="00381796">
      <w:pPr>
        <w:ind w:firstLine="31680"/>
        <w:rPr>
          <w:rFonts w:cs="Times New Roman"/>
          <w:shd w:val="clear" w:color="auto" w:fill="FFFFFF"/>
        </w:rPr>
      </w:pPr>
      <w:r w:rsidRPr="00381796">
        <w:rPr>
          <w:rFonts w:cs="宋体" w:hint="eastAsia"/>
          <w:shd w:val="clear" w:color="auto" w:fill="FFFFFF"/>
        </w:rPr>
        <w:t>（一）特别重大船舶污染事故，是指船舶溢油</w:t>
      </w:r>
      <w:r w:rsidRPr="00381796">
        <w:rPr>
          <w:shd w:val="clear" w:color="auto" w:fill="FFFFFF"/>
        </w:rPr>
        <w:t>1000</w:t>
      </w:r>
      <w:r w:rsidRPr="00381796">
        <w:rPr>
          <w:rFonts w:cs="宋体" w:hint="eastAsia"/>
          <w:shd w:val="clear" w:color="auto" w:fill="FFFFFF"/>
        </w:rPr>
        <w:t>吨以上，或者造成直接经济损失</w:t>
      </w:r>
      <w:r w:rsidRPr="00381796">
        <w:rPr>
          <w:shd w:val="clear" w:color="auto" w:fill="FFFFFF"/>
        </w:rPr>
        <w:t>2</w:t>
      </w:r>
      <w:r w:rsidRPr="00381796">
        <w:rPr>
          <w:rFonts w:cs="宋体" w:hint="eastAsia"/>
          <w:shd w:val="clear" w:color="auto" w:fill="FFFFFF"/>
        </w:rPr>
        <w:t>亿元以上的船舶污染事故；</w:t>
      </w:r>
    </w:p>
    <w:p w:rsidR="00991675" w:rsidRPr="00381796" w:rsidRDefault="00991675" w:rsidP="00381796">
      <w:pPr>
        <w:ind w:firstLine="31680"/>
        <w:rPr>
          <w:rFonts w:cs="Times New Roman"/>
          <w:shd w:val="clear" w:color="auto" w:fill="FFFFFF"/>
        </w:rPr>
      </w:pPr>
      <w:r w:rsidRPr="00381796">
        <w:rPr>
          <w:rFonts w:cs="宋体" w:hint="eastAsia"/>
          <w:shd w:val="clear" w:color="auto" w:fill="FFFFFF"/>
        </w:rPr>
        <w:t>（二）重大船舶污染事故，是指船舶溢油</w:t>
      </w:r>
      <w:r w:rsidRPr="00381796">
        <w:rPr>
          <w:shd w:val="clear" w:color="auto" w:fill="FFFFFF"/>
        </w:rPr>
        <w:t>500</w:t>
      </w:r>
      <w:r w:rsidRPr="00381796">
        <w:rPr>
          <w:rFonts w:cs="宋体" w:hint="eastAsia"/>
          <w:shd w:val="clear" w:color="auto" w:fill="FFFFFF"/>
        </w:rPr>
        <w:t>吨以上不足</w:t>
      </w:r>
      <w:r w:rsidRPr="00381796">
        <w:rPr>
          <w:shd w:val="clear" w:color="auto" w:fill="FFFFFF"/>
        </w:rPr>
        <w:t>1000</w:t>
      </w:r>
      <w:r w:rsidRPr="00381796">
        <w:rPr>
          <w:rFonts w:cs="宋体" w:hint="eastAsia"/>
          <w:shd w:val="clear" w:color="auto" w:fill="FFFFFF"/>
        </w:rPr>
        <w:t>吨，或者造成直接经济损失</w:t>
      </w:r>
      <w:r w:rsidRPr="00381796">
        <w:rPr>
          <w:shd w:val="clear" w:color="auto" w:fill="FFFFFF"/>
        </w:rPr>
        <w:t>1</w:t>
      </w:r>
      <w:r w:rsidRPr="00381796">
        <w:rPr>
          <w:rFonts w:cs="宋体" w:hint="eastAsia"/>
          <w:shd w:val="clear" w:color="auto" w:fill="FFFFFF"/>
        </w:rPr>
        <w:t>亿元以上不足</w:t>
      </w:r>
      <w:r w:rsidRPr="00381796">
        <w:rPr>
          <w:shd w:val="clear" w:color="auto" w:fill="FFFFFF"/>
        </w:rPr>
        <w:t>2</w:t>
      </w:r>
      <w:r w:rsidRPr="00381796">
        <w:rPr>
          <w:rFonts w:cs="宋体" w:hint="eastAsia"/>
          <w:shd w:val="clear" w:color="auto" w:fill="FFFFFF"/>
        </w:rPr>
        <w:t>亿元的船舶污染事故；</w:t>
      </w:r>
    </w:p>
    <w:p w:rsidR="00991675" w:rsidRPr="00381796" w:rsidRDefault="00991675" w:rsidP="00381796">
      <w:pPr>
        <w:ind w:firstLine="31680"/>
        <w:rPr>
          <w:rFonts w:cs="Times New Roman"/>
          <w:shd w:val="clear" w:color="auto" w:fill="FFFFFF"/>
        </w:rPr>
      </w:pPr>
      <w:r w:rsidRPr="00381796">
        <w:rPr>
          <w:rFonts w:cs="宋体" w:hint="eastAsia"/>
          <w:shd w:val="clear" w:color="auto" w:fill="FFFFFF"/>
        </w:rPr>
        <w:t>（三）较大船舶污染事故，是指船舶溢油</w:t>
      </w:r>
      <w:r w:rsidRPr="00381796">
        <w:rPr>
          <w:shd w:val="clear" w:color="auto" w:fill="FFFFFF"/>
        </w:rPr>
        <w:t>100</w:t>
      </w:r>
      <w:r w:rsidRPr="00381796">
        <w:rPr>
          <w:rFonts w:cs="宋体" w:hint="eastAsia"/>
          <w:shd w:val="clear" w:color="auto" w:fill="FFFFFF"/>
        </w:rPr>
        <w:t>吨以上不足</w:t>
      </w:r>
      <w:r w:rsidRPr="00381796">
        <w:rPr>
          <w:shd w:val="clear" w:color="auto" w:fill="FFFFFF"/>
        </w:rPr>
        <w:t>500</w:t>
      </w:r>
      <w:r w:rsidRPr="00381796">
        <w:rPr>
          <w:rFonts w:cs="宋体" w:hint="eastAsia"/>
          <w:shd w:val="clear" w:color="auto" w:fill="FFFFFF"/>
        </w:rPr>
        <w:t>吨，或者造成直接经济损失</w:t>
      </w:r>
      <w:r w:rsidRPr="00381796">
        <w:rPr>
          <w:shd w:val="clear" w:color="auto" w:fill="FFFFFF"/>
        </w:rPr>
        <w:t>5000</w:t>
      </w:r>
      <w:r w:rsidRPr="00381796">
        <w:rPr>
          <w:rFonts w:cs="宋体" w:hint="eastAsia"/>
          <w:shd w:val="clear" w:color="auto" w:fill="FFFFFF"/>
        </w:rPr>
        <w:t>万元以上不足</w:t>
      </w:r>
      <w:r w:rsidRPr="00381796">
        <w:rPr>
          <w:shd w:val="clear" w:color="auto" w:fill="FFFFFF"/>
        </w:rPr>
        <w:t>1</w:t>
      </w:r>
      <w:r w:rsidRPr="00381796">
        <w:rPr>
          <w:rFonts w:cs="宋体" w:hint="eastAsia"/>
          <w:shd w:val="clear" w:color="auto" w:fill="FFFFFF"/>
        </w:rPr>
        <w:t>亿元的船舶污染事故；</w:t>
      </w:r>
    </w:p>
    <w:p w:rsidR="00991675" w:rsidRPr="00381796" w:rsidRDefault="00991675" w:rsidP="00381796">
      <w:pPr>
        <w:ind w:firstLine="31680"/>
        <w:rPr>
          <w:rFonts w:cs="Times New Roman"/>
          <w:shd w:val="clear" w:color="auto" w:fill="FFFFFF"/>
        </w:rPr>
      </w:pPr>
      <w:r w:rsidRPr="00381796">
        <w:rPr>
          <w:rFonts w:cs="宋体" w:hint="eastAsia"/>
          <w:shd w:val="clear" w:color="auto" w:fill="FFFFFF"/>
        </w:rPr>
        <w:t>（四）一般船舶污染事故，是指船舶溢油不足</w:t>
      </w:r>
      <w:r w:rsidRPr="00381796">
        <w:rPr>
          <w:shd w:val="clear" w:color="auto" w:fill="FFFFFF"/>
        </w:rPr>
        <w:t>100</w:t>
      </w:r>
      <w:r w:rsidRPr="00381796">
        <w:rPr>
          <w:rFonts w:cs="宋体" w:hint="eastAsia"/>
          <w:shd w:val="clear" w:color="auto" w:fill="FFFFFF"/>
        </w:rPr>
        <w:t>吨，或者造成直接经济损失不足</w:t>
      </w:r>
      <w:r w:rsidRPr="00381796">
        <w:rPr>
          <w:shd w:val="clear" w:color="auto" w:fill="FFFFFF"/>
        </w:rPr>
        <w:t>5000</w:t>
      </w:r>
      <w:r w:rsidRPr="00381796">
        <w:rPr>
          <w:rFonts w:cs="宋体" w:hint="eastAsia"/>
          <w:shd w:val="clear" w:color="auto" w:fill="FFFFFF"/>
        </w:rPr>
        <w:t>万元的船舶污染事故。</w:t>
      </w:r>
    </w:p>
    <w:p w:rsidR="00991675" w:rsidRPr="00381796" w:rsidRDefault="00991675" w:rsidP="00381796">
      <w:pPr>
        <w:pStyle w:val="a"/>
        <w:ind w:firstLine="31680"/>
        <w:rPr>
          <w:rFonts w:cs="Times New Roman"/>
        </w:rPr>
      </w:pPr>
      <w:r w:rsidRPr="00381796">
        <w:rPr>
          <w:rFonts w:hint="eastAsia"/>
        </w:rPr>
        <w:t>知识点：</w:t>
      </w:r>
      <w:r w:rsidRPr="00381796">
        <w:rPr>
          <w:rStyle w:val="Strong"/>
          <w:rFonts w:cs="宋体"/>
          <w:b w:val="0"/>
          <w:bCs w:val="0"/>
          <w:shd w:val="clear" w:color="auto" w:fill="FFFFFF"/>
        </w:rPr>
        <w:t>1982</w:t>
      </w:r>
      <w:r w:rsidRPr="00381796">
        <w:rPr>
          <w:rStyle w:val="Strong"/>
          <w:rFonts w:cs="宋体" w:hint="eastAsia"/>
          <w:b w:val="0"/>
          <w:bCs w:val="0"/>
          <w:shd w:val="clear" w:color="auto" w:fill="FFFFFF"/>
        </w:rPr>
        <w:t>年</w:t>
      </w:r>
      <w:r w:rsidRPr="00381796">
        <w:rPr>
          <w:rStyle w:val="Strong"/>
          <w:rFonts w:cs="宋体"/>
          <w:b w:val="0"/>
          <w:bCs w:val="0"/>
          <w:shd w:val="clear" w:color="auto" w:fill="FFFFFF"/>
        </w:rPr>
        <w:t>12</w:t>
      </w:r>
      <w:r w:rsidRPr="00381796">
        <w:rPr>
          <w:rStyle w:val="Strong"/>
          <w:rFonts w:cs="宋体" w:hint="eastAsia"/>
          <w:b w:val="0"/>
          <w:bCs w:val="0"/>
          <w:shd w:val="clear" w:color="auto" w:fill="FFFFFF"/>
        </w:rPr>
        <w:t>月</w:t>
      </w:r>
      <w:r w:rsidRPr="00381796">
        <w:rPr>
          <w:rStyle w:val="Strong"/>
          <w:rFonts w:cs="宋体"/>
          <w:b w:val="0"/>
          <w:bCs w:val="0"/>
          <w:shd w:val="clear" w:color="auto" w:fill="FFFFFF"/>
        </w:rPr>
        <w:t>10</w:t>
      </w:r>
      <w:r w:rsidRPr="00381796">
        <w:rPr>
          <w:rStyle w:val="Strong"/>
          <w:rFonts w:cs="宋体" w:hint="eastAsia"/>
          <w:b w:val="0"/>
          <w:bCs w:val="0"/>
          <w:shd w:val="clear" w:color="auto" w:fill="FFFFFF"/>
        </w:rPr>
        <w:t>日，第三次联合国海洋法会议上通过了《联合国海洋法公约》，该《公约》于</w:t>
      </w:r>
      <w:r w:rsidRPr="00381796">
        <w:rPr>
          <w:rStyle w:val="Strong"/>
          <w:rFonts w:cs="宋体"/>
          <w:b w:val="0"/>
          <w:bCs w:val="0"/>
          <w:shd w:val="clear" w:color="auto" w:fill="FFFFFF"/>
        </w:rPr>
        <w:t>1994</w:t>
      </w:r>
      <w:r w:rsidRPr="00381796">
        <w:rPr>
          <w:rStyle w:val="Strong"/>
          <w:rFonts w:cs="宋体" w:hint="eastAsia"/>
          <w:b w:val="0"/>
          <w:bCs w:val="0"/>
          <w:shd w:val="clear" w:color="auto" w:fill="FFFFFF"/>
        </w:rPr>
        <w:t>年</w:t>
      </w:r>
      <w:r w:rsidRPr="00381796">
        <w:rPr>
          <w:rStyle w:val="Strong"/>
          <w:rFonts w:cs="宋体"/>
          <w:b w:val="0"/>
          <w:bCs w:val="0"/>
          <w:shd w:val="clear" w:color="auto" w:fill="FFFFFF"/>
        </w:rPr>
        <w:t>7</w:t>
      </w:r>
      <w:r w:rsidRPr="00381796">
        <w:rPr>
          <w:rStyle w:val="Strong"/>
          <w:rFonts w:cs="宋体" w:hint="eastAsia"/>
          <w:b w:val="0"/>
          <w:bCs w:val="0"/>
          <w:shd w:val="clear" w:color="auto" w:fill="FFFFFF"/>
        </w:rPr>
        <w:t>月</w:t>
      </w:r>
      <w:r w:rsidRPr="00381796">
        <w:rPr>
          <w:rStyle w:val="Strong"/>
          <w:rFonts w:cs="宋体"/>
          <w:b w:val="0"/>
          <w:bCs w:val="0"/>
          <w:shd w:val="clear" w:color="auto" w:fill="FFFFFF"/>
        </w:rPr>
        <w:t>28</w:t>
      </w:r>
      <w:r w:rsidRPr="00381796">
        <w:rPr>
          <w:rStyle w:val="Strong"/>
          <w:rFonts w:cs="宋体" w:hint="eastAsia"/>
          <w:b w:val="0"/>
          <w:bCs w:val="0"/>
          <w:shd w:val="clear" w:color="auto" w:fill="FFFFFF"/>
        </w:rPr>
        <w:t>日生效</w:t>
      </w:r>
      <w:r w:rsidRPr="00381796">
        <w:rPr>
          <w:rFonts w:hint="eastAsia"/>
        </w:rPr>
        <w:t>。</w:t>
      </w:r>
    </w:p>
    <w:p w:rsidR="00991675" w:rsidRPr="00381796" w:rsidRDefault="00991675" w:rsidP="00381796">
      <w:pPr>
        <w:pStyle w:val="a"/>
        <w:ind w:firstLine="31680"/>
        <w:rPr>
          <w:rFonts w:cs="Times New Roman"/>
          <w:shd w:val="clear" w:color="auto" w:fill="FFFFFF"/>
        </w:rPr>
      </w:pPr>
      <w:r w:rsidRPr="00381796">
        <w:rPr>
          <w:rFonts w:hint="eastAsia"/>
        </w:rPr>
        <w:t>知识点：</w:t>
      </w:r>
      <w:r w:rsidRPr="00381796">
        <w:rPr>
          <w:rFonts w:hint="eastAsia"/>
          <w:shd w:val="clear" w:color="auto" w:fill="FFFFFF"/>
        </w:rPr>
        <w:t>截至</w:t>
      </w:r>
      <w:r w:rsidRPr="00381796">
        <w:rPr>
          <w:shd w:val="clear" w:color="auto" w:fill="FFFFFF"/>
        </w:rPr>
        <w:t>2014</w:t>
      </w:r>
      <w:r w:rsidRPr="00381796">
        <w:rPr>
          <w:rFonts w:hint="eastAsia"/>
          <w:shd w:val="clear" w:color="auto" w:fill="FFFFFF"/>
        </w:rPr>
        <w:t>年</w:t>
      </w:r>
      <w:r w:rsidRPr="00381796">
        <w:rPr>
          <w:shd w:val="clear" w:color="auto" w:fill="FFFFFF"/>
        </w:rPr>
        <w:t>10</w:t>
      </w:r>
      <w:r w:rsidRPr="00381796">
        <w:rPr>
          <w:rFonts w:hint="eastAsia"/>
          <w:shd w:val="clear" w:color="auto" w:fill="FFFFFF"/>
        </w:rPr>
        <w:t>月</w:t>
      </w:r>
      <w:r w:rsidRPr="00381796">
        <w:rPr>
          <w:shd w:val="clear" w:color="auto" w:fill="FFFFFF"/>
        </w:rPr>
        <w:t>10</w:t>
      </w:r>
      <w:r w:rsidRPr="00381796">
        <w:rPr>
          <w:rFonts w:hint="eastAsia"/>
          <w:shd w:val="clear" w:color="auto" w:fill="FFFFFF"/>
        </w:rPr>
        <w:t>日，已有</w:t>
      </w:r>
      <w:r w:rsidRPr="00381796">
        <w:rPr>
          <w:shd w:val="clear" w:color="auto" w:fill="FFFFFF"/>
        </w:rPr>
        <w:t>166</w:t>
      </w:r>
      <w:r w:rsidRPr="00381796">
        <w:rPr>
          <w:rFonts w:hint="eastAsia"/>
          <w:shd w:val="clear" w:color="auto" w:fill="FFFFFF"/>
        </w:rPr>
        <w:t>个国家批准通过</w:t>
      </w:r>
      <w:r w:rsidRPr="00381796">
        <w:rPr>
          <w:rFonts w:hint="eastAsia"/>
        </w:rPr>
        <w:t>《联合国海洋法公约》</w:t>
      </w:r>
      <w:r w:rsidRPr="00381796">
        <w:rPr>
          <w:rFonts w:hint="eastAsia"/>
          <w:shd w:val="clear" w:color="auto" w:fill="FFFFFF"/>
        </w:rPr>
        <w:t>。</w:t>
      </w:r>
    </w:p>
    <w:p w:rsidR="00991675" w:rsidRPr="00381796" w:rsidRDefault="00991675" w:rsidP="00381796">
      <w:pPr>
        <w:pStyle w:val="a"/>
        <w:ind w:firstLine="31680"/>
        <w:rPr>
          <w:rFonts w:cs="Times New Roman"/>
          <w:shd w:val="clear" w:color="auto" w:fill="FFFFFF"/>
        </w:rPr>
      </w:pPr>
      <w:r w:rsidRPr="00381796">
        <w:rPr>
          <w:rFonts w:hint="eastAsia"/>
        </w:rPr>
        <w:t>知识点：</w:t>
      </w:r>
      <w:r w:rsidRPr="00381796">
        <w:rPr>
          <w:rFonts w:hint="eastAsia"/>
          <w:shd w:val="clear" w:color="auto" w:fill="FFFFFF"/>
        </w:rPr>
        <w:t>我国于</w:t>
      </w:r>
      <w:r w:rsidRPr="00381796">
        <w:rPr>
          <w:shd w:val="clear" w:color="auto" w:fill="FFFFFF"/>
        </w:rPr>
        <w:t>1996</w:t>
      </w:r>
      <w:r w:rsidRPr="00381796">
        <w:rPr>
          <w:rFonts w:hint="eastAsia"/>
          <w:shd w:val="clear" w:color="auto" w:fill="FFFFFF"/>
        </w:rPr>
        <w:t>年</w:t>
      </w:r>
      <w:r w:rsidRPr="00381796">
        <w:rPr>
          <w:shd w:val="clear" w:color="auto" w:fill="FFFFFF"/>
        </w:rPr>
        <w:t>5</w:t>
      </w:r>
      <w:r w:rsidRPr="00381796">
        <w:rPr>
          <w:rFonts w:hint="eastAsia"/>
          <w:shd w:val="clear" w:color="auto" w:fill="FFFFFF"/>
        </w:rPr>
        <w:t>月</w:t>
      </w:r>
      <w:r w:rsidRPr="00381796">
        <w:rPr>
          <w:shd w:val="clear" w:color="auto" w:fill="FFFFFF"/>
        </w:rPr>
        <w:t>15</w:t>
      </w:r>
      <w:r w:rsidRPr="00381796">
        <w:rPr>
          <w:rFonts w:hint="eastAsia"/>
          <w:shd w:val="clear" w:color="auto" w:fill="FFFFFF"/>
        </w:rPr>
        <w:t>日批准</w:t>
      </w:r>
      <w:r w:rsidRPr="00381796">
        <w:rPr>
          <w:rFonts w:hint="eastAsia"/>
        </w:rPr>
        <w:t>《联合国海洋法公约》</w:t>
      </w:r>
      <w:r w:rsidRPr="00381796">
        <w:rPr>
          <w:rFonts w:hint="eastAsia"/>
          <w:shd w:val="clear" w:color="auto" w:fill="FFFFFF"/>
        </w:rPr>
        <w:t>，是世界上第</w:t>
      </w:r>
      <w:r w:rsidRPr="00381796">
        <w:rPr>
          <w:shd w:val="clear" w:color="auto" w:fill="FFFFFF"/>
        </w:rPr>
        <w:t>93</w:t>
      </w:r>
      <w:r w:rsidRPr="00381796">
        <w:rPr>
          <w:rFonts w:hint="eastAsia"/>
          <w:shd w:val="clear" w:color="auto" w:fill="FFFFFF"/>
        </w:rPr>
        <w:t>个批准该“公约”的国家。</w:t>
      </w:r>
    </w:p>
    <w:p w:rsidR="00991675" w:rsidRPr="00381796" w:rsidRDefault="00991675" w:rsidP="00381796">
      <w:pPr>
        <w:pStyle w:val="a"/>
        <w:ind w:firstLine="31680"/>
        <w:rPr>
          <w:rFonts w:cs="Times New Roman"/>
          <w:kern w:val="0"/>
        </w:rPr>
      </w:pPr>
      <w:r w:rsidRPr="00381796">
        <w:rPr>
          <w:rFonts w:hint="eastAsia"/>
        </w:rPr>
        <w:t>知识点：根据《</w:t>
      </w:r>
      <w:hyperlink r:id="rId18" w:tgtFrame="_blank" w:history="1">
        <w:r w:rsidRPr="00381796">
          <w:rPr>
            <w:rStyle w:val="Hyperlink"/>
            <w:rFonts w:cs="宋体" w:hint="eastAsia"/>
            <w:color w:val="auto"/>
          </w:rPr>
          <w:t>联合国海洋法公约</w:t>
        </w:r>
      </w:hyperlink>
      <w:r w:rsidRPr="00381796">
        <w:rPr>
          <w:rFonts w:hint="eastAsia"/>
        </w:rPr>
        <w:t>》规定，</w:t>
      </w:r>
      <w:r w:rsidRPr="00381796">
        <w:rPr>
          <w:rFonts w:hint="eastAsia"/>
          <w:kern w:val="0"/>
        </w:rPr>
        <w:t>专属经济区从测算领海宽度的基线量起，不应超过二百海里。</w:t>
      </w:r>
    </w:p>
    <w:p w:rsidR="00991675" w:rsidRPr="00381796" w:rsidRDefault="00991675" w:rsidP="00381796">
      <w:pPr>
        <w:pStyle w:val="a"/>
        <w:ind w:firstLine="31680"/>
        <w:rPr>
          <w:rFonts w:cs="Times New Roman"/>
          <w:shd w:val="clear" w:color="auto" w:fill="FFFFFF"/>
        </w:rPr>
      </w:pPr>
      <w:r w:rsidRPr="00381796">
        <w:rPr>
          <w:rFonts w:hint="eastAsia"/>
          <w:shd w:val="clear" w:color="auto" w:fill="FFFFFF"/>
        </w:rPr>
        <w:t>知识点：根据《</w:t>
      </w:r>
      <w:hyperlink r:id="rId19" w:tgtFrame="_blank" w:history="1">
        <w:r w:rsidRPr="00381796">
          <w:rPr>
            <w:rFonts w:hint="eastAsia"/>
            <w:shd w:val="clear" w:color="auto" w:fill="FFFFFF"/>
          </w:rPr>
          <w:t>联合国海洋法公约</w:t>
        </w:r>
      </w:hyperlink>
      <w:r w:rsidRPr="00381796">
        <w:rPr>
          <w:rFonts w:hint="eastAsia"/>
          <w:shd w:val="clear" w:color="auto" w:fill="FFFFFF"/>
        </w:rPr>
        <w:t>》第三条的规定，</w:t>
      </w:r>
      <w:hyperlink r:id="rId20" w:tgtFrame="_blank" w:history="1">
        <w:r w:rsidRPr="00381796">
          <w:rPr>
            <w:rFonts w:hint="eastAsia"/>
            <w:shd w:val="clear" w:color="auto" w:fill="FFFFFF"/>
          </w:rPr>
          <w:t>沿海国</w:t>
        </w:r>
      </w:hyperlink>
      <w:r w:rsidRPr="00381796">
        <w:rPr>
          <w:rFonts w:hint="eastAsia"/>
          <w:shd w:val="clear" w:color="auto" w:fill="FFFFFF"/>
        </w:rPr>
        <w:t>的领海宽度从领海基线量起不应超过</w:t>
      </w:r>
      <w:r w:rsidRPr="00381796">
        <w:rPr>
          <w:shd w:val="clear" w:color="auto" w:fill="FFFFFF"/>
        </w:rPr>
        <w:t>12</w:t>
      </w:r>
      <w:r w:rsidRPr="00381796">
        <w:rPr>
          <w:rFonts w:hint="eastAsia"/>
          <w:shd w:val="clear" w:color="auto" w:fill="FFFFFF"/>
        </w:rPr>
        <w:t>海里。</w:t>
      </w:r>
    </w:p>
    <w:p w:rsidR="00991675" w:rsidRPr="00381796" w:rsidRDefault="00991675" w:rsidP="00381796">
      <w:pPr>
        <w:pStyle w:val="a"/>
        <w:ind w:firstLine="31680"/>
        <w:rPr>
          <w:rFonts w:cs="Times New Roman"/>
          <w:kern w:val="0"/>
        </w:rPr>
      </w:pPr>
      <w:r w:rsidRPr="00381796">
        <w:rPr>
          <w:rFonts w:hint="eastAsia"/>
        </w:rPr>
        <w:t>知识点：《联合国海洋法公约》规定，</w:t>
      </w:r>
      <w:r w:rsidRPr="00381796">
        <w:rPr>
          <w:rFonts w:hint="eastAsia"/>
          <w:kern w:val="0"/>
        </w:rPr>
        <w:t>公海自由包括：（ａ）航行自由；（ｂ）飞越自由；（ｃ）铺设海底电缆和管道的自由；（ｄ）建造国际法所容许的人工岛屿和其他设施的自由；（ｅ）捕鱼自由；（ｆ）科学研究的自由。</w:t>
      </w:r>
    </w:p>
    <w:p w:rsidR="00991675" w:rsidRPr="00381796" w:rsidRDefault="00991675" w:rsidP="00381796">
      <w:pPr>
        <w:pStyle w:val="a"/>
        <w:ind w:firstLine="31680"/>
        <w:rPr>
          <w:rFonts w:cs="Times New Roman"/>
          <w:shd w:val="clear" w:color="auto" w:fill="FFFFFF"/>
        </w:rPr>
      </w:pPr>
      <w:r w:rsidRPr="00381796">
        <w:rPr>
          <w:rFonts w:hint="eastAsia"/>
        </w:rPr>
        <w:t>知识点：</w:t>
      </w:r>
      <w:r w:rsidRPr="00381796">
        <w:rPr>
          <w:rFonts w:hint="eastAsia"/>
          <w:shd w:val="clear" w:color="auto" w:fill="FFFFFF"/>
        </w:rPr>
        <w:t>《</w:t>
      </w:r>
      <w:r w:rsidRPr="00381796">
        <w:rPr>
          <w:shd w:val="clear" w:color="auto" w:fill="FFFFFF"/>
        </w:rPr>
        <w:t>1972</w:t>
      </w:r>
      <w:r w:rsidRPr="00381796">
        <w:rPr>
          <w:rFonts w:hint="eastAsia"/>
          <w:shd w:val="clear" w:color="auto" w:fill="FFFFFF"/>
        </w:rPr>
        <w:t>年防止倾倒废物及其他物质污染海洋的公约》简称《</w:t>
      </w:r>
      <w:r w:rsidRPr="00381796">
        <w:rPr>
          <w:shd w:val="clear" w:color="auto" w:fill="FFFFFF"/>
        </w:rPr>
        <w:t>1972</w:t>
      </w:r>
      <w:r w:rsidRPr="00381796">
        <w:rPr>
          <w:rFonts w:hint="eastAsia"/>
          <w:shd w:val="clear" w:color="auto" w:fill="FFFFFF"/>
        </w:rPr>
        <w:t>伦敦公约》），是第一批保护海洋环境控制人类活动干扰的全球公约之一，其目的是有效控制海洋污染源，采取可行的步骤防止废弃物和其他物质的倾倒污染海洋。</w:t>
      </w:r>
    </w:p>
    <w:p w:rsidR="00991675" w:rsidRPr="00381796" w:rsidRDefault="00991675" w:rsidP="00381796">
      <w:pPr>
        <w:pStyle w:val="a"/>
        <w:ind w:firstLine="31680"/>
        <w:rPr>
          <w:rFonts w:cs="Times New Roman"/>
          <w:shd w:val="clear" w:color="auto" w:fill="FFFFFF"/>
        </w:rPr>
      </w:pPr>
      <w:r w:rsidRPr="00381796">
        <w:rPr>
          <w:rFonts w:hint="eastAsia"/>
        </w:rPr>
        <w:t>知识点：</w:t>
      </w:r>
      <w:r w:rsidRPr="00381796">
        <w:rPr>
          <w:rFonts w:hint="eastAsia"/>
          <w:shd w:val="clear" w:color="auto" w:fill="FFFFFF"/>
        </w:rPr>
        <w:t>《</w:t>
      </w:r>
      <w:r w:rsidRPr="00381796">
        <w:rPr>
          <w:shd w:val="clear" w:color="auto" w:fill="FFFFFF"/>
        </w:rPr>
        <w:t>1972</w:t>
      </w:r>
      <w:r w:rsidRPr="00381796">
        <w:rPr>
          <w:rFonts w:hint="eastAsia"/>
          <w:shd w:val="clear" w:color="auto" w:fill="FFFFFF"/>
        </w:rPr>
        <w:t>伦敦公约》于</w:t>
      </w:r>
      <w:r w:rsidRPr="00381796">
        <w:rPr>
          <w:shd w:val="clear" w:color="auto" w:fill="FFFFFF"/>
        </w:rPr>
        <w:t>1975</w:t>
      </w:r>
      <w:r w:rsidRPr="00381796">
        <w:rPr>
          <w:rFonts w:hint="eastAsia"/>
          <w:shd w:val="clear" w:color="auto" w:fill="FFFFFF"/>
        </w:rPr>
        <w:t>年</w:t>
      </w:r>
      <w:r w:rsidRPr="00381796">
        <w:rPr>
          <w:shd w:val="clear" w:color="auto" w:fill="FFFFFF"/>
        </w:rPr>
        <w:t>8</w:t>
      </w:r>
      <w:r w:rsidRPr="00381796">
        <w:rPr>
          <w:rFonts w:hint="eastAsia"/>
          <w:shd w:val="clear" w:color="auto" w:fill="FFFFFF"/>
        </w:rPr>
        <w:t>月</w:t>
      </w:r>
      <w:r w:rsidRPr="00381796">
        <w:rPr>
          <w:shd w:val="clear" w:color="auto" w:fill="FFFFFF"/>
        </w:rPr>
        <w:t>30</w:t>
      </w:r>
      <w:r w:rsidRPr="00381796">
        <w:rPr>
          <w:rFonts w:hint="eastAsia"/>
          <w:shd w:val="clear" w:color="auto" w:fill="FFFFFF"/>
        </w:rPr>
        <w:t>日生效，为使公约适应现代社会需要，</w:t>
      </w:r>
      <w:r w:rsidRPr="00381796">
        <w:rPr>
          <w:shd w:val="clear" w:color="auto" w:fill="FFFFFF"/>
        </w:rPr>
        <w:t>1996</w:t>
      </w:r>
      <w:r w:rsidRPr="00381796">
        <w:rPr>
          <w:rFonts w:hint="eastAsia"/>
          <w:shd w:val="clear" w:color="auto" w:fill="FFFFFF"/>
        </w:rPr>
        <w:t>年《</w:t>
      </w:r>
      <w:r w:rsidRPr="00381796">
        <w:rPr>
          <w:shd w:val="clear" w:color="auto" w:fill="FFFFFF"/>
        </w:rPr>
        <w:t>96</w:t>
      </w:r>
      <w:r w:rsidRPr="00381796">
        <w:rPr>
          <w:rFonts w:hint="eastAsia"/>
          <w:shd w:val="clear" w:color="auto" w:fill="FFFFFF"/>
        </w:rPr>
        <w:t>议定书》通过，并于</w:t>
      </w:r>
      <w:r w:rsidRPr="00381796">
        <w:rPr>
          <w:shd w:val="clear" w:color="auto" w:fill="FFFFFF"/>
        </w:rPr>
        <w:t>2006</w:t>
      </w:r>
      <w:r w:rsidRPr="00381796">
        <w:rPr>
          <w:rFonts w:hint="eastAsia"/>
          <w:shd w:val="clear" w:color="auto" w:fill="FFFFFF"/>
        </w:rPr>
        <w:t>年</w:t>
      </w:r>
      <w:r w:rsidRPr="00381796">
        <w:rPr>
          <w:shd w:val="clear" w:color="auto" w:fill="FFFFFF"/>
        </w:rPr>
        <w:t>3</w:t>
      </w:r>
      <w:r w:rsidRPr="00381796">
        <w:rPr>
          <w:rFonts w:hint="eastAsia"/>
          <w:shd w:val="clear" w:color="auto" w:fill="FFFFFF"/>
        </w:rPr>
        <w:t>月</w:t>
      </w:r>
      <w:r w:rsidRPr="00381796">
        <w:rPr>
          <w:shd w:val="clear" w:color="auto" w:fill="FFFFFF"/>
        </w:rPr>
        <w:t>24</w:t>
      </w:r>
      <w:r w:rsidRPr="00381796">
        <w:rPr>
          <w:rFonts w:hint="eastAsia"/>
          <w:shd w:val="clear" w:color="auto" w:fill="FFFFFF"/>
        </w:rPr>
        <w:t>日生效。目前《</w:t>
      </w:r>
      <w:r w:rsidRPr="00381796">
        <w:rPr>
          <w:shd w:val="clear" w:color="auto" w:fill="FFFFFF"/>
        </w:rPr>
        <w:t>1972</w:t>
      </w:r>
      <w:r w:rsidRPr="00381796">
        <w:rPr>
          <w:rFonts w:hint="eastAsia"/>
          <w:shd w:val="clear" w:color="auto" w:fill="FFFFFF"/>
        </w:rPr>
        <w:t>伦敦公约》有</w:t>
      </w:r>
      <w:r w:rsidRPr="00381796">
        <w:rPr>
          <w:shd w:val="clear" w:color="auto" w:fill="FFFFFF"/>
        </w:rPr>
        <w:t>87</w:t>
      </w:r>
      <w:r w:rsidRPr="00381796">
        <w:rPr>
          <w:rFonts w:hint="eastAsia"/>
          <w:shd w:val="clear" w:color="auto" w:fill="FFFFFF"/>
        </w:rPr>
        <w:t>个缔约国，《</w:t>
      </w:r>
      <w:r w:rsidRPr="00381796">
        <w:rPr>
          <w:shd w:val="clear" w:color="auto" w:fill="FFFFFF"/>
        </w:rPr>
        <w:t>96</w:t>
      </w:r>
      <w:r w:rsidRPr="00381796">
        <w:rPr>
          <w:rFonts w:hint="eastAsia"/>
          <w:shd w:val="clear" w:color="auto" w:fill="FFFFFF"/>
        </w:rPr>
        <w:t>议定书》有</w:t>
      </w:r>
      <w:r w:rsidRPr="00381796">
        <w:rPr>
          <w:shd w:val="clear" w:color="auto" w:fill="FFFFFF"/>
        </w:rPr>
        <w:t>45</w:t>
      </w:r>
      <w:r w:rsidRPr="00381796">
        <w:rPr>
          <w:rFonts w:hint="eastAsia"/>
          <w:shd w:val="clear" w:color="auto" w:fill="FFFFFF"/>
        </w:rPr>
        <w:t>个缔约国。</w:t>
      </w:r>
    </w:p>
    <w:p w:rsidR="00991675" w:rsidRPr="00381796" w:rsidRDefault="00991675" w:rsidP="00381796">
      <w:pPr>
        <w:pStyle w:val="a"/>
        <w:ind w:firstLine="31680"/>
        <w:rPr>
          <w:rFonts w:cs="Times New Roman"/>
        </w:rPr>
      </w:pPr>
      <w:r w:rsidRPr="00381796">
        <w:rPr>
          <w:rFonts w:hint="eastAsia"/>
        </w:rPr>
        <w:t>知识点：经全国人民代表大会常务委员会第十次会议的批准，中国于</w:t>
      </w:r>
      <w:r w:rsidRPr="00381796">
        <w:t>1985</w:t>
      </w:r>
      <w:r w:rsidRPr="00381796">
        <w:rPr>
          <w:rFonts w:hint="eastAsia"/>
        </w:rPr>
        <w:t>年</w:t>
      </w:r>
      <w:r w:rsidRPr="00381796">
        <w:t>11</w:t>
      </w:r>
      <w:r w:rsidRPr="00381796">
        <w:rPr>
          <w:rFonts w:hint="eastAsia"/>
        </w:rPr>
        <w:t>月</w:t>
      </w:r>
      <w:r w:rsidRPr="00381796">
        <w:t>14</w:t>
      </w:r>
      <w:r w:rsidRPr="00381796">
        <w:rPr>
          <w:rFonts w:hint="eastAsia"/>
        </w:rPr>
        <w:t>日加入《</w:t>
      </w:r>
      <w:r w:rsidRPr="00381796">
        <w:t>1972</w:t>
      </w:r>
      <w:r w:rsidRPr="00381796">
        <w:rPr>
          <w:rFonts w:hint="eastAsia"/>
        </w:rPr>
        <w:t>伦敦公约》，同年《</w:t>
      </w:r>
      <w:r w:rsidRPr="00381796">
        <w:t>1972</w:t>
      </w:r>
      <w:r w:rsidRPr="00381796">
        <w:rPr>
          <w:rFonts w:hint="eastAsia"/>
        </w:rPr>
        <w:t>伦敦公约》正式对我国生效。经全国人民代表大会常务委员会第二十二次会议批准，我国于</w:t>
      </w:r>
      <w:r w:rsidRPr="00381796">
        <w:t>2006</w:t>
      </w:r>
      <w:r w:rsidRPr="00381796">
        <w:rPr>
          <w:rFonts w:hint="eastAsia"/>
        </w:rPr>
        <w:t>年加入《</w:t>
      </w:r>
      <w:r w:rsidRPr="00381796">
        <w:t>96</w:t>
      </w:r>
      <w:r w:rsidRPr="00381796">
        <w:rPr>
          <w:rFonts w:hint="eastAsia"/>
        </w:rPr>
        <w:t>议定书》，同年《</w:t>
      </w:r>
      <w:r w:rsidRPr="00381796">
        <w:t>96</w:t>
      </w:r>
      <w:r w:rsidRPr="00381796">
        <w:rPr>
          <w:rFonts w:hint="eastAsia"/>
        </w:rPr>
        <w:t>议定书》正式对我国生效。</w:t>
      </w:r>
    </w:p>
    <w:p w:rsidR="00991675" w:rsidRPr="00381796" w:rsidRDefault="00991675" w:rsidP="00381796">
      <w:pPr>
        <w:pStyle w:val="a"/>
        <w:ind w:firstLine="31680"/>
        <w:rPr>
          <w:rFonts w:cs="Times New Roman"/>
        </w:rPr>
      </w:pPr>
      <w:r w:rsidRPr="00381796">
        <w:rPr>
          <w:rFonts w:hint="eastAsia"/>
        </w:rPr>
        <w:t>知识点：《</w:t>
      </w:r>
      <w:r w:rsidRPr="00381796">
        <w:t>96</w:t>
      </w:r>
      <w:r w:rsidRPr="00381796">
        <w:rPr>
          <w:rFonts w:hint="eastAsia"/>
        </w:rPr>
        <w:t>议定书》附件一规定，以下废物或其他物质可考虑海洋倾倒：（</w:t>
      </w:r>
      <w:r w:rsidRPr="00381796">
        <w:t>1</w:t>
      </w:r>
      <w:r w:rsidRPr="00381796">
        <w:rPr>
          <w:rFonts w:hint="eastAsia"/>
        </w:rPr>
        <w:t>）疏浚物；（</w:t>
      </w:r>
      <w:r w:rsidRPr="00381796">
        <w:t>2</w:t>
      </w:r>
      <w:r w:rsidRPr="00381796">
        <w:rPr>
          <w:rFonts w:hint="eastAsia"/>
        </w:rPr>
        <w:t>）污水污泥；（</w:t>
      </w:r>
      <w:r w:rsidRPr="00381796">
        <w:t>3</w:t>
      </w:r>
      <w:r w:rsidRPr="00381796">
        <w:rPr>
          <w:rFonts w:hint="eastAsia"/>
        </w:rPr>
        <w:t>）渔业废料；（</w:t>
      </w:r>
      <w:r w:rsidRPr="00381796">
        <w:t>4</w:t>
      </w:r>
      <w:r w:rsidRPr="00381796">
        <w:rPr>
          <w:rFonts w:hint="eastAsia"/>
        </w:rPr>
        <w:t>）船舶、平台或其他海上人工构造物；（</w:t>
      </w:r>
      <w:r w:rsidRPr="00381796">
        <w:t>5</w:t>
      </w:r>
      <w:r w:rsidRPr="00381796">
        <w:rPr>
          <w:rFonts w:hint="eastAsia"/>
        </w:rPr>
        <w:t>）惰性无机地质材料；（</w:t>
      </w:r>
      <w:r w:rsidRPr="00381796">
        <w:t>6</w:t>
      </w:r>
      <w:r w:rsidRPr="00381796">
        <w:rPr>
          <w:rFonts w:hint="eastAsia"/>
        </w:rPr>
        <w:t>）天然来源有机物；（</w:t>
      </w:r>
      <w:r w:rsidRPr="00381796">
        <w:t>7</w:t>
      </w:r>
      <w:r w:rsidRPr="00381796">
        <w:rPr>
          <w:rFonts w:hint="eastAsia"/>
        </w:rPr>
        <w:t>）块状物；（</w:t>
      </w:r>
      <w:r w:rsidRPr="00381796">
        <w:t>8</w:t>
      </w:r>
      <w:r w:rsidRPr="00381796">
        <w:rPr>
          <w:rFonts w:hint="eastAsia"/>
        </w:rPr>
        <w:t>）二氧化碳捕获过程中用于地质封存的二氧化碳流。</w:t>
      </w:r>
    </w:p>
    <w:p w:rsidR="00991675" w:rsidRPr="00381796" w:rsidRDefault="00991675" w:rsidP="00381796">
      <w:pPr>
        <w:pStyle w:val="a"/>
        <w:ind w:firstLine="31680"/>
        <w:rPr>
          <w:rFonts w:cs="Times New Roman"/>
        </w:rPr>
      </w:pPr>
      <w:r w:rsidRPr="00381796">
        <w:rPr>
          <w:rFonts w:hint="eastAsia"/>
        </w:rPr>
        <w:t>知识点：</w:t>
      </w:r>
      <w:r w:rsidRPr="00381796">
        <w:t>2013</w:t>
      </w:r>
      <w:r w:rsidRPr="00381796">
        <w:rPr>
          <w:rFonts w:hint="eastAsia"/>
        </w:rPr>
        <w:t>年</w:t>
      </w:r>
      <w:r w:rsidRPr="00381796">
        <w:t>10</w:t>
      </w:r>
      <w:r w:rsidRPr="00381796">
        <w:rPr>
          <w:rFonts w:hint="eastAsia"/>
        </w:rPr>
        <w:t>月，《</w:t>
      </w:r>
      <w:r w:rsidRPr="00381796">
        <w:t>1972</w:t>
      </w:r>
      <w:r w:rsidRPr="00381796">
        <w:rPr>
          <w:rFonts w:hint="eastAsia"/>
        </w:rPr>
        <w:t>伦敦公约》第</w:t>
      </w:r>
      <w:r w:rsidRPr="00381796">
        <w:t>35</w:t>
      </w:r>
      <w:r w:rsidRPr="00381796">
        <w:rPr>
          <w:rFonts w:hint="eastAsia"/>
        </w:rPr>
        <w:t>次暨《</w:t>
      </w:r>
      <w:r w:rsidRPr="00381796">
        <w:t>96</w:t>
      </w:r>
      <w:r w:rsidRPr="00381796">
        <w:rPr>
          <w:rFonts w:hint="eastAsia"/>
        </w:rPr>
        <w:t>议定书》第</w:t>
      </w:r>
      <w:r w:rsidRPr="00381796">
        <w:t>8</w:t>
      </w:r>
      <w:r w:rsidRPr="00381796">
        <w:rPr>
          <w:rFonts w:hint="eastAsia"/>
        </w:rPr>
        <w:t>次缔约国会议以协商一致方式正式通过了由澳大利亚、尼日利亚及韩国联合提出的管理海洋地球工程的修正案，正式将海洋地球工程纳入</w:t>
      </w:r>
      <w:r w:rsidRPr="00381796">
        <w:t>96</w:t>
      </w:r>
      <w:r w:rsidRPr="00381796">
        <w:rPr>
          <w:rFonts w:hint="eastAsia"/>
        </w:rPr>
        <w:t>议定书的管辖范围。该修正案谈判历经五年，方案多次修改，各方终于达成一致。</w:t>
      </w:r>
    </w:p>
    <w:p w:rsidR="00991675" w:rsidRPr="00381796" w:rsidRDefault="00991675" w:rsidP="00381796">
      <w:pPr>
        <w:pStyle w:val="a"/>
        <w:ind w:firstLine="31680"/>
        <w:rPr>
          <w:rFonts w:cs="Times New Roman"/>
        </w:rPr>
      </w:pPr>
      <w:r w:rsidRPr="00381796">
        <w:rPr>
          <w:rFonts w:hint="eastAsia"/>
        </w:rPr>
        <w:t>知识点：《南极条约》于</w:t>
      </w:r>
      <w:r w:rsidRPr="00381796">
        <w:t>1961</w:t>
      </w:r>
      <w:r w:rsidRPr="00381796">
        <w:rPr>
          <w:rFonts w:hint="eastAsia"/>
        </w:rPr>
        <w:t>年</w:t>
      </w:r>
      <w:r w:rsidRPr="00381796">
        <w:t>6</w:t>
      </w:r>
      <w:r w:rsidRPr="00381796">
        <w:rPr>
          <w:rFonts w:hint="eastAsia"/>
        </w:rPr>
        <w:t>月</w:t>
      </w:r>
      <w:r w:rsidRPr="00381796">
        <w:t>23</w:t>
      </w:r>
      <w:r w:rsidRPr="00381796">
        <w:rPr>
          <w:rFonts w:hint="eastAsia"/>
        </w:rPr>
        <w:t>日起生效，旨在约束各国在南极洲这块地球上唯一一块没有常住人口的大陆上的活动，确保各国对南极洲的尊重。中华人民共和国</w:t>
      </w:r>
      <w:r w:rsidRPr="00381796">
        <w:t>1983</w:t>
      </w:r>
      <w:r w:rsidRPr="00381796">
        <w:rPr>
          <w:rFonts w:hint="eastAsia"/>
        </w:rPr>
        <w:t>年正式加入，并建立长城站和中山站，以及昆仑站。</w:t>
      </w:r>
    </w:p>
    <w:p w:rsidR="00991675" w:rsidRPr="00381796" w:rsidRDefault="00991675" w:rsidP="00381796">
      <w:pPr>
        <w:pStyle w:val="a"/>
        <w:ind w:firstLine="31680"/>
        <w:rPr>
          <w:rFonts w:cs="Times New Roman"/>
        </w:rPr>
      </w:pPr>
      <w:r w:rsidRPr="00381796">
        <w:rPr>
          <w:rFonts w:hint="eastAsia"/>
        </w:rPr>
        <w:t>知识点：南极条约及相关协定，总称南极条约体系，旨在约束各国在南极洲这块地球上唯一一块没有常住人口的大陆上的活动，确保各国对南极洲的尊重。该条约中规定，南极洲是指南纬</w:t>
      </w:r>
      <w:r w:rsidRPr="00381796">
        <w:t>60</w:t>
      </w:r>
      <w:r w:rsidRPr="00381796">
        <w:rPr>
          <w:rFonts w:hint="eastAsia"/>
        </w:rPr>
        <w:t>°以南的所有地区，包括冰架，总面积约</w:t>
      </w:r>
      <w:r w:rsidRPr="00381796">
        <w:t>5,200</w:t>
      </w:r>
      <w:r w:rsidRPr="00381796">
        <w:rPr>
          <w:rFonts w:hint="eastAsia"/>
        </w:rPr>
        <w:t>万平方公里。</w:t>
      </w:r>
    </w:p>
    <w:p w:rsidR="00991675" w:rsidRPr="00381796" w:rsidRDefault="00991675" w:rsidP="00381796">
      <w:pPr>
        <w:pStyle w:val="a"/>
        <w:ind w:firstLine="31680"/>
        <w:rPr>
          <w:rFonts w:cs="Times New Roman"/>
        </w:rPr>
      </w:pPr>
      <w:r w:rsidRPr="00381796">
        <w:rPr>
          <w:rFonts w:hint="eastAsia"/>
        </w:rPr>
        <w:t>知识点：针对目前中国滨海湿地的保护体系，最重要的当属</w:t>
      </w:r>
      <w:r w:rsidRPr="00381796">
        <w:t>1971</w:t>
      </w:r>
      <w:r w:rsidRPr="00381796">
        <w:rPr>
          <w:rFonts w:hint="eastAsia"/>
        </w:rPr>
        <w:t>年签署的旨在保护和合理利用全球湿地的公约</w:t>
      </w:r>
      <w:r w:rsidRPr="00381796">
        <w:t>——</w:t>
      </w:r>
      <w:r w:rsidRPr="00381796">
        <w:rPr>
          <w:rFonts w:hint="eastAsia"/>
        </w:rPr>
        <w:t>《关于特别是作为水禽栖息地的国际重要湿地公约》。到目前为止，中国列入《湿地公约》的滨海湿地名录有大连国家级斑海豹自然保护区、辽宁双台河口滨海湿地、黄河三角洲国家级自然保护区、江苏盐城滨海湿地、江苏大丰麋鹿自然保护区、上海崇明东滩滨海湿地、上海长江口中华鲟湿地自然保护区、福建漳江口红树林国家级自然保护区、广东惠东港口海龟国家级自然保护区、广东海丰公平大湖省级自然保护区、广东湛江红树林国家级自然保护区、广西北仑河口国家级自然保护区、广西山口国家级红树林自然保护区、海南东寨港红树林自然保护区、香港米埔</w:t>
      </w:r>
      <w:r w:rsidRPr="00381796">
        <w:t>-</w:t>
      </w:r>
      <w:r w:rsidRPr="00381796">
        <w:rPr>
          <w:rFonts w:hint="eastAsia"/>
        </w:rPr>
        <w:t>后海湾滨海湿地，共计</w:t>
      </w:r>
      <w:r w:rsidRPr="00381796">
        <w:t>15</w:t>
      </w:r>
      <w:r w:rsidRPr="00381796">
        <w:rPr>
          <w:rFonts w:hint="eastAsia"/>
        </w:rPr>
        <w:t>个。</w:t>
      </w:r>
    </w:p>
    <w:p w:rsidR="00991675" w:rsidRPr="00381796" w:rsidRDefault="00991675" w:rsidP="00381796">
      <w:pPr>
        <w:pStyle w:val="a"/>
        <w:ind w:firstLine="31680"/>
        <w:rPr>
          <w:rFonts w:cs="Times New Roman"/>
        </w:rPr>
      </w:pPr>
      <w:r w:rsidRPr="00381796">
        <w:rPr>
          <w:rFonts w:hint="eastAsia"/>
        </w:rPr>
        <w:t>知识点：海洋保护区包括海洋自然保护区和海洋特别保护区，海洋公园是海洋特别保护区的一种类型。截至</w:t>
      </w:r>
      <w:r w:rsidRPr="00381796">
        <w:t>2014</w:t>
      </w:r>
      <w:r w:rsidRPr="00381796">
        <w:rPr>
          <w:rFonts w:hint="eastAsia"/>
        </w:rPr>
        <w:t>年底，我国国家海洋行政主管部门共建有国家级海洋保护区</w:t>
      </w:r>
      <w:r w:rsidRPr="00381796">
        <w:t>68</w:t>
      </w:r>
      <w:r w:rsidRPr="00381796">
        <w:rPr>
          <w:rFonts w:hint="eastAsia"/>
        </w:rPr>
        <w:t>处，其中，国国家级海洋特别保护区</w:t>
      </w:r>
      <w:r w:rsidRPr="00381796">
        <w:t>54</w:t>
      </w:r>
      <w:r w:rsidRPr="00381796">
        <w:rPr>
          <w:rFonts w:hint="eastAsia"/>
        </w:rPr>
        <w:t>处，包括国家级海洋公园</w:t>
      </w:r>
      <w:r w:rsidRPr="00381796">
        <w:t>32</w:t>
      </w:r>
      <w:r w:rsidRPr="00381796">
        <w:rPr>
          <w:rFonts w:hint="eastAsia"/>
        </w:rPr>
        <w:t>处。</w:t>
      </w:r>
    </w:p>
    <w:p w:rsidR="00991675" w:rsidRPr="00381796" w:rsidRDefault="00991675" w:rsidP="00381796">
      <w:pPr>
        <w:pStyle w:val="a"/>
        <w:ind w:firstLine="31680"/>
        <w:rPr>
          <w:rFonts w:cs="Times New Roman"/>
        </w:rPr>
      </w:pPr>
      <w:r w:rsidRPr="00381796">
        <w:rPr>
          <w:rFonts w:hint="eastAsia"/>
        </w:rPr>
        <w:t>知识点：为了通过海冰冰情来分析海冰灾害损失程度，国家海洋局于</w:t>
      </w:r>
      <w:r w:rsidRPr="00381796">
        <w:t>1973</w:t>
      </w:r>
      <w:r w:rsidRPr="00381796">
        <w:rPr>
          <w:rFonts w:hint="eastAsia"/>
        </w:rPr>
        <w:t>年制定了《中国海冰冰情预报等级》，共划分为五个级别，即轻冰年、偏轻冰年、常冰年、偏重冰年和重冰年。</w:t>
      </w:r>
    </w:p>
    <w:p w:rsidR="00991675" w:rsidRPr="00381796" w:rsidRDefault="00991675" w:rsidP="00381796">
      <w:pPr>
        <w:pStyle w:val="a"/>
        <w:ind w:firstLine="31680"/>
        <w:rPr>
          <w:rFonts w:cs="Times New Roman"/>
        </w:rPr>
      </w:pPr>
      <w:r w:rsidRPr="00381796">
        <w:rPr>
          <w:rFonts w:hint="eastAsia"/>
        </w:rPr>
        <w:t>知识点：质量控制的目标是确保产品的质量能满足服务对象、法律法规等方面所提出的质量要求，如适用性、可靠性、安全性。</w:t>
      </w:r>
    </w:p>
    <w:p w:rsidR="00991675" w:rsidRPr="00381796" w:rsidRDefault="00991675" w:rsidP="00381796">
      <w:pPr>
        <w:pStyle w:val="a"/>
        <w:ind w:firstLine="31680"/>
        <w:rPr>
          <w:rFonts w:cs="Times New Roman"/>
        </w:rPr>
      </w:pPr>
      <w:r w:rsidRPr="00381796">
        <w:rPr>
          <w:rFonts w:hint="eastAsia"/>
        </w:rPr>
        <w:t>知识点：《中华人民共和国海洋环境保护法》规定：国家建立并实施重点海域排污总量控制制度，确定主要污染物排海总量控制指标，并对主要污染源分配排放控制数量。</w:t>
      </w:r>
    </w:p>
    <w:p w:rsidR="00991675" w:rsidRPr="00381796" w:rsidRDefault="00991675" w:rsidP="00381796">
      <w:pPr>
        <w:pStyle w:val="a"/>
        <w:ind w:firstLine="31680"/>
        <w:rPr>
          <w:rFonts w:cs="Times New Roman"/>
        </w:rPr>
      </w:pPr>
      <w:r w:rsidRPr="00381796">
        <w:rPr>
          <w:rFonts w:hint="eastAsia"/>
        </w:rPr>
        <w:t>知识点：《中华人民共和国海洋环境保护法》规定：在国家建立并实施排污总量控制制度的重点海域，水污染物排放标准的制定，还应当将主要污染物排海总量控制指标作为重要依据。</w:t>
      </w:r>
    </w:p>
    <w:p w:rsidR="00991675" w:rsidRPr="00381796" w:rsidRDefault="00991675" w:rsidP="00381796">
      <w:pPr>
        <w:pStyle w:val="a"/>
        <w:ind w:firstLine="31680"/>
        <w:rPr>
          <w:rFonts w:cs="Times New Roman"/>
        </w:rPr>
      </w:pPr>
      <w:r w:rsidRPr="00381796">
        <w:rPr>
          <w:rFonts w:hint="eastAsia"/>
        </w:rPr>
        <w:t>知识点：我国第一个由地方政府批准建立的海洋特别保护区是福建宁德市海洋生态特别保护区。</w:t>
      </w:r>
    </w:p>
    <w:p w:rsidR="00991675" w:rsidRPr="00381796" w:rsidRDefault="00991675" w:rsidP="00381796">
      <w:pPr>
        <w:pStyle w:val="a"/>
        <w:ind w:firstLine="31680"/>
        <w:rPr>
          <w:rFonts w:cs="Times New Roman"/>
        </w:rPr>
      </w:pPr>
      <w:r w:rsidRPr="00381796">
        <w:rPr>
          <w:rFonts w:hint="eastAsia"/>
        </w:rPr>
        <w:t>知识点：根据《中华人民共和国海洋石油勘探开发环境保护管理条例》，这些垃圾应经粉碎处理，粒径应小于</w:t>
      </w:r>
      <w:r w:rsidRPr="00381796">
        <w:t>25</w:t>
      </w:r>
      <w:r w:rsidRPr="00381796">
        <w:rPr>
          <w:rFonts w:hint="eastAsia"/>
        </w:rPr>
        <w:t>毫米。</w:t>
      </w:r>
    </w:p>
    <w:p w:rsidR="00991675" w:rsidRPr="00381796" w:rsidRDefault="00991675" w:rsidP="00381796">
      <w:pPr>
        <w:pStyle w:val="a"/>
        <w:ind w:firstLine="31680"/>
        <w:rPr>
          <w:rFonts w:cs="Times New Roman"/>
        </w:rPr>
      </w:pPr>
      <w:r w:rsidRPr="00381796">
        <w:rPr>
          <w:rFonts w:hint="eastAsia"/>
        </w:rPr>
        <w:t>知识点：国际海洋法法庭成立于</w:t>
      </w:r>
      <w:r w:rsidRPr="00381796">
        <w:t>1996</w:t>
      </w:r>
      <w:r w:rsidRPr="00381796">
        <w:rPr>
          <w:rFonts w:hint="eastAsia"/>
        </w:rPr>
        <w:t>年</w:t>
      </w:r>
      <w:r w:rsidRPr="00381796">
        <w:t>10</w:t>
      </w:r>
      <w:r w:rsidRPr="00381796">
        <w:rPr>
          <w:rFonts w:hint="eastAsia"/>
        </w:rPr>
        <w:t>月，总部设在德国的汉堡。</w:t>
      </w:r>
      <w:r w:rsidRPr="00381796">
        <w:t>1996</w:t>
      </w:r>
      <w:r w:rsidRPr="00381796">
        <w:rPr>
          <w:rFonts w:hint="eastAsia"/>
        </w:rPr>
        <w:t>年</w:t>
      </w:r>
      <w:r w:rsidRPr="00381796">
        <w:t>8</w:t>
      </w:r>
      <w:r w:rsidRPr="00381796">
        <w:rPr>
          <w:rFonts w:hint="eastAsia"/>
        </w:rPr>
        <w:t>月，中国的赵理海教授当选为第一届国际海洋法法庭法官。许光建大使为第二任法官，高之国博士为国际海洋法法庭现任法官。</w:t>
      </w:r>
    </w:p>
    <w:p w:rsidR="00991675" w:rsidRPr="00381796" w:rsidRDefault="00991675" w:rsidP="00381796">
      <w:pPr>
        <w:pStyle w:val="a"/>
        <w:ind w:firstLine="31680"/>
        <w:rPr>
          <w:rFonts w:cs="Times New Roman"/>
        </w:rPr>
      </w:pPr>
      <w:r w:rsidRPr="00381796">
        <w:rPr>
          <w:rFonts w:hint="eastAsia"/>
        </w:rPr>
        <w:t>知识点：《联合国海洋法公约》于</w:t>
      </w:r>
      <w:r w:rsidRPr="00381796">
        <w:t>1982</w:t>
      </w:r>
      <w:r w:rsidRPr="00381796">
        <w:rPr>
          <w:rFonts w:hint="eastAsia"/>
        </w:rPr>
        <w:t>年</w:t>
      </w:r>
      <w:r w:rsidRPr="00381796">
        <w:t>12</w:t>
      </w:r>
      <w:r w:rsidRPr="00381796">
        <w:rPr>
          <w:rFonts w:hint="eastAsia"/>
        </w:rPr>
        <w:t>月</w:t>
      </w:r>
      <w:r w:rsidRPr="00381796">
        <w:t>10</w:t>
      </w:r>
      <w:r w:rsidRPr="00381796">
        <w:rPr>
          <w:rFonts w:hint="eastAsia"/>
        </w:rPr>
        <w:t>日在牙买加的蒙特哥湾召开的第三次联合国海洋法会议最后会议上通过，</w:t>
      </w:r>
      <w:r w:rsidRPr="00381796">
        <w:t>1994</w:t>
      </w:r>
      <w:r w:rsidRPr="00381796">
        <w:rPr>
          <w:rFonts w:hint="eastAsia"/>
        </w:rPr>
        <w:t>年生效，已获</w:t>
      </w:r>
      <w:r w:rsidRPr="00381796">
        <w:t>150</w:t>
      </w:r>
      <w:r w:rsidRPr="00381796">
        <w:rPr>
          <w:rFonts w:hint="eastAsia"/>
        </w:rPr>
        <w:t>多个国家批准。公约规定一国可对距其海岸线</w:t>
      </w:r>
      <w:r w:rsidRPr="00381796">
        <w:t>200</w:t>
      </w:r>
      <w:r w:rsidRPr="00381796">
        <w:rPr>
          <w:rFonts w:hint="eastAsia"/>
        </w:rPr>
        <w:t>海里（约</w:t>
      </w:r>
      <w:r w:rsidRPr="00381796">
        <w:t>370</w:t>
      </w:r>
      <w:r w:rsidRPr="00381796">
        <w:rPr>
          <w:rFonts w:hint="eastAsia"/>
        </w:rPr>
        <w:t>公里）的海域拥有经济专属权。</w:t>
      </w:r>
    </w:p>
    <w:p w:rsidR="00991675" w:rsidRPr="00381796" w:rsidRDefault="00991675" w:rsidP="00381796">
      <w:pPr>
        <w:pStyle w:val="a"/>
        <w:ind w:firstLine="31680"/>
        <w:rPr>
          <w:rFonts w:cs="Times New Roman"/>
        </w:rPr>
      </w:pPr>
      <w:r w:rsidRPr="00381796">
        <w:rPr>
          <w:rFonts w:hint="eastAsia"/>
        </w:rPr>
        <w:t>知识点：美国国家海洋和大气管理局是隶属于美国商业部下属的科技部门，主要关注地球的大气和海洋变化，提供对灾害天气的预警，提供海图和空图，管理对海洋和沿海资源的利用和保护，研究如何改善对环境的了解和防护。</w:t>
      </w:r>
    </w:p>
    <w:p w:rsidR="00991675" w:rsidRPr="00381796" w:rsidRDefault="00991675" w:rsidP="00381796">
      <w:pPr>
        <w:pStyle w:val="a"/>
        <w:ind w:firstLine="31680"/>
        <w:rPr>
          <w:rFonts w:cs="Times New Roman"/>
        </w:rPr>
      </w:pPr>
      <w:r w:rsidRPr="00381796">
        <w:rPr>
          <w:rFonts w:hint="eastAsia"/>
        </w:rPr>
        <w:t>知识点：《中国海洋</w:t>
      </w:r>
      <w:r w:rsidRPr="00381796">
        <w:t>21</w:t>
      </w:r>
      <w:r w:rsidRPr="00381796">
        <w:rPr>
          <w:rFonts w:hint="eastAsia"/>
        </w:rPr>
        <w:t>世纪议程》于</w:t>
      </w:r>
      <w:r w:rsidRPr="00381796">
        <w:t>1996</w:t>
      </w:r>
      <w:r w:rsidRPr="00381796">
        <w:rPr>
          <w:rFonts w:hint="eastAsia"/>
        </w:rPr>
        <w:t>年颁布，提出了中国海洋产业可持续发展战略，标志着我国海洋开发与利用可持续发展战略的全面实施。</w:t>
      </w:r>
    </w:p>
    <w:p w:rsidR="00991675" w:rsidRPr="00381796" w:rsidRDefault="00991675" w:rsidP="00381796">
      <w:pPr>
        <w:pStyle w:val="a"/>
        <w:ind w:firstLine="31680"/>
        <w:rPr>
          <w:rFonts w:cs="Times New Roman"/>
        </w:rPr>
      </w:pPr>
      <w:r w:rsidRPr="00381796">
        <w:rPr>
          <w:rFonts w:hint="eastAsia"/>
        </w:rPr>
        <w:t>知识点：</w:t>
      </w:r>
      <w:r w:rsidRPr="00381796">
        <w:t>2003</w:t>
      </w:r>
      <w:r w:rsidRPr="00381796">
        <w:rPr>
          <w:rFonts w:hint="eastAsia"/>
        </w:rPr>
        <w:t>年</w:t>
      </w:r>
      <w:r w:rsidRPr="00381796">
        <w:t>5</w:t>
      </w:r>
      <w:r w:rsidRPr="00381796">
        <w:rPr>
          <w:rFonts w:hint="eastAsia"/>
        </w:rPr>
        <w:t>月，国务院批准实施了《全国海洋经济发展规划纲要》，这是我国政府为促进海洋经济综合发展而制定的第一个具有宏观指导性的文件。</w:t>
      </w:r>
    </w:p>
    <w:p w:rsidR="00991675" w:rsidRPr="00381796" w:rsidRDefault="00991675" w:rsidP="00381796">
      <w:pPr>
        <w:pStyle w:val="a"/>
        <w:ind w:firstLine="31680"/>
        <w:rPr>
          <w:rFonts w:cs="Times New Roman"/>
        </w:rPr>
      </w:pPr>
      <w:r w:rsidRPr="00381796">
        <w:rPr>
          <w:rFonts w:hint="eastAsia"/>
        </w:rPr>
        <w:t>知识点：依照《中华人民共和国海域使用管理法》划定的主要海洋功能区有</w:t>
      </w:r>
      <w:r w:rsidRPr="00381796">
        <w:t>(</w:t>
      </w:r>
      <w:r w:rsidRPr="00381796">
        <w:rPr>
          <w:rFonts w:hint="eastAsia"/>
        </w:rPr>
        <w:t>一</w:t>
      </w:r>
      <w:r w:rsidRPr="00381796">
        <w:t>)</w:t>
      </w:r>
      <w:r w:rsidRPr="00381796">
        <w:rPr>
          <w:rFonts w:hint="eastAsia"/>
        </w:rPr>
        <w:t>港口航运区</w:t>
      </w:r>
      <w:r w:rsidRPr="00381796">
        <w:t>(</w:t>
      </w:r>
      <w:r w:rsidRPr="00381796">
        <w:rPr>
          <w:rFonts w:hint="eastAsia"/>
        </w:rPr>
        <w:t>二</w:t>
      </w:r>
      <w:r w:rsidRPr="00381796">
        <w:t>)</w:t>
      </w:r>
      <w:r w:rsidRPr="00381796">
        <w:rPr>
          <w:rFonts w:hint="eastAsia"/>
        </w:rPr>
        <w:t>渔业资源利用和养护区</w:t>
      </w:r>
      <w:r w:rsidRPr="00381796">
        <w:t>(</w:t>
      </w:r>
      <w:r w:rsidRPr="00381796">
        <w:rPr>
          <w:rFonts w:hint="eastAsia"/>
        </w:rPr>
        <w:t>三</w:t>
      </w:r>
      <w:r w:rsidRPr="00381796">
        <w:t>)</w:t>
      </w:r>
      <w:r w:rsidRPr="00381796">
        <w:rPr>
          <w:rFonts w:hint="eastAsia"/>
        </w:rPr>
        <w:t>矿产资源利用区</w:t>
      </w:r>
      <w:r w:rsidRPr="00381796">
        <w:t>(</w:t>
      </w:r>
      <w:r w:rsidRPr="00381796">
        <w:rPr>
          <w:rFonts w:hint="eastAsia"/>
        </w:rPr>
        <w:t>四</w:t>
      </w:r>
      <w:r w:rsidRPr="00381796">
        <w:t>)</w:t>
      </w:r>
      <w:r w:rsidRPr="00381796">
        <w:rPr>
          <w:rFonts w:hint="eastAsia"/>
        </w:rPr>
        <w:t>旅游区</w:t>
      </w:r>
      <w:r w:rsidRPr="00381796">
        <w:t>(</w:t>
      </w:r>
      <w:r w:rsidRPr="00381796">
        <w:rPr>
          <w:rFonts w:hint="eastAsia"/>
        </w:rPr>
        <w:t>五</w:t>
      </w:r>
      <w:r w:rsidRPr="00381796">
        <w:t>)</w:t>
      </w:r>
      <w:r w:rsidRPr="00381796">
        <w:rPr>
          <w:rFonts w:hint="eastAsia"/>
        </w:rPr>
        <w:t>海水资源利用区</w:t>
      </w:r>
      <w:r w:rsidRPr="00381796">
        <w:t>(</w:t>
      </w:r>
      <w:r w:rsidRPr="00381796">
        <w:rPr>
          <w:rFonts w:hint="eastAsia"/>
        </w:rPr>
        <w:t>六</w:t>
      </w:r>
      <w:r w:rsidRPr="00381796">
        <w:t>)</w:t>
      </w:r>
      <w:r w:rsidRPr="00381796">
        <w:rPr>
          <w:rFonts w:hint="eastAsia"/>
        </w:rPr>
        <w:t>海洋能利用区</w:t>
      </w:r>
      <w:r w:rsidRPr="00381796">
        <w:t>(</w:t>
      </w:r>
      <w:r w:rsidRPr="00381796">
        <w:rPr>
          <w:rFonts w:hint="eastAsia"/>
        </w:rPr>
        <w:t>七</w:t>
      </w:r>
      <w:r w:rsidRPr="00381796">
        <w:t>)</w:t>
      </w:r>
      <w:r w:rsidRPr="00381796">
        <w:rPr>
          <w:rFonts w:hint="eastAsia"/>
        </w:rPr>
        <w:t>工程用海区</w:t>
      </w:r>
      <w:r w:rsidRPr="00381796">
        <w:t>(</w:t>
      </w:r>
      <w:r w:rsidRPr="00381796">
        <w:rPr>
          <w:rFonts w:hint="eastAsia"/>
        </w:rPr>
        <w:t>八</w:t>
      </w:r>
      <w:r w:rsidRPr="00381796">
        <w:t>)</w:t>
      </w:r>
      <w:r w:rsidRPr="00381796">
        <w:rPr>
          <w:rFonts w:hint="eastAsia"/>
        </w:rPr>
        <w:t>海洋保护区</w:t>
      </w:r>
      <w:r w:rsidRPr="00381796">
        <w:t>(</w:t>
      </w:r>
      <w:r w:rsidRPr="00381796">
        <w:rPr>
          <w:rFonts w:hint="eastAsia"/>
        </w:rPr>
        <w:t>九</w:t>
      </w:r>
      <w:r w:rsidRPr="00381796">
        <w:t>)</w:t>
      </w:r>
      <w:r w:rsidRPr="00381796">
        <w:rPr>
          <w:rFonts w:hint="eastAsia"/>
        </w:rPr>
        <w:t>特殊利用区</w:t>
      </w:r>
      <w:r w:rsidRPr="00381796">
        <w:t>(</w:t>
      </w:r>
      <w:r w:rsidRPr="00381796">
        <w:rPr>
          <w:rFonts w:hint="eastAsia"/>
        </w:rPr>
        <w:t>十</w:t>
      </w:r>
      <w:r w:rsidRPr="00381796">
        <w:t>)</w:t>
      </w:r>
      <w:r w:rsidRPr="00381796">
        <w:rPr>
          <w:rFonts w:hint="eastAsia"/>
        </w:rPr>
        <w:t>保留区</w:t>
      </w:r>
      <w:r w:rsidRPr="00381796">
        <w:t>10</w:t>
      </w:r>
      <w:r w:rsidRPr="00381796">
        <w:rPr>
          <w:rFonts w:hint="eastAsia"/>
        </w:rPr>
        <w:t>种。</w:t>
      </w:r>
    </w:p>
    <w:p w:rsidR="00991675" w:rsidRPr="00381796" w:rsidRDefault="00991675" w:rsidP="00381796">
      <w:pPr>
        <w:pStyle w:val="a"/>
        <w:ind w:firstLine="31680"/>
        <w:rPr>
          <w:rFonts w:cs="Times New Roman"/>
        </w:rPr>
      </w:pPr>
      <w:r w:rsidRPr="00381796">
        <w:rPr>
          <w:rFonts w:hint="eastAsia"/>
        </w:rPr>
        <w:t>知识点：《无居民海岛保护与利用管理规定》于</w:t>
      </w:r>
      <w:r w:rsidRPr="00381796">
        <w:t>2003</w:t>
      </w:r>
      <w:r w:rsidRPr="00381796">
        <w:rPr>
          <w:rFonts w:hint="eastAsia"/>
        </w:rPr>
        <w:t>年</w:t>
      </w:r>
      <w:r w:rsidRPr="00381796">
        <w:t>7</w:t>
      </w:r>
      <w:r w:rsidRPr="00381796">
        <w:rPr>
          <w:rFonts w:hint="eastAsia"/>
        </w:rPr>
        <w:t>月</w:t>
      </w:r>
      <w:r w:rsidRPr="00381796">
        <w:t>1</w:t>
      </w:r>
      <w:r w:rsidRPr="00381796">
        <w:rPr>
          <w:rFonts w:hint="eastAsia"/>
        </w:rPr>
        <w:t>日正式施行。</w:t>
      </w:r>
    </w:p>
    <w:p w:rsidR="00991675" w:rsidRPr="00381796" w:rsidRDefault="00991675" w:rsidP="00381796">
      <w:pPr>
        <w:pStyle w:val="a"/>
        <w:ind w:firstLine="31680"/>
        <w:rPr>
          <w:rFonts w:cs="Times New Roman"/>
        </w:rPr>
      </w:pPr>
      <w:r w:rsidRPr="00381796">
        <w:rPr>
          <w:rFonts w:hint="eastAsia"/>
        </w:rPr>
        <w:t>知识点：我国现行的《海水水质标准》按照海域的不同使用功能和保护目标，海水水质分为四类：第一类，适用于海洋渔业水域，海上自然保护区和珍稀濒危海洋生物保护区；第二类，适用于水产养殖区，海水浴场，人体直接接触海水的海上运动或娱乐区，以及与人类食用直接有关的工业用水区；第三类，适用于一般工业用水区，滨海风景旅游区；第四类，适用于海洋港口水域，海洋开发作业区。</w:t>
      </w:r>
    </w:p>
    <w:p w:rsidR="00991675" w:rsidRPr="00381796" w:rsidRDefault="00991675" w:rsidP="00381796">
      <w:pPr>
        <w:pStyle w:val="a"/>
        <w:ind w:firstLine="31680"/>
        <w:rPr>
          <w:rFonts w:cs="Times New Roman"/>
        </w:rPr>
      </w:pPr>
      <w:r w:rsidRPr="00381796">
        <w:rPr>
          <w:rFonts w:hint="eastAsia"/>
        </w:rPr>
        <w:t>知识点：</w:t>
      </w:r>
      <w:r w:rsidRPr="00381796">
        <w:t xml:space="preserve"> </w:t>
      </w:r>
      <w:r w:rsidRPr="00381796">
        <w:rPr>
          <w:rFonts w:hint="eastAsia"/>
        </w:rPr>
        <w:t>我国《海洋行政处罚实施办法》从</w:t>
      </w:r>
      <w:r w:rsidRPr="00381796">
        <w:t>2003</w:t>
      </w:r>
      <w:r w:rsidRPr="00381796">
        <w:rPr>
          <w:rFonts w:hint="eastAsia"/>
        </w:rPr>
        <w:t>年</w:t>
      </w:r>
      <w:r w:rsidRPr="00381796">
        <w:t>3</w:t>
      </w:r>
      <w:r w:rsidRPr="00381796">
        <w:rPr>
          <w:rFonts w:hint="eastAsia"/>
        </w:rPr>
        <w:t>月</w:t>
      </w:r>
      <w:r w:rsidRPr="00381796">
        <w:t>1</w:t>
      </w:r>
      <w:r w:rsidRPr="00381796">
        <w:rPr>
          <w:rFonts w:hint="eastAsia"/>
        </w:rPr>
        <w:t>日开始施行。</w:t>
      </w:r>
    </w:p>
    <w:p w:rsidR="00991675" w:rsidRPr="00381796" w:rsidRDefault="00991675" w:rsidP="00381796">
      <w:pPr>
        <w:pStyle w:val="a"/>
        <w:ind w:firstLine="31680"/>
        <w:rPr>
          <w:rFonts w:cs="Times New Roman"/>
        </w:rPr>
      </w:pPr>
      <w:r w:rsidRPr="00381796">
        <w:rPr>
          <w:rFonts w:hint="eastAsia"/>
        </w:rPr>
        <w:t>知识点：海洋自然保护区可根据自然环境、自然资源状况和保护需要划为核心区、缓冲区、实验区。</w:t>
      </w:r>
    </w:p>
    <w:p w:rsidR="00991675" w:rsidRPr="00381796" w:rsidRDefault="00991675" w:rsidP="00381796">
      <w:pPr>
        <w:pStyle w:val="a"/>
        <w:ind w:firstLine="31680"/>
        <w:rPr>
          <w:rFonts w:cs="Times New Roman"/>
        </w:rPr>
      </w:pPr>
      <w:r w:rsidRPr="00381796">
        <w:rPr>
          <w:rFonts w:hint="eastAsia"/>
        </w:rPr>
        <w:t>知识点：我国目前与海洋有关的国家级自然保护区有</w:t>
      </w:r>
      <w:r w:rsidRPr="00381796">
        <w:t>30</w:t>
      </w:r>
      <w:r w:rsidRPr="00381796">
        <w:rPr>
          <w:rFonts w:hint="eastAsia"/>
        </w:rPr>
        <w:t>多个。</w:t>
      </w:r>
    </w:p>
    <w:p w:rsidR="00991675" w:rsidRPr="00381796" w:rsidRDefault="00991675" w:rsidP="00381796">
      <w:pPr>
        <w:pStyle w:val="a"/>
        <w:ind w:firstLine="31680"/>
        <w:rPr>
          <w:rFonts w:cs="Times New Roman"/>
        </w:rPr>
      </w:pPr>
      <w:r w:rsidRPr="00381796">
        <w:rPr>
          <w:rFonts w:hint="eastAsia"/>
        </w:rPr>
        <w:t>知识点：《无居民海岛保护与利用管理规定》中规定无居民海岛允许单位或个人开发利用，租用期限最长不超过</w:t>
      </w:r>
      <w:r w:rsidRPr="00381796">
        <w:t>50</w:t>
      </w:r>
      <w:r w:rsidRPr="00381796">
        <w:rPr>
          <w:rFonts w:hint="eastAsia"/>
        </w:rPr>
        <w:t>年。</w:t>
      </w:r>
    </w:p>
    <w:p w:rsidR="00991675" w:rsidRPr="00381796" w:rsidRDefault="00991675" w:rsidP="00381796">
      <w:pPr>
        <w:pStyle w:val="a"/>
        <w:ind w:firstLine="31680"/>
        <w:rPr>
          <w:rFonts w:cs="Times New Roman"/>
        </w:rPr>
      </w:pPr>
      <w:r w:rsidRPr="00381796">
        <w:rPr>
          <w:rFonts w:hint="eastAsia"/>
        </w:rPr>
        <w:t>知识点：《全国海洋经济发展规划纲要》的规划期是从</w:t>
      </w:r>
      <w:r w:rsidRPr="00381796">
        <w:t>2001</w:t>
      </w:r>
      <w:r w:rsidRPr="00381796">
        <w:rPr>
          <w:rFonts w:hint="eastAsia"/>
        </w:rPr>
        <w:t>到</w:t>
      </w:r>
      <w:r w:rsidRPr="00381796">
        <w:t>2010</w:t>
      </w:r>
      <w:r w:rsidRPr="00381796">
        <w:rPr>
          <w:rFonts w:hint="eastAsia"/>
        </w:rPr>
        <w:t>年。</w:t>
      </w:r>
    </w:p>
    <w:p w:rsidR="00991675" w:rsidRPr="00381796" w:rsidRDefault="00991675" w:rsidP="00381796">
      <w:pPr>
        <w:pStyle w:val="a"/>
        <w:ind w:firstLine="31680"/>
        <w:rPr>
          <w:rFonts w:cs="Times New Roman"/>
        </w:rPr>
      </w:pPr>
      <w:r w:rsidRPr="00381796">
        <w:rPr>
          <w:rFonts w:hint="eastAsia"/>
        </w:rPr>
        <w:t>知识点：我国第一个由地方政府批准建立的海洋特别保护区是福建宁德市海洋生态特别保护区。</w:t>
      </w:r>
    </w:p>
    <w:p w:rsidR="00991675" w:rsidRPr="00381796" w:rsidRDefault="00991675" w:rsidP="00381796">
      <w:pPr>
        <w:pStyle w:val="a"/>
        <w:ind w:firstLine="31680"/>
        <w:rPr>
          <w:rFonts w:cs="Times New Roman"/>
          <w:lang w:val="zh-CN"/>
        </w:rPr>
      </w:pPr>
      <w:r w:rsidRPr="00381796">
        <w:rPr>
          <w:rFonts w:hint="eastAsia"/>
        </w:rPr>
        <w:t>知识点：《中华人民共和国渔业法》</w:t>
      </w:r>
      <w:r w:rsidRPr="00381796">
        <w:rPr>
          <w:lang w:val="zh-CN"/>
        </w:rPr>
        <w:t>1986</w:t>
      </w:r>
      <w:r w:rsidRPr="00381796">
        <w:rPr>
          <w:rFonts w:hint="eastAsia"/>
          <w:lang w:val="zh-CN"/>
        </w:rPr>
        <w:t>年</w:t>
      </w:r>
      <w:r w:rsidRPr="00381796">
        <w:rPr>
          <w:lang w:val="zh-CN"/>
        </w:rPr>
        <w:t>7</w:t>
      </w:r>
      <w:r w:rsidRPr="00381796">
        <w:rPr>
          <w:rFonts w:hint="eastAsia"/>
          <w:lang w:val="zh-CN"/>
        </w:rPr>
        <w:t>月</w:t>
      </w:r>
      <w:r w:rsidRPr="00381796">
        <w:rPr>
          <w:lang w:val="zh-CN"/>
        </w:rPr>
        <w:t>1</w:t>
      </w:r>
      <w:r w:rsidRPr="00381796">
        <w:rPr>
          <w:rFonts w:hint="eastAsia"/>
          <w:lang w:val="zh-CN"/>
        </w:rPr>
        <w:t>月</w:t>
      </w:r>
      <w:r w:rsidRPr="00381796">
        <w:rPr>
          <w:rFonts w:hint="eastAsia"/>
        </w:rPr>
        <w:t>正式施行</w:t>
      </w:r>
      <w:r w:rsidRPr="00381796">
        <w:rPr>
          <w:rFonts w:hint="eastAsia"/>
          <w:lang w:val="zh-CN"/>
        </w:rPr>
        <w:t>。该法是新中国成立以来我国制定的第一部渔业基本法。</w:t>
      </w:r>
    </w:p>
    <w:p w:rsidR="00991675" w:rsidRPr="00381796" w:rsidRDefault="00991675" w:rsidP="00381796">
      <w:pPr>
        <w:pStyle w:val="a"/>
        <w:ind w:firstLine="31680"/>
        <w:rPr>
          <w:rFonts w:cs="Times New Roman"/>
          <w:lang w:val="zh-CN"/>
        </w:rPr>
      </w:pPr>
      <w:r w:rsidRPr="00381796">
        <w:rPr>
          <w:rFonts w:hint="eastAsia"/>
        </w:rPr>
        <w:t>知识点：</w:t>
      </w:r>
      <w:r w:rsidRPr="00381796">
        <w:rPr>
          <w:rFonts w:hint="eastAsia"/>
          <w:lang w:val="zh-CN"/>
        </w:rPr>
        <w:t>从</w:t>
      </w:r>
      <w:r w:rsidRPr="00381796">
        <w:rPr>
          <w:lang w:val="zh-CN"/>
        </w:rPr>
        <w:t>1994</w:t>
      </w:r>
      <w:r w:rsidRPr="00381796">
        <w:rPr>
          <w:rFonts w:hint="eastAsia"/>
          <w:lang w:val="zh-CN"/>
        </w:rPr>
        <w:t>年，由国家科委、国家海洋局共同组织发起“科技兴海”活动。</w:t>
      </w:r>
    </w:p>
    <w:p w:rsidR="00991675" w:rsidRPr="00381796" w:rsidRDefault="00991675" w:rsidP="00381796">
      <w:pPr>
        <w:pStyle w:val="a"/>
        <w:ind w:firstLine="31680"/>
        <w:rPr>
          <w:rFonts w:cs="Times New Roman"/>
          <w:shd w:val="clear" w:color="auto" w:fill="FFFFFF"/>
        </w:rPr>
      </w:pPr>
      <w:r w:rsidRPr="00381796">
        <w:rPr>
          <w:rFonts w:hint="eastAsia"/>
          <w:shd w:val="clear" w:color="auto" w:fill="FFFFFF"/>
        </w:rPr>
        <w:t>知识点：</w:t>
      </w:r>
      <w:r w:rsidRPr="00381796">
        <w:rPr>
          <w:shd w:val="clear" w:color="auto" w:fill="FFFFFF"/>
        </w:rPr>
        <w:t>1998</w:t>
      </w:r>
      <w:r w:rsidRPr="00381796">
        <w:rPr>
          <w:rFonts w:hint="eastAsia"/>
          <w:shd w:val="clear" w:color="auto" w:fill="FFFFFF"/>
        </w:rPr>
        <w:t>年，我国颁布了《中华人民共和国专属经济区和大陆架法》。</w:t>
      </w:r>
    </w:p>
    <w:p w:rsidR="00991675" w:rsidRPr="00381796" w:rsidRDefault="00991675" w:rsidP="00381796">
      <w:pPr>
        <w:pStyle w:val="a"/>
        <w:ind w:firstLine="31680"/>
        <w:rPr>
          <w:rFonts w:cs="Times New Roman"/>
          <w:shd w:val="clear" w:color="auto" w:fill="FFFFFF"/>
        </w:rPr>
      </w:pPr>
      <w:r w:rsidRPr="00381796">
        <w:rPr>
          <w:rFonts w:hint="eastAsia"/>
          <w:shd w:val="clear" w:color="auto" w:fill="FFFFFF"/>
        </w:rPr>
        <w:t>知识点：《中华人民共和国海洋环境保护法》</w:t>
      </w:r>
      <w:r w:rsidRPr="00381796">
        <w:rPr>
          <w:shd w:val="clear" w:color="auto" w:fill="FFFFFF"/>
        </w:rPr>
        <w:t>1982</w:t>
      </w:r>
      <w:r w:rsidRPr="00381796">
        <w:rPr>
          <w:rFonts w:hint="eastAsia"/>
          <w:shd w:val="clear" w:color="auto" w:fill="FFFFFF"/>
        </w:rPr>
        <w:t>年颁布，</w:t>
      </w:r>
      <w:r w:rsidRPr="00381796">
        <w:rPr>
          <w:shd w:val="clear" w:color="auto" w:fill="FFFFFF"/>
        </w:rPr>
        <w:t>1983</w:t>
      </w:r>
      <w:r w:rsidRPr="00381796">
        <w:rPr>
          <w:rFonts w:hint="eastAsia"/>
          <w:shd w:val="clear" w:color="auto" w:fill="FFFFFF"/>
        </w:rPr>
        <w:t>年</w:t>
      </w:r>
      <w:r w:rsidRPr="00381796">
        <w:rPr>
          <w:shd w:val="clear" w:color="auto" w:fill="FFFFFF"/>
        </w:rPr>
        <w:t>3</w:t>
      </w:r>
      <w:r w:rsidRPr="00381796">
        <w:rPr>
          <w:rFonts w:hint="eastAsia"/>
          <w:shd w:val="clear" w:color="auto" w:fill="FFFFFF"/>
        </w:rPr>
        <w:t>月</w:t>
      </w:r>
      <w:r w:rsidRPr="00381796">
        <w:rPr>
          <w:shd w:val="clear" w:color="auto" w:fill="FFFFFF"/>
        </w:rPr>
        <w:t>1</w:t>
      </w:r>
      <w:r w:rsidRPr="00381796">
        <w:rPr>
          <w:rFonts w:hint="eastAsia"/>
          <w:shd w:val="clear" w:color="auto" w:fill="FFFFFF"/>
        </w:rPr>
        <w:t>日正式施行。</w:t>
      </w:r>
      <w:r w:rsidRPr="00381796">
        <w:rPr>
          <w:shd w:val="clear" w:color="auto" w:fill="FFFFFF"/>
        </w:rPr>
        <w:t>1999</w:t>
      </w:r>
      <w:r w:rsidRPr="00381796">
        <w:rPr>
          <w:rFonts w:hint="eastAsia"/>
          <w:shd w:val="clear" w:color="auto" w:fill="FFFFFF"/>
        </w:rPr>
        <w:t>年修订，</w:t>
      </w:r>
      <w:r w:rsidRPr="00381796">
        <w:rPr>
          <w:shd w:val="clear" w:color="auto" w:fill="FFFFFF"/>
        </w:rPr>
        <w:t>2000</w:t>
      </w:r>
      <w:r w:rsidRPr="00381796">
        <w:rPr>
          <w:rFonts w:hint="eastAsia"/>
          <w:shd w:val="clear" w:color="auto" w:fill="FFFFFF"/>
        </w:rPr>
        <w:t>年</w:t>
      </w:r>
      <w:r w:rsidRPr="00381796">
        <w:rPr>
          <w:shd w:val="clear" w:color="auto" w:fill="FFFFFF"/>
        </w:rPr>
        <w:t>4</w:t>
      </w:r>
      <w:r w:rsidRPr="00381796">
        <w:rPr>
          <w:rFonts w:hint="eastAsia"/>
          <w:shd w:val="clear" w:color="auto" w:fill="FFFFFF"/>
        </w:rPr>
        <w:t>月</w:t>
      </w:r>
      <w:r w:rsidRPr="00381796">
        <w:rPr>
          <w:shd w:val="clear" w:color="auto" w:fill="FFFFFF"/>
        </w:rPr>
        <w:t>1</w:t>
      </w:r>
      <w:r w:rsidRPr="00381796">
        <w:rPr>
          <w:rFonts w:hint="eastAsia"/>
          <w:shd w:val="clear" w:color="auto" w:fill="FFFFFF"/>
        </w:rPr>
        <w:t>日新修订的正式施行。</w:t>
      </w:r>
    </w:p>
    <w:p w:rsidR="00991675" w:rsidRPr="00381796" w:rsidRDefault="00991675" w:rsidP="00381796">
      <w:pPr>
        <w:pStyle w:val="a"/>
        <w:ind w:firstLine="31680"/>
        <w:rPr>
          <w:rFonts w:cs="Times New Roman"/>
        </w:rPr>
      </w:pPr>
      <w:r w:rsidRPr="00381796">
        <w:rPr>
          <w:rFonts w:hint="eastAsia"/>
        </w:rPr>
        <w:t>知识点：</w:t>
      </w:r>
      <w:r w:rsidRPr="00381796">
        <w:t>2000</w:t>
      </w:r>
      <w:r w:rsidRPr="00381796">
        <w:rPr>
          <w:rFonts w:hint="eastAsia"/>
        </w:rPr>
        <w:t>年</w:t>
      </w:r>
      <w:r w:rsidRPr="00381796">
        <w:t>6</w:t>
      </w:r>
      <w:r w:rsidRPr="00381796">
        <w:rPr>
          <w:rFonts w:hint="eastAsia"/>
        </w:rPr>
        <w:t>月</w:t>
      </w:r>
      <w:r w:rsidRPr="00381796">
        <w:t>1</w:t>
      </w:r>
      <w:r w:rsidRPr="00381796">
        <w:rPr>
          <w:rFonts w:hint="eastAsia"/>
        </w:rPr>
        <w:t>日，我国与日本签定的新《渔业协定》正式生效。这份协定的实施对于建立两国间新的渔业秩序，养护和合理利用共同关心的海洋生物资源，维护海上正常作业秩序具有重要意义。</w:t>
      </w:r>
    </w:p>
    <w:p w:rsidR="00991675" w:rsidRPr="00381796" w:rsidRDefault="00991675" w:rsidP="00381796">
      <w:pPr>
        <w:pStyle w:val="a"/>
        <w:ind w:firstLine="31680"/>
        <w:rPr>
          <w:rFonts w:cs="Times New Roman"/>
        </w:rPr>
      </w:pPr>
      <w:r w:rsidRPr="00381796">
        <w:rPr>
          <w:rFonts w:hint="eastAsia"/>
        </w:rPr>
        <w:t>知识点：我国于</w:t>
      </w:r>
      <w:r w:rsidRPr="00381796">
        <w:t>1996</w:t>
      </w:r>
      <w:r w:rsidRPr="00381796">
        <w:rPr>
          <w:rFonts w:hint="eastAsia"/>
        </w:rPr>
        <w:t>年加入了国际北极科学委员（</w:t>
      </w:r>
      <w:r w:rsidRPr="00381796">
        <w:t>IASC</w:t>
      </w:r>
      <w:r w:rsidRPr="00381796">
        <w:rPr>
          <w:rFonts w:hint="eastAsia"/>
        </w:rPr>
        <w:t>）组织，成为第十六个成员。</w:t>
      </w:r>
    </w:p>
    <w:p w:rsidR="00991675" w:rsidRPr="00381796" w:rsidRDefault="00991675" w:rsidP="00381796">
      <w:pPr>
        <w:pStyle w:val="a"/>
        <w:ind w:firstLine="31680"/>
        <w:rPr>
          <w:rFonts w:cs="Times New Roman"/>
        </w:rPr>
      </w:pPr>
      <w:r w:rsidRPr="00381796">
        <w:rPr>
          <w:rFonts w:hint="eastAsia"/>
        </w:rPr>
        <w:t>知识点：</w:t>
      </w:r>
      <w:r w:rsidRPr="00381796">
        <w:t>1982</w:t>
      </w:r>
      <w:r w:rsidRPr="00381796">
        <w:rPr>
          <w:rFonts w:hint="eastAsia"/>
        </w:rPr>
        <w:t>年，第三次联合国海洋法会议正式通过了《联合国海洋法公约》，并于</w:t>
      </w:r>
      <w:r w:rsidRPr="00381796">
        <w:t>1994</w:t>
      </w:r>
      <w:r w:rsidRPr="00381796">
        <w:rPr>
          <w:rFonts w:hint="eastAsia"/>
        </w:rPr>
        <w:t>年生效。《联合国海洋法公约》的生效实施，为世界海洋资源的开发利用和管理确立了法律新秩序，同时标志着国际海洋法进入一个新的发展阶段。</w:t>
      </w:r>
    </w:p>
    <w:p w:rsidR="00991675" w:rsidRPr="00381796" w:rsidRDefault="00991675" w:rsidP="00381796">
      <w:pPr>
        <w:pStyle w:val="a"/>
        <w:ind w:firstLine="31680"/>
        <w:rPr>
          <w:rFonts w:cs="Times New Roman"/>
        </w:rPr>
      </w:pPr>
      <w:r w:rsidRPr="00381796">
        <w:rPr>
          <w:rFonts w:hint="eastAsia"/>
        </w:rPr>
        <w:t>知识点：中华人民共和国政府根据</w:t>
      </w:r>
      <w:r w:rsidRPr="00381796">
        <w:t>1992</w:t>
      </w:r>
      <w:r w:rsidRPr="00381796">
        <w:rPr>
          <w:rFonts w:hint="eastAsia"/>
        </w:rPr>
        <w:t>年</w:t>
      </w:r>
      <w:r w:rsidRPr="00381796">
        <w:t>2</w:t>
      </w:r>
      <w:r w:rsidRPr="00381796">
        <w:rPr>
          <w:rFonts w:hint="eastAsia"/>
        </w:rPr>
        <w:t>月</w:t>
      </w:r>
      <w:r w:rsidRPr="00381796">
        <w:t>25</w:t>
      </w:r>
      <w:r w:rsidRPr="00381796">
        <w:rPr>
          <w:rFonts w:hint="eastAsia"/>
        </w:rPr>
        <w:t>日《中华人民共和国领海及毗连区法》，宣布中华人民共和国大陆领海的部分基线和西沙群岛的领海基线。</w:t>
      </w:r>
    </w:p>
    <w:p w:rsidR="00991675" w:rsidRPr="00381796" w:rsidRDefault="00991675" w:rsidP="00381796">
      <w:pPr>
        <w:pStyle w:val="a"/>
        <w:ind w:firstLine="31680"/>
      </w:pPr>
      <w:r w:rsidRPr="00381796">
        <w:rPr>
          <w:rFonts w:hint="eastAsia"/>
        </w:rPr>
        <w:t>知识点：海域使用权最高期限，按照下列用途确定：</w:t>
      </w:r>
      <w:r w:rsidRPr="00381796">
        <w:t xml:space="preserve"> </w:t>
      </w:r>
    </w:p>
    <w:p w:rsidR="00991675" w:rsidRPr="00381796" w:rsidRDefault="00991675" w:rsidP="00381796">
      <w:pPr>
        <w:ind w:firstLine="31680"/>
      </w:pPr>
      <w:r w:rsidRPr="00381796">
        <w:rPr>
          <w:rFonts w:cs="宋体" w:hint="eastAsia"/>
        </w:rPr>
        <w:t>（一）养殖用海十五年；</w:t>
      </w:r>
      <w:r w:rsidRPr="00381796">
        <w:t xml:space="preserve"> </w:t>
      </w:r>
    </w:p>
    <w:p w:rsidR="00991675" w:rsidRPr="00381796" w:rsidRDefault="00991675" w:rsidP="00381796">
      <w:pPr>
        <w:ind w:firstLine="31680"/>
      </w:pPr>
      <w:r w:rsidRPr="00381796">
        <w:rPr>
          <w:rFonts w:cs="宋体" w:hint="eastAsia"/>
        </w:rPr>
        <w:t>（二）拆船用海二十年；</w:t>
      </w:r>
      <w:r w:rsidRPr="00381796">
        <w:t xml:space="preserve"> </w:t>
      </w:r>
    </w:p>
    <w:p w:rsidR="00991675" w:rsidRPr="00381796" w:rsidRDefault="00991675" w:rsidP="00381796">
      <w:pPr>
        <w:ind w:firstLine="31680"/>
      </w:pPr>
      <w:r w:rsidRPr="00381796">
        <w:rPr>
          <w:rFonts w:cs="宋体" w:hint="eastAsia"/>
        </w:rPr>
        <w:t>（三）旅游、娱乐用海二十五年；</w:t>
      </w:r>
      <w:r w:rsidRPr="00381796">
        <w:t xml:space="preserve"> </w:t>
      </w:r>
    </w:p>
    <w:p w:rsidR="00991675" w:rsidRPr="00381796" w:rsidRDefault="00991675" w:rsidP="00381796">
      <w:pPr>
        <w:ind w:firstLine="31680"/>
      </w:pPr>
      <w:r w:rsidRPr="00381796">
        <w:rPr>
          <w:rFonts w:cs="宋体" w:hint="eastAsia"/>
        </w:rPr>
        <w:t>（四）盐业、矿业用海三十年；</w:t>
      </w:r>
      <w:r w:rsidRPr="00381796">
        <w:t xml:space="preserve"> </w:t>
      </w:r>
    </w:p>
    <w:p w:rsidR="00991675" w:rsidRPr="00381796" w:rsidRDefault="00991675" w:rsidP="00381796">
      <w:pPr>
        <w:ind w:firstLine="31680"/>
      </w:pPr>
      <w:r w:rsidRPr="00381796">
        <w:rPr>
          <w:rFonts w:cs="宋体" w:hint="eastAsia"/>
        </w:rPr>
        <w:t>（五）公益事业用海四十年；</w:t>
      </w:r>
      <w:r w:rsidRPr="00381796">
        <w:t xml:space="preserve"> </w:t>
      </w:r>
    </w:p>
    <w:p w:rsidR="00991675" w:rsidRPr="00381796" w:rsidRDefault="00991675" w:rsidP="00381796">
      <w:pPr>
        <w:ind w:firstLine="31680"/>
        <w:rPr>
          <w:rFonts w:cs="Times New Roman"/>
        </w:rPr>
      </w:pPr>
      <w:r w:rsidRPr="00381796">
        <w:rPr>
          <w:rFonts w:cs="宋体" w:hint="eastAsia"/>
        </w:rPr>
        <w:t>（六）港口、修造船厂等建设工程用海五十年。</w:t>
      </w:r>
    </w:p>
    <w:p w:rsidR="00991675" w:rsidRPr="00381796" w:rsidRDefault="00991675" w:rsidP="00381796">
      <w:pPr>
        <w:pStyle w:val="a"/>
        <w:ind w:firstLine="31680"/>
        <w:rPr>
          <w:rFonts w:cs="Times New Roman"/>
        </w:rPr>
      </w:pPr>
      <w:r w:rsidRPr="00381796">
        <w:rPr>
          <w:rFonts w:hint="eastAsia"/>
        </w:rPr>
        <w:t>知识点：因科研教学确需进入核心区和缓冲区从事非破坏性科学研究、教学实习和标本采集活动的单位或个人，应提前一个月向该保护区管理机构提交申请，说明活动计划。</w:t>
      </w:r>
    </w:p>
    <w:p w:rsidR="00991675" w:rsidRPr="00381796" w:rsidRDefault="00991675" w:rsidP="00381796">
      <w:pPr>
        <w:pStyle w:val="a"/>
        <w:ind w:firstLine="31680"/>
        <w:rPr>
          <w:rFonts w:cs="Times New Roman"/>
        </w:rPr>
      </w:pPr>
      <w:r w:rsidRPr="00381796">
        <w:rPr>
          <w:rFonts w:hint="eastAsia"/>
        </w:rPr>
        <w:t>知识点：</w:t>
      </w:r>
      <w:r w:rsidRPr="00381796">
        <w:t>1998</w:t>
      </w:r>
      <w:r w:rsidRPr="00381796">
        <w:rPr>
          <w:rFonts w:hint="eastAsia"/>
        </w:rPr>
        <w:t>年，我国颁布了《中华人民共和国专属经济区和大陆架法》。</w:t>
      </w:r>
    </w:p>
    <w:p w:rsidR="00991675" w:rsidRPr="00381796" w:rsidRDefault="00991675" w:rsidP="00381796">
      <w:pPr>
        <w:pStyle w:val="a"/>
        <w:ind w:firstLine="31680"/>
        <w:rPr>
          <w:rFonts w:cs="Times New Roman"/>
        </w:rPr>
      </w:pPr>
      <w:r w:rsidRPr="00381796">
        <w:rPr>
          <w:rFonts w:hint="eastAsia"/>
        </w:rPr>
        <w:t>知识点：中华人民共和国政府根据</w:t>
      </w:r>
      <w:r w:rsidRPr="00381796">
        <w:t>1992</w:t>
      </w:r>
      <w:r w:rsidRPr="00381796">
        <w:rPr>
          <w:rFonts w:hint="eastAsia"/>
        </w:rPr>
        <w:t>年</w:t>
      </w:r>
      <w:r w:rsidRPr="00381796">
        <w:t>2</w:t>
      </w:r>
      <w:r w:rsidRPr="00381796">
        <w:rPr>
          <w:rFonts w:hint="eastAsia"/>
        </w:rPr>
        <w:t>月</w:t>
      </w:r>
      <w:r w:rsidRPr="00381796">
        <w:t>25</w:t>
      </w:r>
      <w:r w:rsidRPr="00381796">
        <w:rPr>
          <w:rFonts w:hint="eastAsia"/>
        </w:rPr>
        <w:t>日《中华人民共和国领海及毗连区法》，宣布中华人民共和国大陆领海的部分基线和西沙群岛的领海基线。</w:t>
      </w:r>
    </w:p>
    <w:p w:rsidR="00991675" w:rsidRPr="00381796" w:rsidRDefault="00991675" w:rsidP="00381796">
      <w:pPr>
        <w:pStyle w:val="a"/>
        <w:ind w:firstLine="31680"/>
        <w:rPr>
          <w:rFonts w:cs="Times New Roman"/>
          <w:shd w:val="clear" w:color="auto" w:fill="FFFFFF"/>
        </w:rPr>
      </w:pPr>
      <w:r w:rsidRPr="00381796">
        <w:rPr>
          <w:rFonts w:hint="eastAsia"/>
        </w:rPr>
        <w:t>知识点：</w:t>
      </w:r>
      <w:r w:rsidRPr="00381796">
        <w:t>2013</w:t>
      </w:r>
      <w:r w:rsidRPr="00381796">
        <w:rPr>
          <w:rFonts w:hint="eastAsia"/>
        </w:rPr>
        <w:t>年</w:t>
      </w:r>
      <w:r w:rsidRPr="00381796">
        <w:t>1</w:t>
      </w:r>
      <w:r w:rsidRPr="00381796">
        <w:rPr>
          <w:rFonts w:hint="eastAsia"/>
        </w:rPr>
        <w:t>月</w:t>
      </w:r>
      <w:r w:rsidRPr="00381796">
        <w:t>11</w:t>
      </w:r>
      <w:r w:rsidRPr="00381796">
        <w:rPr>
          <w:rFonts w:hint="eastAsia"/>
        </w:rPr>
        <w:t>日，中国海洋发展研究会在京成立，</w:t>
      </w:r>
      <w:r w:rsidRPr="00381796">
        <w:rPr>
          <w:rFonts w:hint="eastAsia"/>
          <w:shd w:val="clear" w:color="auto" w:fill="FFFFFF"/>
        </w:rPr>
        <w:t>旨在围绕海洋资源开发、海洋经济发展、海洋生态环境保护、国家海洋权益维护等重大问题开展研究。</w:t>
      </w:r>
      <w:hyperlink r:id="rId21" w:tgtFrame="http://baike.baidu.com/_blank" w:history="1">
        <w:r w:rsidRPr="00381796">
          <w:rPr>
            <w:rStyle w:val="Hyperlink"/>
            <w:rFonts w:cs="宋体" w:hint="eastAsia"/>
            <w:color w:val="auto"/>
            <w:shd w:val="clear" w:color="auto" w:fill="FFFFFF"/>
          </w:rPr>
          <w:t>国土资源部</w:t>
        </w:r>
      </w:hyperlink>
      <w:r w:rsidRPr="00381796">
        <w:rPr>
          <w:rFonts w:hint="eastAsia"/>
          <w:shd w:val="clear" w:color="auto" w:fill="FFFFFF"/>
        </w:rPr>
        <w:t>和</w:t>
      </w:r>
      <w:hyperlink r:id="rId22" w:tgtFrame="http://baike.baidu.com/_blank" w:history="1">
        <w:r w:rsidRPr="00381796">
          <w:rPr>
            <w:rStyle w:val="Hyperlink"/>
            <w:rFonts w:cs="宋体" w:hint="eastAsia"/>
            <w:color w:val="auto"/>
            <w:shd w:val="clear" w:color="auto" w:fill="FFFFFF"/>
          </w:rPr>
          <w:t>民政部</w:t>
        </w:r>
      </w:hyperlink>
      <w:r w:rsidRPr="00381796">
        <w:rPr>
          <w:rFonts w:hint="eastAsia"/>
          <w:shd w:val="clear" w:color="auto" w:fill="FFFFFF"/>
        </w:rPr>
        <w:t>对研究会进行业务指导和监督管理，</w:t>
      </w:r>
      <w:hyperlink r:id="rId23" w:tgtFrame="http://baike.baidu.com/_blank" w:history="1">
        <w:r w:rsidRPr="00381796">
          <w:rPr>
            <w:rStyle w:val="Hyperlink"/>
            <w:rFonts w:cs="宋体" w:hint="eastAsia"/>
            <w:color w:val="auto"/>
            <w:shd w:val="clear" w:color="auto" w:fill="FFFFFF"/>
          </w:rPr>
          <w:t>国家海洋局</w:t>
        </w:r>
      </w:hyperlink>
      <w:r w:rsidRPr="00381796">
        <w:rPr>
          <w:rFonts w:hint="eastAsia"/>
          <w:shd w:val="clear" w:color="auto" w:fill="FFFFFF"/>
        </w:rPr>
        <w:t>具体承担业务主管单位的管理职责。</w:t>
      </w:r>
    </w:p>
    <w:p w:rsidR="00991675" w:rsidRPr="00381796" w:rsidRDefault="00991675" w:rsidP="00381796">
      <w:pPr>
        <w:pStyle w:val="a"/>
        <w:ind w:firstLine="31680"/>
        <w:rPr>
          <w:rFonts w:cs="Times New Roman"/>
        </w:rPr>
      </w:pPr>
      <w:r w:rsidRPr="00381796">
        <w:rPr>
          <w:rFonts w:hint="eastAsia"/>
        </w:rPr>
        <w:t>知识点：</w:t>
      </w:r>
      <w:r w:rsidRPr="00381796">
        <w:t>2011</w:t>
      </w:r>
      <w:r w:rsidRPr="00381796">
        <w:rPr>
          <w:rFonts w:hint="eastAsia"/>
        </w:rPr>
        <w:t>年</w:t>
      </w:r>
      <w:r w:rsidRPr="00381796">
        <w:t>5</w:t>
      </w:r>
      <w:r w:rsidRPr="00381796">
        <w:rPr>
          <w:rFonts w:hint="eastAsia"/>
        </w:rPr>
        <w:t>月，经国家海洋局批准，刘公岛成为国家首批海洋公园，选划面积</w:t>
      </w:r>
      <w:r w:rsidRPr="00381796">
        <w:t>3828</w:t>
      </w:r>
      <w:r w:rsidRPr="00381796">
        <w:rPr>
          <w:rFonts w:hint="eastAsia"/>
        </w:rPr>
        <w:t>公顷，为适当开展海上旅游体验提供了政策保障。</w:t>
      </w:r>
    </w:p>
    <w:p w:rsidR="00991675" w:rsidRPr="00381796" w:rsidRDefault="00991675" w:rsidP="00381796">
      <w:pPr>
        <w:pStyle w:val="a"/>
        <w:ind w:firstLine="31680"/>
        <w:rPr>
          <w:rFonts w:cs="Times New Roman"/>
        </w:rPr>
      </w:pPr>
      <w:r w:rsidRPr="00381796">
        <w:rPr>
          <w:rFonts w:hint="eastAsia"/>
        </w:rPr>
        <w:t>知识点：收回威海卫后，刘公岛又被英国续租了</w:t>
      </w:r>
      <w:r w:rsidRPr="00381796">
        <w:t>10</w:t>
      </w:r>
      <w:r w:rsidRPr="00381796">
        <w:rPr>
          <w:rFonts w:hint="eastAsia"/>
        </w:rPr>
        <w:t>年，</w:t>
      </w:r>
      <w:r w:rsidRPr="00381796">
        <w:t>1940</w:t>
      </w:r>
      <w:r w:rsidRPr="00381796">
        <w:rPr>
          <w:rFonts w:hint="eastAsia"/>
        </w:rPr>
        <w:t>年</w:t>
      </w:r>
      <w:r w:rsidRPr="00381796">
        <w:t>11</w:t>
      </w:r>
      <w:r w:rsidRPr="00381796">
        <w:rPr>
          <w:rFonts w:hint="eastAsia"/>
        </w:rPr>
        <w:t>月</w:t>
      </w:r>
      <w:r w:rsidRPr="00381796">
        <w:t>15</w:t>
      </w:r>
      <w:r w:rsidRPr="00381796">
        <w:rPr>
          <w:rFonts w:hint="eastAsia"/>
        </w:rPr>
        <w:t>日，英军才从岛上全部撤离。</w:t>
      </w:r>
      <w:r w:rsidRPr="00381796">
        <w:t>1938</w:t>
      </w:r>
      <w:r w:rsidRPr="00381796">
        <w:rPr>
          <w:rFonts w:hint="eastAsia"/>
        </w:rPr>
        <w:t>年，日军再次入侵刘公岛，</w:t>
      </w:r>
      <w:r w:rsidRPr="00381796">
        <w:t>1945</w:t>
      </w:r>
      <w:r w:rsidRPr="00381796">
        <w:rPr>
          <w:rFonts w:hint="eastAsia"/>
        </w:rPr>
        <w:t>年解放时撤离。</w:t>
      </w:r>
      <w:r w:rsidRPr="00381796">
        <w:t>1952</w:t>
      </w:r>
      <w:r w:rsidRPr="00381796">
        <w:rPr>
          <w:rFonts w:hint="eastAsia"/>
        </w:rPr>
        <w:t>年人民海军进驻刘公岛，</w:t>
      </w:r>
      <w:r w:rsidRPr="00381796">
        <w:t>1985</w:t>
      </w:r>
      <w:r w:rsidRPr="00381796">
        <w:rPr>
          <w:rFonts w:hint="eastAsia"/>
        </w:rPr>
        <w:t>年，刘公岛由封闭的军事禁区正式对外开放。</w:t>
      </w:r>
      <w:r w:rsidRPr="00381796">
        <w:rPr>
          <w:u w:val="single"/>
        </w:rPr>
        <w:t>1985</w:t>
      </w:r>
      <w:r w:rsidRPr="00381796">
        <w:rPr>
          <w:rFonts w:hint="eastAsia"/>
        </w:rPr>
        <w:t>年，刘公岛由封闭的军事禁区正式对外开放。</w:t>
      </w:r>
    </w:p>
    <w:p w:rsidR="00991675" w:rsidRPr="00381796" w:rsidRDefault="00991675" w:rsidP="00381796">
      <w:pPr>
        <w:pStyle w:val="a"/>
        <w:ind w:firstLine="31680"/>
        <w:rPr>
          <w:rFonts w:cs="Times New Roman"/>
        </w:rPr>
      </w:pPr>
      <w:r w:rsidRPr="00381796">
        <w:rPr>
          <w:rFonts w:hint="eastAsia"/>
        </w:rPr>
        <w:t>知识点：随着我国“一带一路”战略的实施，我国海岛在里面扮演着越来越重要的作用。请问《中华人民共和国海岛保护法》是在２０１０年开始实施的？</w:t>
      </w:r>
    </w:p>
    <w:p w:rsidR="00991675" w:rsidRPr="00381796" w:rsidRDefault="00991675" w:rsidP="00381796">
      <w:pPr>
        <w:pStyle w:val="a"/>
        <w:ind w:firstLine="31680"/>
        <w:rPr>
          <w:rFonts w:cs="Times New Roman"/>
        </w:rPr>
      </w:pPr>
      <w:r w:rsidRPr="00381796">
        <w:rPr>
          <w:rFonts w:hint="eastAsia"/>
        </w:rPr>
        <w:t>知识点：</w:t>
      </w:r>
      <w:r w:rsidRPr="00381796">
        <w:t>2</w:t>
      </w:r>
      <w:r w:rsidRPr="00381796">
        <w:rPr>
          <w:shd w:val="clear" w:color="auto" w:fill="FFFFFF"/>
        </w:rPr>
        <w:t>012</w:t>
      </w:r>
      <w:r w:rsidRPr="00381796">
        <w:rPr>
          <w:rFonts w:hint="eastAsia"/>
          <w:shd w:val="clear" w:color="auto" w:fill="FFFFFF"/>
        </w:rPr>
        <w:t>年</w:t>
      </w:r>
      <w:r w:rsidRPr="00381796">
        <w:rPr>
          <w:shd w:val="clear" w:color="auto" w:fill="FFFFFF"/>
        </w:rPr>
        <w:t>7</w:t>
      </w:r>
      <w:r w:rsidRPr="00381796">
        <w:rPr>
          <w:rFonts w:hint="eastAsia"/>
          <w:shd w:val="clear" w:color="auto" w:fill="FFFFFF"/>
        </w:rPr>
        <w:t>月</w:t>
      </w:r>
      <w:r w:rsidRPr="00381796">
        <w:rPr>
          <w:shd w:val="clear" w:color="auto" w:fill="FFFFFF"/>
        </w:rPr>
        <w:t>17</w:t>
      </w:r>
      <w:r w:rsidRPr="00381796">
        <w:rPr>
          <w:rFonts w:hint="eastAsia"/>
          <w:shd w:val="clear" w:color="auto" w:fill="FFFFFF"/>
        </w:rPr>
        <w:t>日上午，海南省四届人大常委会第</w:t>
      </w:r>
      <w:r w:rsidRPr="00381796">
        <w:rPr>
          <w:shd w:val="clear" w:color="auto" w:fill="FFFFFF"/>
        </w:rPr>
        <w:t>32</w:t>
      </w:r>
      <w:r w:rsidRPr="00381796">
        <w:rPr>
          <w:rFonts w:hint="eastAsia"/>
          <w:shd w:val="clear" w:color="auto" w:fill="FFFFFF"/>
        </w:rPr>
        <w:t>次会议通过了《海南省人民代表大会常务委员会关于成立三沙市人民代表大会筹备组的决定》，三沙市的政权组建工作正式启动。</w:t>
      </w:r>
    </w:p>
    <w:p w:rsidR="00991675" w:rsidRPr="00381796" w:rsidRDefault="00991675" w:rsidP="00381796">
      <w:pPr>
        <w:pStyle w:val="a"/>
        <w:ind w:firstLine="31680"/>
        <w:rPr>
          <w:rFonts w:cs="Times New Roman"/>
        </w:rPr>
      </w:pPr>
      <w:r w:rsidRPr="00381796">
        <w:rPr>
          <w:rFonts w:hint="eastAsia"/>
        </w:rPr>
        <w:t>知识点：《海岛保护法》第二条</w:t>
      </w:r>
    </w:p>
    <w:p w:rsidR="00991675" w:rsidRPr="00381796" w:rsidRDefault="00991675" w:rsidP="00381796">
      <w:pPr>
        <w:pStyle w:val="a"/>
        <w:ind w:firstLine="31680"/>
        <w:rPr>
          <w:rFonts w:cs="Times New Roman"/>
        </w:rPr>
      </w:pPr>
      <w:r w:rsidRPr="00381796">
        <w:rPr>
          <w:rFonts w:hint="eastAsia"/>
        </w:rPr>
        <w:t>知识点：《联合国海洋公约》是在联合国主持下于</w:t>
      </w:r>
      <w:r w:rsidRPr="00381796">
        <w:t>1982</w:t>
      </w:r>
      <w:r w:rsidRPr="00381796">
        <w:rPr>
          <w:rFonts w:hint="eastAsia"/>
        </w:rPr>
        <w:t>年</w:t>
      </w:r>
      <w:r w:rsidRPr="00381796">
        <w:t>4</w:t>
      </w:r>
      <w:r w:rsidRPr="00381796">
        <w:rPr>
          <w:rFonts w:hint="eastAsia"/>
        </w:rPr>
        <w:t>月</w:t>
      </w:r>
      <w:r w:rsidRPr="00381796">
        <w:t>30</w:t>
      </w:r>
      <w:r w:rsidRPr="00381796">
        <w:rPr>
          <w:rFonts w:hint="eastAsia"/>
        </w:rPr>
        <w:t>日通过的</w:t>
      </w:r>
    </w:p>
    <w:p w:rsidR="00991675" w:rsidRPr="00381796" w:rsidRDefault="00991675" w:rsidP="00381796">
      <w:pPr>
        <w:pStyle w:val="a"/>
        <w:ind w:firstLine="31680"/>
        <w:rPr>
          <w:rFonts w:cs="Times New Roman"/>
        </w:rPr>
      </w:pPr>
      <w:r w:rsidRPr="00381796">
        <w:rPr>
          <w:rFonts w:hint="eastAsia"/>
        </w:rPr>
        <w:t>知识点：</w:t>
      </w:r>
      <w:bookmarkStart w:id="7" w:name="OLE_LINK3"/>
      <w:r w:rsidRPr="00381796">
        <w:rPr>
          <w:rFonts w:hint="eastAsia"/>
        </w:rPr>
        <w:t>专属经济区</w:t>
      </w:r>
      <w:bookmarkEnd w:id="7"/>
      <w:r w:rsidRPr="00381796">
        <w:rPr>
          <w:rFonts w:hint="eastAsia"/>
        </w:rPr>
        <w:t>是在领海以外并邻接领海的一个区域，从测算领海宽度的基线量起不应超过</w:t>
      </w:r>
      <w:r w:rsidRPr="00381796">
        <w:t>200</w:t>
      </w:r>
      <w:r w:rsidRPr="00381796">
        <w:rPr>
          <w:rFonts w:hint="eastAsia"/>
        </w:rPr>
        <w:t>海里</w:t>
      </w:r>
    </w:p>
    <w:p w:rsidR="00991675" w:rsidRPr="00381796" w:rsidRDefault="00991675" w:rsidP="00381796">
      <w:pPr>
        <w:pStyle w:val="a"/>
        <w:ind w:firstLine="31680"/>
        <w:rPr>
          <w:rFonts w:cs="Times New Roman"/>
        </w:rPr>
      </w:pPr>
      <w:r w:rsidRPr="00381796">
        <w:rPr>
          <w:rFonts w:hint="eastAsia"/>
        </w:rPr>
        <w:t>知识点：专属经济区是指领海以外并邻接领海的一个区域，专属经济区从测算领海宽度的基线量起，不应超过二百海里，这一区域内沿海国对其自然资源享有主权权利和其他管辖权，而其他国家享有航行、飞越自由等。</w:t>
      </w:r>
    </w:p>
    <w:p w:rsidR="00991675" w:rsidRPr="00381796" w:rsidRDefault="00991675" w:rsidP="00381796">
      <w:pPr>
        <w:pStyle w:val="a"/>
        <w:ind w:firstLine="31680"/>
        <w:rPr>
          <w:rFonts w:cs="Times New Roman"/>
        </w:rPr>
      </w:pPr>
      <w:r w:rsidRPr="00381796">
        <w:rPr>
          <w:rFonts w:hint="eastAsia"/>
        </w:rPr>
        <w:t>知识点：</w:t>
      </w:r>
      <w:r w:rsidRPr="00381796">
        <w:rPr>
          <w:rFonts w:hint="eastAsia"/>
          <w:bCs/>
        </w:rPr>
        <w:t>《</w:t>
      </w:r>
      <w:r w:rsidRPr="00381796">
        <w:rPr>
          <w:rFonts w:hint="eastAsia"/>
        </w:rPr>
        <w:t>联合国海洋法公约》对内水、领海、临接海域、大陆架、专属经济区、公海等重要概念做了界定。对当前全球各处的领海主权争端、海上天然资源管理、污染处理等具有重要的指导和裁决作用。</w:t>
      </w:r>
    </w:p>
    <w:p w:rsidR="00991675" w:rsidRPr="00381796" w:rsidRDefault="00991675" w:rsidP="00381796">
      <w:pPr>
        <w:pStyle w:val="a"/>
        <w:ind w:firstLine="31680"/>
        <w:rPr>
          <w:rFonts w:cs="Times New Roman"/>
        </w:rPr>
      </w:pPr>
      <w:r w:rsidRPr="00381796">
        <w:rPr>
          <w:rFonts w:hint="eastAsia"/>
        </w:rPr>
        <w:t>知识点：</w:t>
      </w:r>
      <w:r w:rsidRPr="00381796">
        <w:t>1982</w:t>
      </w:r>
      <w:r w:rsidRPr="00381796">
        <w:rPr>
          <w:rFonts w:hint="eastAsia"/>
        </w:rPr>
        <w:t>年《联合国海洋法公约》规定：“每一国家有权确定其领海的宽度”，但对其最大范围作了限制，即“从按照本公约确定的基线量起不超过</w:t>
      </w:r>
      <w:r w:rsidRPr="00381796">
        <w:t>12</w:t>
      </w:r>
      <w:r w:rsidRPr="00381796">
        <w:rPr>
          <w:rFonts w:hint="eastAsia"/>
        </w:rPr>
        <w:t>海里的界限”。</w:t>
      </w:r>
    </w:p>
    <w:p w:rsidR="00991675" w:rsidRPr="00381796" w:rsidRDefault="00991675" w:rsidP="00381796">
      <w:pPr>
        <w:pStyle w:val="a"/>
        <w:ind w:firstLine="31680"/>
        <w:rPr>
          <w:rFonts w:cs="Times New Roman"/>
        </w:rPr>
      </w:pPr>
      <w:r w:rsidRPr="00381796">
        <w:rPr>
          <w:rFonts w:hint="eastAsia"/>
        </w:rPr>
        <w:t>知识点：中国于</w:t>
      </w:r>
      <w:r w:rsidRPr="00381796">
        <w:t>1983</w:t>
      </w:r>
      <w:r w:rsidRPr="00381796">
        <w:rPr>
          <w:rFonts w:hint="eastAsia"/>
        </w:rPr>
        <w:t>年</w:t>
      </w:r>
      <w:r w:rsidRPr="00381796">
        <w:t>6</w:t>
      </w:r>
      <w:r w:rsidRPr="00381796">
        <w:rPr>
          <w:rFonts w:hint="eastAsia"/>
        </w:rPr>
        <w:t>月</w:t>
      </w:r>
      <w:r w:rsidRPr="00381796">
        <w:t>8</w:t>
      </w:r>
      <w:r w:rsidRPr="00381796">
        <w:rPr>
          <w:rFonts w:hint="eastAsia"/>
        </w:rPr>
        <w:t>日加入南极条约组织，同日条约对中国生效。</w:t>
      </w:r>
    </w:p>
    <w:p w:rsidR="00991675" w:rsidRPr="00381796" w:rsidRDefault="00991675" w:rsidP="00381796">
      <w:pPr>
        <w:pStyle w:val="a"/>
        <w:ind w:firstLine="31680"/>
        <w:rPr>
          <w:rFonts w:cs="Times New Roman"/>
        </w:rPr>
      </w:pPr>
      <w:r w:rsidRPr="00381796">
        <w:rPr>
          <w:rFonts w:hint="eastAsia"/>
        </w:rPr>
        <w:t>知识点：领海是沿海国连接内海并从领海基线向外延伸</w:t>
      </w:r>
      <w:r w:rsidRPr="00381796">
        <w:t>12</w:t>
      </w:r>
      <w:r w:rsidRPr="00381796">
        <w:rPr>
          <w:rFonts w:hint="eastAsia"/>
        </w:rPr>
        <w:t>海里的一带水路。</w:t>
      </w:r>
    </w:p>
    <w:p w:rsidR="00991675" w:rsidRPr="00381796" w:rsidRDefault="00991675" w:rsidP="00381796">
      <w:pPr>
        <w:pStyle w:val="a"/>
        <w:ind w:firstLine="31680"/>
        <w:rPr>
          <w:rFonts w:cs="Times New Roman"/>
        </w:rPr>
      </w:pPr>
      <w:r w:rsidRPr="00381796">
        <w:rPr>
          <w:rFonts w:hint="eastAsia"/>
        </w:rPr>
        <w:t>知识点：按照《联合国海洋法公约》，沿海国家除拥有</w:t>
      </w:r>
      <w:r w:rsidRPr="00381796">
        <w:t>12</w:t>
      </w:r>
      <w:r w:rsidRPr="00381796">
        <w:rPr>
          <w:rFonts w:hint="eastAsia"/>
        </w:rPr>
        <w:t>海里领海权外，其管辖面积可外延至</w:t>
      </w:r>
      <w:r w:rsidRPr="00381796">
        <w:t>200</w:t>
      </w:r>
      <w:r w:rsidRPr="00381796">
        <w:rPr>
          <w:rFonts w:hint="eastAsia"/>
        </w:rPr>
        <w:t>海里。海洋中的一座小岛将使岛屿所在国沿各个方向拥有</w:t>
      </w:r>
      <w:r w:rsidRPr="00381796">
        <w:t>200</w:t>
      </w:r>
      <w:r w:rsidRPr="00381796">
        <w:rPr>
          <w:rFonts w:hint="eastAsia"/>
        </w:rPr>
        <w:t>海里的资源管辖权限。</w:t>
      </w:r>
    </w:p>
    <w:p w:rsidR="00991675" w:rsidRPr="00381796" w:rsidRDefault="00991675" w:rsidP="00381796">
      <w:pPr>
        <w:pStyle w:val="a"/>
        <w:ind w:firstLine="31680"/>
        <w:rPr>
          <w:rFonts w:cs="Times New Roman"/>
        </w:rPr>
      </w:pPr>
      <w:r w:rsidRPr="00381796">
        <w:rPr>
          <w:rFonts w:hint="eastAsia"/>
        </w:rPr>
        <w:t>知识点：</w:t>
      </w:r>
      <w:r w:rsidRPr="00381796">
        <w:t xml:space="preserve"> 1990</w:t>
      </w:r>
      <w:r w:rsidRPr="00381796">
        <w:rPr>
          <w:rFonts w:hint="eastAsia"/>
        </w:rPr>
        <w:t>年</w:t>
      </w:r>
      <w:r w:rsidRPr="00381796">
        <w:t>8</w:t>
      </w:r>
      <w:r w:rsidRPr="00381796">
        <w:rPr>
          <w:rFonts w:hint="eastAsia"/>
        </w:rPr>
        <w:t>月</w:t>
      </w:r>
      <w:r w:rsidRPr="00381796">
        <w:t>28</w:t>
      </w:r>
      <w:r w:rsidRPr="00381796">
        <w:rPr>
          <w:rFonts w:hint="eastAsia"/>
        </w:rPr>
        <w:t>日，在加拿大的累索鲁特市，拥有北极地区领土的加拿大、丹麦、芬兰、冰岛、挪威、瑞典、美国和苏联等</w:t>
      </w:r>
      <w:r w:rsidRPr="00381796">
        <w:t>8</w:t>
      </w:r>
      <w:r w:rsidRPr="00381796">
        <w:rPr>
          <w:rFonts w:hint="eastAsia"/>
        </w:rPr>
        <w:t>个环北极国家的代表，在委员会成立章程上签字，从而宣告了国际北极科学委员会（</w:t>
      </w:r>
      <w:r w:rsidRPr="00381796">
        <w:t>IASC</w:t>
      </w:r>
      <w:r w:rsidRPr="00381796">
        <w:rPr>
          <w:rFonts w:hint="eastAsia"/>
        </w:rPr>
        <w:t>）正式成立。它是一个非政府间的国际组织，旨在鼓励和促进所有从事北极研究的国家和地区在北极科学研究各个领域的合作。我国于</w:t>
      </w:r>
      <w:r w:rsidRPr="00381796">
        <w:t>1996</w:t>
      </w:r>
      <w:r w:rsidRPr="00381796">
        <w:rPr>
          <w:rFonts w:hint="eastAsia"/>
        </w:rPr>
        <w:t>年加入了（</w:t>
      </w:r>
      <w:r w:rsidRPr="00381796">
        <w:t>IASC</w:t>
      </w:r>
      <w:r w:rsidRPr="00381796">
        <w:rPr>
          <w:rFonts w:hint="eastAsia"/>
        </w:rPr>
        <w:t>）组织，成为第十六个成员。</w:t>
      </w:r>
    </w:p>
    <w:p w:rsidR="00991675" w:rsidRPr="00381796" w:rsidRDefault="00991675" w:rsidP="00381796">
      <w:pPr>
        <w:pStyle w:val="a"/>
        <w:ind w:firstLine="31680"/>
        <w:rPr>
          <w:rStyle w:val="apple-converted-space"/>
        </w:rPr>
      </w:pPr>
      <w:r w:rsidRPr="00381796">
        <w:rPr>
          <w:rStyle w:val="apple-converted-space"/>
          <w:rFonts w:cs="宋体" w:hint="eastAsia"/>
          <w:shd w:val="clear" w:color="auto" w:fill="FFFFFF"/>
        </w:rPr>
        <w:t>知识点：</w:t>
      </w:r>
      <w:r w:rsidRPr="00381796">
        <w:rPr>
          <w:rStyle w:val="apple-converted-space"/>
          <w:rFonts w:cs="宋体"/>
        </w:rPr>
        <w:t>1987</w:t>
      </w:r>
      <w:r w:rsidRPr="00381796">
        <w:rPr>
          <w:rStyle w:val="apple-converted-space"/>
          <w:rFonts w:cs="宋体" w:hint="eastAsia"/>
        </w:rPr>
        <w:t>年</w:t>
      </w:r>
      <w:r w:rsidRPr="00381796">
        <w:rPr>
          <w:rStyle w:val="apple-converted-space"/>
          <w:rFonts w:cs="宋体"/>
        </w:rPr>
        <w:t>4</w:t>
      </w:r>
      <w:r w:rsidRPr="00381796">
        <w:rPr>
          <w:rStyle w:val="apple-converted-space"/>
          <w:rFonts w:cs="宋体" w:hint="eastAsia"/>
        </w:rPr>
        <w:t>月</w:t>
      </w:r>
      <w:r w:rsidRPr="00381796">
        <w:rPr>
          <w:rStyle w:val="apple-converted-space"/>
          <w:rFonts w:cs="宋体"/>
        </w:rPr>
        <w:t>20</w:t>
      </w:r>
      <w:r w:rsidRPr="00381796">
        <w:rPr>
          <w:rStyle w:val="apple-converted-space"/>
          <w:rFonts w:cs="宋体" w:hint="eastAsia"/>
        </w:rPr>
        <w:t>日联合国教科文组织政府间海洋学委员会第十四届大会在法国巴黎举行。本届大会秘书处提出了在我国南沙群岛和西沙群岛建立海洋水文气象观测网站的建议，并明文规定上述两群岛属中华人民共和国所辖。</w:t>
      </w:r>
    </w:p>
    <w:p w:rsidR="00991675" w:rsidRPr="00381796" w:rsidRDefault="00991675" w:rsidP="00381796">
      <w:pPr>
        <w:pStyle w:val="a"/>
        <w:ind w:firstLine="31680"/>
        <w:rPr>
          <w:rStyle w:val="apple-converted-space"/>
          <w:rFonts w:cs="宋体"/>
        </w:rPr>
      </w:pPr>
      <w:r w:rsidRPr="00381796">
        <w:rPr>
          <w:rStyle w:val="apple-converted-space"/>
          <w:rFonts w:cs="宋体" w:hint="eastAsia"/>
          <w:shd w:val="clear" w:color="auto" w:fill="FFFFFF"/>
        </w:rPr>
        <w:t>知识点：</w:t>
      </w:r>
      <w:r w:rsidRPr="00381796">
        <w:rPr>
          <w:rStyle w:val="apple-converted-space"/>
          <w:rFonts w:cs="宋体" w:hint="eastAsia"/>
        </w:rPr>
        <w:t>第二十四届世界海洋和平大会于</w:t>
      </w:r>
      <w:r w:rsidRPr="00381796">
        <w:rPr>
          <w:rStyle w:val="apple-converted-space"/>
          <w:rFonts w:cs="宋体"/>
        </w:rPr>
        <w:t>1996</w:t>
      </w:r>
      <w:r w:rsidRPr="00381796">
        <w:rPr>
          <w:rStyle w:val="apple-converted-space"/>
          <w:rFonts w:cs="宋体" w:hint="eastAsia"/>
        </w:rPr>
        <w:t>年</w:t>
      </w:r>
      <w:r w:rsidRPr="00381796">
        <w:rPr>
          <w:rStyle w:val="apple-converted-space"/>
          <w:rFonts w:cs="宋体"/>
        </w:rPr>
        <w:t>11</w:t>
      </w:r>
      <w:r w:rsidRPr="00381796">
        <w:rPr>
          <w:rStyle w:val="apple-converted-space"/>
          <w:rFonts w:cs="宋体" w:hint="eastAsia"/>
        </w:rPr>
        <w:t>月</w:t>
      </w:r>
      <w:r w:rsidRPr="00381796">
        <w:rPr>
          <w:rStyle w:val="apple-converted-space"/>
          <w:rFonts w:cs="宋体"/>
        </w:rPr>
        <w:t>15</w:t>
      </w:r>
      <w:r w:rsidRPr="00381796">
        <w:rPr>
          <w:rStyle w:val="apple-converted-space"/>
          <w:rFonts w:cs="宋体" w:hint="eastAsia"/>
        </w:rPr>
        <w:t>日至</w:t>
      </w:r>
      <w:r w:rsidRPr="00381796">
        <w:rPr>
          <w:rStyle w:val="apple-converted-space"/>
          <w:rFonts w:cs="宋体"/>
        </w:rPr>
        <w:t>19</w:t>
      </w:r>
      <w:r w:rsidRPr="00381796">
        <w:rPr>
          <w:rStyle w:val="apple-converted-space"/>
          <w:rFonts w:cs="宋体" w:hint="eastAsia"/>
        </w:rPr>
        <w:t>日在北京隆重召开，此次大会的主题是“海洋管理与二十一世纪”。</w:t>
      </w:r>
      <w:r w:rsidRPr="00381796">
        <w:rPr>
          <w:rStyle w:val="apple-converted-space"/>
          <w:rFonts w:cs="宋体"/>
        </w:rPr>
        <w:t xml:space="preserve"> </w:t>
      </w:r>
    </w:p>
    <w:p w:rsidR="00991675" w:rsidRPr="00381796" w:rsidRDefault="00991675" w:rsidP="00381796">
      <w:pPr>
        <w:pStyle w:val="a"/>
        <w:ind w:firstLine="31680"/>
        <w:rPr>
          <w:rStyle w:val="apple-converted-space"/>
        </w:rPr>
      </w:pPr>
      <w:r w:rsidRPr="00381796">
        <w:rPr>
          <w:rStyle w:val="apple-converted-space"/>
          <w:rFonts w:cs="宋体" w:hint="eastAsia"/>
          <w:shd w:val="clear" w:color="auto" w:fill="FFFFFF"/>
        </w:rPr>
        <w:t>知识点：</w:t>
      </w:r>
      <w:r w:rsidRPr="00381796">
        <w:rPr>
          <w:rStyle w:val="apple-converted-space"/>
          <w:rFonts w:cs="宋体" w:hint="eastAsia"/>
        </w:rPr>
        <w:t>第二十四届世界海洋和平大会于在北京隆重召开，此次大会的主题是“海洋管理与二十一世纪”，</w:t>
      </w:r>
      <w:r w:rsidRPr="00381796">
        <w:rPr>
          <w:rStyle w:val="apple-converted-space"/>
          <w:rFonts w:cs="宋体"/>
        </w:rPr>
        <w:t xml:space="preserve"> </w:t>
      </w:r>
      <w:r w:rsidRPr="00381796">
        <w:rPr>
          <w:rStyle w:val="apple-converted-space"/>
          <w:rFonts w:cs="宋体" w:hint="eastAsia"/>
        </w:rPr>
        <w:t>会议通过了《北京海洋宣言》。</w:t>
      </w:r>
    </w:p>
    <w:p w:rsidR="00991675" w:rsidRPr="00381796" w:rsidRDefault="00991675" w:rsidP="00381796">
      <w:pPr>
        <w:pStyle w:val="a"/>
        <w:ind w:firstLine="31680"/>
        <w:rPr>
          <w:rStyle w:val="apple-converted-space"/>
        </w:rPr>
      </w:pPr>
      <w:r w:rsidRPr="00381796">
        <w:rPr>
          <w:rStyle w:val="apple-converted-space"/>
          <w:rFonts w:cs="宋体" w:hint="eastAsia"/>
          <w:shd w:val="clear" w:color="auto" w:fill="FFFFFF"/>
        </w:rPr>
        <w:t>知识点：</w:t>
      </w:r>
      <w:r w:rsidRPr="00381796">
        <w:rPr>
          <w:rStyle w:val="apple-converted-space"/>
          <w:rFonts w:cs="宋体"/>
        </w:rPr>
        <w:t>2001</w:t>
      </w:r>
      <w:r w:rsidRPr="00381796">
        <w:rPr>
          <w:rStyle w:val="apple-converted-space"/>
          <w:rFonts w:cs="宋体" w:hint="eastAsia"/>
        </w:rPr>
        <w:t>年</w:t>
      </w:r>
      <w:r w:rsidRPr="00381796">
        <w:rPr>
          <w:rStyle w:val="apple-converted-space"/>
          <w:rFonts w:cs="宋体"/>
        </w:rPr>
        <w:t>6</w:t>
      </w:r>
      <w:r w:rsidRPr="00381796">
        <w:rPr>
          <w:rStyle w:val="apple-converted-space"/>
          <w:rFonts w:cs="宋体" w:hint="eastAsia"/>
        </w:rPr>
        <w:t>月</w:t>
      </w:r>
      <w:r w:rsidRPr="00381796">
        <w:rPr>
          <w:rStyle w:val="apple-converted-space"/>
          <w:rFonts w:cs="宋体"/>
        </w:rPr>
        <w:t>30</w:t>
      </w:r>
      <w:r w:rsidRPr="00381796">
        <w:rPr>
          <w:rStyle w:val="apple-converted-space"/>
          <w:rFonts w:cs="宋体" w:hint="eastAsia"/>
        </w:rPr>
        <w:t>日</w:t>
      </w:r>
      <w:r w:rsidRPr="00381796">
        <w:rPr>
          <w:rStyle w:val="apple-converted-space"/>
          <w:rFonts w:cs="宋体"/>
        </w:rPr>
        <w:t xml:space="preserve"> </w:t>
      </w:r>
      <w:r w:rsidRPr="00381796">
        <w:rPr>
          <w:rStyle w:val="apple-converted-space"/>
          <w:rFonts w:cs="宋体" w:hint="eastAsia"/>
        </w:rPr>
        <w:t>《中韩渔业协定》正式生效实施。《中韩渔业协定》是继《中日渔业协定》之后，中国与周边国家签订的基于专属经济区管理制度的第二个双边渔业协定，这份协定的实施对于加强专属经济区管理和维护国家的海洋渔业权益具有重要意义。</w:t>
      </w:r>
    </w:p>
    <w:p w:rsidR="00991675" w:rsidRPr="00381796" w:rsidRDefault="00991675" w:rsidP="00381796">
      <w:pPr>
        <w:pStyle w:val="a"/>
        <w:ind w:firstLine="31680"/>
        <w:rPr>
          <w:rStyle w:val="apple-converted-space"/>
        </w:rPr>
      </w:pPr>
      <w:r w:rsidRPr="00381796">
        <w:rPr>
          <w:rStyle w:val="apple-converted-space"/>
          <w:rFonts w:cs="宋体" w:hint="eastAsia"/>
          <w:shd w:val="clear" w:color="auto" w:fill="FFFFFF"/>
        </w:rPr>
        <w:t>知识点：</w:t>
      </w:r>
      <w:r w:rsidRPr="00381796">
        <w:rPr>
          <w:rStyle w:val="apple-converted-space"/>
          <w:rFonts w:cs="宋体"/>
        </w:rPr>
        <w:t>1960</w:t>
      </w:r>
      <w:r w:rsidRPr="00381796">
        <w:rPr>
          <w:rStyle w:val="apple-converted-space"/>
          <w:rFonts w:cs="宋体" w:hint="eastAsia"/>
        </w:rPr>
        <w:t>年成立的「政府间海洋学委员会」（简称海委会</w:t>
      </w:r>
      <w:r w:rsidRPr="00381796">
        <w:rPr>
          <w:rStyle w:val="apple-converted-space"/>
          <w:rFonts w:cs="宋体"/>
        </w:rPr>
        <w:t>IOC</w:t>
      </w:r>
      <w:r w:rsidRPr="00381796">
        <w:rPr>
          <w:rStyle w:val="apple-converted-space"/>
          <w:rFonts w:cs="宋体" w:hint="eastAsia"/>
        </w:rPr>
        <w:t>，隶属于联合国教科文组织</w:t>
      </w:r>
      <w:r w:rsidRPr="00381796">
        <w:rPr>
          <w:rStyle w:val="apple-converted-space"/>
          <w:rFonts w:cs="宋体"/>
        </w:rPr>
        <w:t>UNESCO</w:t>
      </w:r>
      <w:r w:rsidRPr="00381796">
        <w:rPr>
          <w:rStyle w:val="apple-converted-space"/>
          <w:rFonts w:cs="宋体" w:hint="eastAsia"/>
        </w:rPr>
        <w:t>）是海洋领域重要的政府间组织。</w:t>
      </w:r>
    </w:p>
    <w:p w:rsidR="00991675" w:rsidRPr="00381796" w:rsidRDefault="00991675" w:rsidP="00381796">
      <w:pPr>
        <w:pStyle w:val="a"/>
        <w:ind w:firstLine="31680"/>
        <w:rPr>
          <w:rStyle w:val="apple-converted-space"/>
        </w:rPr>
      </w:pPr>
      <w:r w:rsidRPr="00381796">
        <w:rPr>
          <w:rStyle w:val="apple-converted-space"/>
          <w:rFonts w:cs="宋体" w:hint="eastAsia"/>
          <w:shd w:val="clear" w:color="auto" w:fill="FFFFFF"/>
        </w:rPr>
        <w:t>知识点：</w:t>
      </w:r>
      <w:r w:rsidRPr="00381796">
        <w:rPr>
          <w:rStyle w:val="apple-converted-space"/>
          <w:rFonts w:cs="宋体" w:hint="eastAsia"/>
        </w:rPr>
        <w:t>国际海洋法法庭是根据《联合国海洋法公约》设立的独立司法机关，旨在裁判因解释或实施《公约》所引起的争端，法庭总部设在德国汉堡。</w:t>
      </w:r>
    </w:p>
    <w:p w:rsidR="00991675" w:rsidRPr="00381796" w:rsidRDefault="00991675" w:rsidP="00381796">
      <w:pPr>
        <w:pStyle w:val="a"/>
        <w:ind w:firstLine="31680"/>
        <w:rPr>
          <w:rStyle w:val="apple-converted-space"/>
        </w:rPr>
      </w:pPr>
      <w:r w:rsidRPr="00381796">
        <w:rPr>
          <w:rStyle w:val="apple-converted-space"/>
          <w:rFonts w:cs="宋体" w:hint="eastAsia"/>
          <w:shd w:val="clear" w:color="auto" w:fill="FFFFFF"/>
        </w:rPr>
        <w:t>知识点：</w:t>
      </w:r>
      <w:r w:rsidRPr="00381796">
        <w:rPr>
          <w:rStyle w:val="apple-converted-space"/>
          <w:rFonts w:cs="宋体"/>
        </w:rPr>
        <w:t>1996</w:t>
      </w:r>
      <w:r w:rsidRPr="00381796">
        <w:rPr>
          <w:rStyle w:val="apple-converted-space"/>
          <w:rFonts w:cs="宋体" w:hint="eastAsia"/>
        </w:rPr>
        <w:t>年中国制定的《中国海洋</w:t>
      </w:r>
      <w:r w:rsidRPr="00381796">
        <w:rPr>
          <w:rStyle w:val="apple-converted-space"/>
          <w:rFonts w:cs="宋体"/>
        </w:rPr>
        <w:t>21</w:t>
      </w:r>
      <w:r w:rsidRPr="00381796">
        <w:rPr>
          <w:rStyle w:val="apple-converted-space"/>
          <w:rFonts w:cs="宋体" w:hint="eastAsia"/>
        </w:rPr>
        <w:t>世纪议程》，提出了中国海洋事业可持续发展的战略，其基本思路是：有效维护国家海洋权益，合理开发利用海洋资源，切实保护海洋生态环境，实现海洋资源、环境的可持续利用和海洋事业的协调发展。</w:t>
      </w:r>
    </w:p>
    <w:p w:rsidR="00991675" w:rsidRPr="00381796" w:rsidRDefault="00991675" w:rsidP="00381796">
      <w:pPr>
        <w:pStyle w:val="a"/>
        <w:ind w:firstLine="31680"/>
        <w:rPr>
          <w:rStyle w:val="apple-converted-space"/>
        </w:rPr>
      </w:pPr>
      <w:r w:rsidRPr="00381796">
        <w:rPr>
          <w:rStyle w:val="apple-converted-space"/>
          <w:rFonts w:cs="宋体" w:hint="eastAsia"/>
          <w:shd w:val="clear" w:color="auto" w:fill="FFFFFF"/>
        </w:rPr>
        <w:t>知识点：</w:t>
      </w:r>
      <w:r w:rsidRPr="00381796">
        <w:rPr>
          <w:rStyle w:val="apple-converted-space"/>
          <w:rFonts w:cs="宋体" w:hint="eastAsia"/>
        </w:rPr>
        <w:t>《中华人民共和国海岛保护法》第二条：本法所称海岛，是指四面环海水并在</w:t>
      </w:r>
      <w:hyperlink r:id="rId24" w:tgtFrame="_blank" w:history="1">
        <w:r w:rsidRPr="00381796">
          <w:rPr>
            <w:rStyle w:val="apple-converted-space"/>
            <w:rFonts w:cs="宋体" w:hint="eastAsia"/>
          </w:rPr>
          <w:t>高潮</w:t>
        </w:r>
      </w:hyperlink>
      <w:r w:rsidRPr="00381796">
        <w:rPr>
          <w:rStyle w:val="apple-converted-space"/>
          <w:rFonts w:cs="宋体" w:hint="eastAsia"/>
        </w:rPr>
        <w:t>时高于水面的自然形成的</w:t>
      </w:r>
      <w:hyperlink r:id="rId25" w:tgtFrame="_blank" w:history="1">
        <w:r w:rsidRPr="00381796">
          <w:rPr>
            <w:rStyle w:val="apple-converted-space"/>
            <w:rFonts w:cs="宋体" w:hint="eastAsia"/>
          </w:rPr>
          <w:t>陆地</w:t>
        </w:r>
      </w:hyperlink>
      <w:r w:rsidRPr="00381796">
        <w:rPr>
          <w:rStyle w:val="apple-converted-space"/>
          <w:rFonts w:cs="宋体" w:hint="eastAsia"/>
        </w:rPr>
        <w:t>区域，包括有</w:t>
      </w:r>
      <w:hyperlink r:id="rId26" w:tgtFrame="_blank" w:history="1">
        <w:r w:rsidRPr="00381796">
          <w:rPr>
            <w:rStyle w:val="apple-converted-space"/>
            <w:rFonts w:cs="宋体" w:hint="eastAsia"/>
          </w:rPr>
          <w:t>居民</w:t>
        </w:r>
      </w:hyperlink>
      <w:r w:rsidRPr="00381796">
        <w:rPr>
          <w:rStyle w:val="apple-converted-space"/>
          <w:rFonts w:cs="宋体" w:hint="eastAsia"/>
        </w:rPr>
        <w:t>海岛和无居民海岛。</w:t>
      </w:r>
    </w:p>
    <w:p w:rsidR="00991675" w:rsidRPr="00381796" w:rsidRDefault="00991675" w:rsidP="00381796">
      <w:pPr>
        <w:pStyle w:val="a"/>
        <w:ind w:firstLine="31680"/>
        <w:rPr>
          <w:rStyle w:val="apple-converted-space"/>
        </w:rPr>
      </w:pPr>
      <w:r w:rsidRPr="00381796">
        <w:rPr>
          <w:rStyle w:val="apple-converted-space"/>
          <w:rFonts w:cs="宋体" w:hint="eastAsia"/>
          <w:shd w:val="clear" w:color="auto" w:fill="FFFFFF"/>
        </w:rPr>
        <w:t>知识点：</w:t>
      </w:r>
      <w:r w:rsidRPr="00381796">
        <w:rPr>
          <w:rStyle w:val="apple-converted-space"/>
          <w:rFonts w:cs="宋体" w:hint="eastAsia"/>
        </w:rPr>
        <w:t>《联合国海洋法公约》于</w:t>
      </w:r>
      <w:r w:rsidRPr="00381796">
        <w:rPr>
          <w:rStyle w:val="apple-converted-space"/>
          <w:rFonts w:cs="宋体"/>
        </w:rPr>
        <w:t>1982</w:t>
      </w:r>
      <w:r w:rsidRPr="00381796">
        <w:rPr>
          <w:rStyle w:val="apple-converted-space"/>
          <w:rFonts w:cs="宋体" w:hint="eastAsia"/>
        </w:rPr>
        <w:t>年</w:t>
      </w:r>
      <w:r w:rsidRPr="00381796">
        <w:rPr>
          <w:rStyle w:val="apple-converted-space"/>
          <w:rFonts w:cs="宋体"/>
        </w:rPr>
        <w:t>12</w:t>
      </w:r>
      <w:r w:rsidRPr="00381796">
        <w:rPr>
          <w:rStyle w:val="apple-converted-space"/>
          <w:rFonts w:cs="宋体" w:hint="eastAsia"/>
        </w:rPr>
        <w:t>月</w:t>
      </w:r>
      <w:r w:rsidRPr="00381796">
        <w:rPr>
          <w:rStyle w:val="apple-converted-space"/>
          <w:rFonts w:cs="宋体"/>
        </w:rPr>
        <w:t>10</w:t>
      </w:r>
      <w:r w:rsidRPr="00381796">
        <w:rPr>
          <w:rStyle w:val="apple-converted-space"/>
          <w:rFonts w:cs="宋体" w:hint="eastAsia"/>
        </w:rPr>
        <w:t>日在</w:t>
      </w:r>
      <w:r w:rsidRPr="00381796">
        <w:rPr>
          <w:rFonts w:hint="eastAsia"/>
        </w:rPr>
        <w:t>牙买加</w:t>
      </w:r>
      <w:r w:rsidRPr="00381796">
        <w:rPr>
          <w:rStyle w:val="apple-converted-space"/>
          <w:rFonts w:cs="宋体" w:hint="eastAsia"/>
        </w:rPr>
        <w:t>的蒙特哥湾召开的第三次联合国海洋法会议最后会议上通过，</w:t>
      </w:r>
      <w:r w:rsidRPr="00381796">
        <w:rPr>
          <w:rStyle w:val="apple-converted-space"/>
          <w:rFonts w:cs="宋体"/>
        </w:rPr>
        <w:t>1994</w:t>
      </w:r>
      <w:r w:rsidRPr="00381796">
        <w:rPr>
          <w:rStyle w:val="apple-converted-space"/>
          <w:rFonts w:cs="宋体" w:hint="eastAsia"/>
        </w:rPr>
        <w:t>年生效，已获</w:t>
      </w:r>
      <w:r w:rsidRPr="00381796">
        <w:rPr>
          <w:rStyle w:val="apple-converted-space"/>
          <w:rFonts w:cs="宋体"/>
        </w:rPr>
        <w:t>160</w:t>
      </w:r>
      <w:r w:rsidRPr="00381796">
        <w:rPr>
          <w:rStyle w:val="apple-converted-space"/>
          <w:rFonts w:cs="宋体" w:hint="eastAsia"/>
        </w:rPr>
        <w:t>多个国家批准。</w:t>
      </w:r>
    </w:p>
    <w:p w:rsidR="00991675" w:rsidRPr="00381796" w:rsidRDefault="00991675" w:rsidP="00381796">
      <w:pPr>
        <w:pStyle w:val="a"/>
        <w:ind w:firstLine="31680"/>
        <w:rPr>
          <w:rStyle w:val="apple-converted-space"/>
        </w:rPr>
      </w:pPr>
      <w:r w:rsidRPr="00381796">
        <w:rPr>
          <w:rStyle w:val="apple-converted-space"/>
          <w:rFonts w:cs="宋体" w:hint="eastAsia"/>
          <w:shd w:val="clear" w:color="auto" w:fill="FFFFFF"/>
        </w:rPr>
        <w:t>知识点：</w:t>
      </w:r>
      <w:r w:rsidRPr="00381796">
        <w:rPr>
          <w:rStyle w:val="apple-converted-space"/>
          <w:rFonts w:cs="宋体" w:hint="eastAsia"/>
        </w:rPr>
        <w:t>澳大利亚的大堡礁自然保护区是世界上最大的海洋自然保护区，面积约</w:t>
      </w:r>
      <w:r w:rsidRPr="00381796">
        <w:rPr>
          <w:rStyle w:val="apple-converted-space"/>
          <w:rFonts w:cs="宋体"/>
        </w:rPr>
        <w:t>34.54</w:t>
      </w:r>
      <w:r w:rsidRPr="00381796">
        <w:rPr>
          <w:rStyle w:val="apple-converted-space"/>
          <w:rFonts w:cs="宋体" w:hint="eastAsia"/>
        </w:rPr>
        <w:t>万平方公里。</w:t>
      </w:r>
    </w:p>
    <w:p w:rsidR="00991675" w:rsidRPr="00381796" w:rsidRDefault="00991675" w:rsidP="00381796">
      <w:pPr>
        <w:pStyle w:val="a"/>
        <w:ind w:firstLine="31680"/>
        <w:rPr>
          <w:rFonts w:cs="Times New Roman"/>
        </w:rPr>
      </w:pPr>
      <w:r w:rsidRPr="00381796">
        <w:rPr>
          <w:rFonts w:hint="eastAsia"/>
        </w:rPr>
        <w:t>知识点：</w:t>
      </w:r>
      <w:r w:rsidRPr="00381796">
        <w:t>SOLAS</w:t>
      </w:r>
      <w:r w:rsidRPr="00381796">
        <w:rPr>
          <w:rFonts w:hint="eastAsia"/>
        </w:rPr>
        <w:t>公约是</w:t>
      </w:r>
      <w:r w:rsidRPr="00381796">
        <w:t>international convention for Safety Of Life At Sea</w:t>
      </w:r>
      <w:r w:rsidRPr="00381796">
        <w:rPr>
          <w:rFonts w:hint="eastAsia"/>
        </w:rPr>
        <w:t>的缩写，即《海上人命安全公约》，主要内容是规定船舶的安全和防污染。</w:t>
      </w:r>
    </w:p>
    <w:p w:rsidR="00991675" w:rsidRPr="00381796" w:rsidRDefault="00991675" w:rsidP="00381796">
      <w:pPr>
        <w:pStyle w:val="a"/>
        <w:ind w:firstLine="31680"/>
        <w:rPr>
          <w:rFonts w:cs="Times New Roman"/>
        </w:rPr>
      </w:pPr>
      <w:bookmarkStart w:id="8" w:name="_GoBack"/>
      <w:bookmarkEnd w:id="8"/>
      <w:r w:rsidRPr="00381796">
        <w:rPr>
          <w:rFonts w:hint="eastAsia"/>
        </w:rPr>
        <w:t>知识点：在战斗舰艇类中，我国通常将排水量大于</w:t>
      </w:r>
      <w:r w:rsidRPr="00381796">
        <w:t>500</w:t>
      </w:r>
      <w:r w:rsidRPr="00381796">
        <w:rPr>
          <w:rFonts w:hint="eastAsia"/>
        </w:rPr>
        <w:t>吨的称为舰，小于</w:t>
      </w:r>
      <w:r w:rsidRPr="00381796">
        <w:t>500</w:t>
      </w:r>
      <w:r w:rsidRPr="00381796">
        <w:rPr>
          <w:rFonts w:hint="eastAsia"/>
        </w:rPr>
        <w:t>吨的称为艇。</w:t>
      </w:r>
    </w:p>
    <w:p w:rsidR="00991675" w:rsidRPr="00381796" w:rsidRDefault="00991675" w:rsidP="0046127F">
      <w:pPr>
        <w:pStyle w:val="a"/>
        <w:numPr>
          <w:ilvl w:val="0"/>
          <w:numId w:val="0"/>
        </w:numPr>
        <w:rPr>
          <w:rFonts w:cs="Times New Roman"/>
        </w:rPr>
      </w:pPr>
    </w:p>
    <w:sectPr w:rsidR="00991675" w:rsidRPr="00381796" w:rsidSect="00BA42E8">
      <w:headerReference w:type="even" r:id="rId27"/>
      <w:headerReference w:type="default" r:id="rId28"/>
      <w:footerReference w:type="even" r:id="rId29"/>
      <w:footerReference w:type="default" r:id="rId30"/>
      <w:headerReference w:type="first" r:id="rId31"/>
      <w:footerReference w:type="first" r:id="rId32"/>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1675" w:rsidRDefault="00991675" w:rsidP="0019025B">
      <w:pPr>
        <w:ind w:left="-420" w:firstLine="31680"/>
        <w:rPr>
          <w:rFonts w:cs="Times New Roman"/>
        </w:rPr>
      </w:pPr>
      <w:r>
        <w:rPr>
          <w:rFonts w:cs="Times New Roman"/>
        </w:rPr>
        <w:separator/>
      </w:r>
    </w:p>
  </w:endnote>
  <w:endnote w:type="continuationSeparator" w:id="0">
    <w:p w:rsidR="00991675" w:rsidRDefault="00991675" w:rsidP="0019025B">
      <w:pPr>
        <w:ind w:left="-420" w:firstLine="31680"/>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楷体_GBK">
    <w:panose1 w:val="00000000000000000000"/>
    <w:charset w:val="86"/>
    <w:family w:val="script"/>
    <w:notTrueType/>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1675" w:rsidRDefault="00991675" w:rsidP="0019025B">
    <w:pPr>
      <w:pStyle w:val="Footer"/>
      <w:ind w:firstLine="3168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1675" w:rsidRDefault="00991675" w:rsidP="0019025B">
    <w:pPr>
      <w:pStyle w:val="Footer"/>
      <w:ind w:firstLine="3168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1675" w:rsidRDefault="00991675" w:rsidP="0019025B">
    <w:pPr>
      <w:pStyle w:val="Footer"/>
      <w:ind w:firstLine="3168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1675" w:rsidRDefault="00991675" w:rsidP="0019025B">
      <w:pPr>
        <w:ind w:left="-420" w:firstLine="31680"/>
        <w:rPr>
          <w:rFonts w:cs="Times New Roman"/>
        </w:rPr>
      </w:pPr>
      <w:r>
        <w:rPr>
          <w:rFonts w:cs="Times New Roman"/>
        </w:rPr>
        <w:separator/>
      </w:r>
    </w:p>
  </w:footnote>
  <w:footnote w:type="continuationSeparator" w:id="0">
    <w:p w:rsidR="00991675" w:rsidRDefault="00991675" w:rsidP="0019025B">
      <w:pPr>
        <w:ind w:left="-420" w:firstLine="31680"/>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1675" w:rsidRDefault="00991675" w:rsidP="0019025B">
    <w:pPr>
      <w:pStyle w:val="Header"/>
      <w:ind w:firstLine="3168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1675" w:rsidRDefault="00991675" w:rsidP="0019025B">
    <w:pPr>
      <w:pStyle w:val="Header"/>
      <w:pBdr>
        <w:bottom w:val="none" w:sz="0" w:space="0" w:color="auto"/>
      </w:pBdr>
      <w:ind w:firstLine="31680"/>
      <w:rPr>
        <w:rFonts w:cs="Times New Roman"/>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1675" w:rsidRDefault="00991675" w:rsidP="0019025B">
    <w:pPr>
      <w:pStyle w:val="Header"/>
      <w:ind w:firstLine="3168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C71576"/>
    <w:multiLevelType w:val="hybridMultilevel"/>
    <w:tmpl w:val="6DA6D394"/>
    <w:lvl w:ilvl="0" w:tplc="3BC8BA94">
      <w:start w:val="1"/>
      <w:numFmt w:val="upperLetter"/>
      <w:lvlText w:val="%1."/>
      <w:lvlJc w:val="left"/>
      <w:pPr>
        <w:ind w:left="780" w:hanging="360"/>
      </w:pPr>
      <w:rPr>
        <w:rFonts w:cs="Times New Roman" w:hint="default"/>
      </w:rPr>
    </w:lvl>
    <w:lvl w:ilvl="1" w:tplc="04090019">
      <w:start w:val="1"/>
      <w:numFmt w:val="lowerLetter"/>
      <w:lvlText w:val="%2)"/>
      <w:lvlJc w:val="left"/>
      <w:pPr>
        <w:ind w:left="1260" w:hanging="420"/>
      </w:pPr>
      <w:rPr>
        <w:rFonts w:cs="Times New Roman"/>
      </w:rPr>
    </w:lvl>
    <w:lvl w:ilvl="2" w:tplc="0409001B">
      <w:start w:val="1"/>
      <w:numFmt w:val="lowerRoman"/>
      <w:lvlText w:val="%3."/>
      <w:lvlJc w:val="right"/>
      <w:pPr>
        <w:ind w:left="1680" w:hanging="420"/>
      </w:pPr>
      <w:rPr>
        <w:rFonts w:cs="Times New Roman"/>
      </w:rPr>
    </w:lvl>
    <w:lvl w:ilvl="3" w:tplc="0409000F">
      <w:start w:val="1"/>
      <w:numFmt w:val="decimal"/>
      <w:lvlText w:val="%4."/>
      <w:lvlJc w:val="left"/>
      <w:pPr>
        <w:ind w:left="2100" w:hanging="420"/>
      </w:pPr>
      <w:rPr>
        <w:rFonts w:cs="Times New Roman"/>
      </w:rPr>
    </w:lvl>
    <w:lvl w:ilvl="4" w:tplc="04090019">
      <w:start w:val="1"/>
      <w:numFmt w:val="lowerLetter"/>
      <w:lvlText w:val="%5)"/>
      <w:lvlJc w:val="left"/>
      <w:pPr>
        <w:ind w:left="2520" w:hanging="420"/>
      </w:pPr>
      <w:rPr>
        <w:rFonts w:cs="Times New Roman"/>
      </w:rPr>
    </w:lvl>
    <w:lvl w:ilvl="5" w:tplc="0409001B">
      <w:start w:val="1"/>
      <w:numFmt w:val="lowerRoman"/>
      <w:lvlText w:val="%6."/>
      <w:lvlJc w:val="right"/>
      <w:pPr>
        <w:ind w:left="2940" w:hanging="420"/>
      </w:pPr>
      <w:rPr>
        <w:rFonts w:cs="Times New Roman"/>
      </w:rPr>
    </w:lvl>
    <w:lvl w:ilvl="6" w:tplc="0409000F">
      <w:start w:val="1"/>
      <w:numFmt w:val="decimal"/>
      <w:lvlText w:val="%7."/>
      <w:lvlJc w:val="left"/>
      <w:pPr>
        <w:ind w:left="3360" w:hanging="420"/>
      </w:pPr>
      <w:rPr>
        <w:rFonts w:cs="Times New Roman"/>
      </w:rPr>
    </w:lvl>
    <w:lvl w:ilvl="7" w:tplc="04090019">
      <w:start w:val="1"/>
      <w:numFmt w:val="lowerLetter"/>
      <w:lvlText w:val="%8)"/>
      <w:lvlJc w:val="left"/>
      <w:pPr>
        <w:ind w:left="3780" w:hanging="420"/>
      </w:pPr>
      <w:rPr>
        <w:rFonts w:cs="Times New Roman"/>
      </w:rPr>
    </w:lvl>
    <w:lvl w:ilvl="8" w:tplc="0409001B">
      <w:start w:val="1"/>
      <w:numFmt w:val="lowerRoman"/>
      <w:lvlText w:val="%9."/>
      <w:lvlJc w:val="right"/>
      <w:pPr>
        <w:ind w:left="4200" w:hanging="420"/>
      </w:pPr>
      <w:rPr>
        <w:rFonts w:cs="Times New Roman"/>
      </w:rPr>
    </w:lvl>
  </w:abstractNum>
  <w:abstractNum w:abstractNumId="1">
    <w:nsid w:val="3DFB795E"/>
    <w:multiLevelType w:val="multilevel"/>
    <w:tmpl w:val="58DC4468"/>
    <w:lvl w:ilvl="0">
      <w:start w:val="1"/>
      <w:numFmt w:val="decimal"/>
      <w:lvlText w:val="%1."/>
      <w:lvlJc w:val="left"/>
      <w:pPr>
        <w:tabs>
          <w:tab w:val="num" w:pos="0"/>
        </w:tabs>
        <w:ind w:firstLine="200"/>
      </w:pPr>
      <w:rPr>
        <w:rFonts w:cs="Times New Roman" w:hint="eastAsia"/>
      </w:rPr>
    </w:lvl>
    <w:lvl w:ilvl="1">
      <w:start w:val="1"/>
      <w:numFmt w:val="lowerLetter"/>
      <w:lvlText w:val="%2)"/>
      <w:lvlJc w:val="left"/>
      <w:pPr>
        <w:tabs>
          <w:tab w:val="num" w:pos="840"/>
        </w:tabs>
        <w:ind w:left="840" w:hanging="420"/>
      </w:pPr>
      <w:rPr>
        <w:rFonts w:cs="Times New Roman"/>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2">
    <w:nsid w:val="56A83B6C"/>
    <w:multiLevelType w:val="multilevel"/>
    <w:tmpl w:val="DA941714"/>
    <w:lvl w:ilvl="0">
      <w:start w:val="1"/>
      <w:numFmt w:val="decimal"/>
      <w:lvlText w:val="%1."/>
      <w:lvlJc w:val="left"/>
      <w:pPr>
        <w:tabs>
          <w:tab w:val="num" w:pos="620"/>
        </w:tabs>
        <w:ind w:left="620" w:firstLine="420"/>
      </w:pPr>
      <w:rPr>
        <w:rFonts w:cs="Times New Roman" w:hint="eastAsia"/>
      </w:rPr>
    </w:lvl>
    <w:lvl w:ilvl="1">
      <w:start w:val="1"/>
      <w:numFmt w:val="lowerLetter"/>
      <w:lvlText w:val="%2)"/>
      <w:lvlJc w:val="left"/>
      <w:pPr>
        <w:tabs>
          <w:tab w:val="num" w:pos="840"/>
        </w:tabs>
        <w:ind w:left="840" w:hanging="420"/>
      </w:pPr>
      <w:rPr>
        <w:rFonts w:cs="Times New Roman"/>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3">
    <w:nsid w:val="5A275B88"/>
    <w:multiLevelType w:val="multilevel"/>
    <w:tmpl w:val="F572D662"/>
    <w:lvl w:ilvl="0">
      <w:start w:val="1"/>
      <w:numFmt w:val="decimal"/>
      <w:lvlText w:val="%1."/>
      <w:lvlJc w:val="left"/>
      <w:pPr>
        <w:tabs>
          <w:tab w:val="num" w:pos="0"/>
        </w:tabs>
        <w:ind w:firstLine="400"/>
      </w:pPr>
      <w:rPr>
        <w:rFonts w:cs="Times New Roman" w:hint="eastAsia"/>
      </w:rPr>
    </w:lvl>
    <w:lvl w:ilvl="1">
      <w:start w:val="1"/>
      <w:numFmt w:val="lowerLetter"/>
      <w:lvlText w:val="%2)"/>
      <w:lvlJc w:val="left"/>
      <w:pPr>
        <w:tabs>
          <w:tab w:val="num" w:pos="840"/>
        </w:tabs>
        <w:ind w:left="840" w:hanging="420"/>
      </w:pPr>
      <w:rPr>
        <w:rFonts w:cs="Times New Roman"/>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4">
    <w:nsid w:val="62580D28"/>
    <w:multiLevelType w:val="hybridMultilevel"/>
    <w:tmpl w:val="23001492"/>
    <w:lvl w:ilvl="0" w:tplc="928A5542">
      <w:start w:val="1"/>
      <w:numFmt w:val="decimal"/>
      <w:pStyle w:val="a"/>
      <w:lvlText w:val="%1."/>
      <w:lvlJc w:val="left"/>
      <w:pPr>
        <w:tabs>
          <w:tab w:val="num" w:pos="0"/>
        </w:tabs>
        <w:ind w:firstLine="403"/>
      </w:pPr>
      <w:rPr>
        <w:rFonts w:cs="Times New Roman" w:hint="eastAsia"/>
      </w:rPr>
    </w:lvl>
    <w:lvl w:ilvl="1" w:tplc="04090019">
      <w:start w:val="1"/>
      <w:numFmt w:val="lowerLetter"/>
      <w:lvlText w:val="%2)"/>
      <w:lvlJc w:val="left"/>
      <w:pPr>
        <w:tabs>
          <w:tab w:val="num" w:pos="840"/>
        </w:tabs>
        <w:ind w:left="840" w:hanging="420"/>
      </w:pPr>
      <w:rPr>
        <w:rFonts w:cs="Times New Roman"/>
      </w:rPr>
    </w:lvl>
    <w:lvl w:ilvl="2" w:tplc="0409001B">
      <w:start w:val="1"/>
      <w:numFmt w:val="lowerRoman"/>
      <w:lvlText w:val="%3."/>
      <w:lvlJc w:val="righ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9">
      <w:start w:val="1"/>
      <w:numFmt w:val="lowerLetter"/>
      <w:lvlText w:val="%5)"/>
      <w:lvlJc w:val="left"/>
      <w:pPr>
        <w:tabs>
          <w:tab w:val="num" w:pos="2100"/>
        </w:tabs>
        <w:ind w:left="2100" w:hanging="420"/>
      </w:pPr>
      <w:rPr>
        <w:rFonts w:cs="Times New Roman"/>
      </w:rPr>
    </w:lvl>
    <w:lvl w:ilvl="5" w:tplc="0409001B">
      <w:start w:val="1"/>
      <w:numFmt w:val="lowerRoman"/>
      <w:lvlText w:val="%6."/>
      <w:lvlJc w:val="righ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9">
      <w:start w:val="1"/>
      <w:numFmt w:val="lowerLetter"/>
      <w:lvlText w:val="%8)"/>
      <w:lvlJc w:val="left"/>
      <w:pPr>
        <w:tabs>
          <w:tab w:val="num" w:pos="3360"/>
        </w:tabs>
        <w:ind w:left="3360" w:hanging="420"/>
      </w:pPr>
      <w:rPr>
        <w:rFonts w:cs="Times New Roman"/>
      </w:rPr>
    </w:lvl>
    <w:lvl w:ilvl="8" w:tplc="0409001B">
      <w:start w:val="1"/>
      <w:numFmt w:val="lowerRoman"/>
      <w:lvlText w:val="%9."/>
      <w:lvlJc w:val="right"/>
      <w:pPr>
        <w:tabs>
          <w:tab w:val="num" w:pos="3780"/>
        </w:tabs>
        <w:ind w:left="3780" w:hanging="420"/>
      </w:pPr>
      <w:rPr>
        <w:rFonts w:cs="Times New Roman"/>
      </w:rPr>
    </w:lvl>
  </w:abstractNum>
  <w:abstractNum w:abstractNumId="5">
    <w:nsid w:val="758B297E"/>
    <w:multiLevelType w:val="multilevel"/>
    <w:tmpl w:val="23001492"/>
    <w:lvl w:ilvl="0">
      <w:start w:val="1"/>
      <w:numFmt w:val="decimal"/>
      <w:lvlText w:val="%1."/>
      <w:lvlJc w:val="left"/>
      <w:pPr>
        <w:tabs>
          <w:tab w:val="num" w:pos="0"/>
        </w:tabs>
        <w:ind w:firstLine="403"/>
      </w:pPr>
      <w:rPr>
        <w:rFonts w:cs="Times New Roman" w:hint="eastAsia"/>
      </w:rPr>
    </w:lvl>
    <w:lvl w:ilvl="1">
      <w:start w:val="1"/>
      <w:numFmt w:val="lowerLetter"/>
      <w:lvlText w:val="%2)"/>
      <w:lvlJc w:val="left"/>
      <w:pPr>
        <w:tabs>
          <w:tab w:val="num" w:pos="840"/>
        </w:tabs>
        <w:ind w:left="840" w:hanging="420"/>
      </w:pPr>
      <w:rPr>
        <w:rFonts w:cs="Times New Roman"/>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num w:numId="1">
    <w:abstractNumId w:val="0"/>
  </w:num>
  <w:num w:numId="2">
    <w:abstractNumId w:val="4"/>
  </w:num>
  <w:num w:numId="3">
    <w:abstractNumId w:val="2"/>
  </w:num>
  <w:num w:numId="4">
    <w:abstractNumId w:val="1"/>
  </w:num>
  <w:num w:numId="5">
    <w:abstractNumId w:val="3"/>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embedSystemFonts/>
  <w:bordersDoNotSurroundHeader/>
  <w:bordersDoNotSurroundFooter/>
  <w:defaultTabStop w:val="105"/>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A7631"/>
    <w:rsid w:val="00007232"/>
    <w:rsid w:val="00013E39"/>
    <w:rsid w:val="0006545B"/>
    <w:rsid w:val="000E241A"/>
    <w:rsid w:val="001038F8"/>
    <w:rsid w:val="00125F0D"/>
    <w:rsid w:val="00137176"/>
    <w:rsid w:val="0019025B"/>
    <w:rsid w:val="001A79E7"/>
    <w:rsid w:val="001C4320"/>
    <w:rsid w:val="001C4F69"/>
    <w:rsid w:val="00216A50"/>
    <w:rsid w:val="00236829"/>
    <w:rsid w:val="00244C27"/>
    <w:rsid w:val="002820EA"/>
    <w:rsid w:val="00282C8F"/>
    <w:rsid w:val="00292DB7"/>
    <w:rsid w:val="002C513C"/>
    <w:rsid w:val="002C634F"/>
    <w:rsid w:val="002C639E"/>
    <w:rsid w:val="002D146C"/>
    <w:rsid w:val="002E07A8"/>
    <w:rsid w:val="0030370A"/>
    <w:rsid w:val="00313BEA"/>
    <w:rsid w:val="003200E0"/>
    <w:rsid w:val="0033516C"/>
    <w:rsid w:val="00337784"/>
    <w:rsid w:val="00370795"/>
    <w:rsid w:val="00381796"/>
    <w:rsid w:val="003A12E5"/>
    <w:rsid w:val="003F7029"/>
    <w:rsid w:val="00403889"/>
    <w:rsid w:val="00417F84"/>
    <w:rsid w:val="004376E8"/>
    <w:rsid w:val="00441156"/>
    <w:rsid w:val="004449A1"/>
    <w:rsid w:val="0046127F"/>
    <w:rsid w:val="0048277F"/>
    <w:rsid w:val="004B2030"/>
    <w:rsid w:val="004D68B1"/>
    <w:rsid w:val="004F0BDE"/>
    <w:rsid w:val="00522814"/>
    <w:rsid w:val="00551AAC"/>
    <w:rsid w:val="00552694"/>
    <w:rsid w:val="00555272"/>
    <w:rsid w:val="00555A0F"/>
    <w:rsid w:val="005B5866"/>
    <w:rsid w:val="005F0F37"/>
    <w:rsid w:val="005F5B72"/>
    <w:rsid w:val="00623983"/>
    <w:rsid w:val="00635A47"/>
    <w:rsid w:val="006362AB"/>
    <w:rsid w:val="00637377"/>
    <w:rsid w:val="006412F8"/>
    <w:rsid w:val="0065396A"/>
    <w:rsid w:val="00665A74"/>
    <w:rsid w:val="006729C0"/>
    <w:rsid w:val="00681259"/>
    <w:rsid w:val="00684E6B"/>
    <w:rsid w:val="006B0928"/>
    <w:rsid w:val="00701A61"/>
    <w:rsid w:val="00703C7B"/>
    <w:rsid w:val="00707158"/>
    <w:rsid w:val="0072392C"/>
    <w:rsid w:val="00724F80"/>
    <w:rsid w:val="00725978"/>
    <w:rsid w:val="00730113"/>
    <w:rsid w:val="00735A35"/>
    <w:rsid w:val="00735E68"/>
    <w:rsid w:val="00763BB0"/>
    <w:rsid w:val="0077591F"/>
    <w:rsid w:val="007B1A7C"/>
    <w:rsid w:val="00804B6E"/>
    <w:rsid w:val="008204F6"/>
    <w:rsid w:val="00821816"/>
    <w:rsid w:val="00831E80"/>
    <w:rsid w:val="00860E61"/>
    <w:rsid w:val="00870185"/>
    <w:rsid w:val="00871F42"/>
    <w:rsid w:val="00876F84"/>
    <w:rsid w:val="0088095E"/>
    <w:rsid w:val="00890387"/>
    <w:rsid w:val="008A6EA9"/>
    <w:rsid w:val="008B0289"/>
    <w:rsid w:val="0091299A"/>
    <w:rsid w:val="00932102"/>
    <w:rsid w:val="00940A7D"/>
    <w:rsid w:val="0094483B"/>
    <w:rsid w:val="00953FAB"/>
    <w:rsid w:val="00991675"/>
    <w:rsid w:val="009A7631"/>
    <w:rsid w:val="009E120E"/>
    <w:rsid w:val="009F31BB"/>
    <w:rsid w:val="00A06841"/>
    <w:rsid w:val="00A068D4"/>
    <w:rsid w:val="00A12B66"/>
    <w:rsid w:val="00A1410B"/>
    <w:rsid w:val="00A22DC4"/>
    <w:rsid w:val="00A309C8"/>
    <w:rsid w:val="00A37192"/>
    <w:rsid w:val="00A43093"/>
    <w:rsid w:val="00A51F47"/>
    <w:rsid w:val="00A678CA"/>
    <w:rsid w:val="00A73DF3"/>
    <w:rsid w:val="00AA1B0F"/>
    <w:rsid w:val="00AA6966"/>
    <w:rsid w:val="00AB7085"/>
    <w:rsid w:val="00AD75C7"/>
    <w:rsid w:val="00B23DF0"/>
    <w:rsid w:val="00B336DB"/>
    <w:rsid w:val="00B34F70"/>
    <w:rsid w:val="00B86767"/>
    <w:rsid w:val="00BA42E8"/>
    <w:rsid w:val="00BD71AD"/>
    <w:rsid w:val="00C14D21"/>
    <w:rsid w:val="00C40A90"/>
    <w:rsid w:val="00C4485F"/>
    <w:rsid w:val="00C45048"/>
    <w:rsid w:val="00C909EC"/>
    <w:rsid w:val="00CC4291"/>
    <w:rsid w:val="00CC7E23"/>
    <w:rsid w:val="00CE39AD"/>
    <w:rsid w:val="00CF5192"/>
    <w:rsid w:val="00D24659"/>
    <w:rsid w:val="00D52C99"/>
    <w:rsid w:val="00D5742A"/>
    <w:rsid w:val="00D63134"/>
    <w:rsid w:val="00D66DF7"/>
    <w:rsid w:val="00D706DE"/>
    <w:rsid w:val="00D8237B"/>
    <w:rsid w:val="00D921F9"/>
    <w:rsid w:val="00DA4452"/>
    <w:rsid w:val="00DD5842"/>
    <w:rsid w:val="00DE5107"/>
    <w:rsid w:val="00DE6E1D"/>
    <w:rsid w:val="00E064D7"/>
    <w:rsid w:val="00E068E8"/>
    <w:rsid w:val="00E25066"/>
    <w:rsid w:val="00E353CA"/>
    <w:rsid w:val="00E502AE"/>
    <w:rsid w:val="00E83465"/>
    <w:rsid w:val="00EA2404"/>
    <w:rsid w:val="00EA4881"/>
    <w:rsid w:val="00EA5A5B"/>
    <w:rsid w:val="00EA7776"/>
    <w:rsid w:val="00EB4C68"/>
    <w:rsid w:val="00EC741F"/>
    <w:rsid w:val="00ED1C69"/>
    <w:rsid w:val="00ED584D"/>
    <w:rsid w:val="00EE4AFE"/>
    <w:rsid w:val="00F00B0F"/>
    <w:rsid w:val="00F01D63"/>
    <w:rsid w:val="00F22971"/>
    <w:rsid w:val="00F42887"/>
    <w:rsid w:val="00F6017B"/>
    <w:rsid w:val="00F83AFC"/>
    <w:rsid w:val="00F95637"/>
    <w:rsid w:val="00FB2648"/>
    <w:rsid w:val="16D75A23"/>
    <w:rsid w:val="2DD57CBE"/>
    <w:rsid w:val="55C94862"/>
    <w:rsid w:val="71F447AF"/>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Calibri"/>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ED584D"/>
    <w:pPr>
      <w:widowControl w:val="0"/>
      <w:adjustRightInd w:val="0"/>
      <w:snapToGrid w:val="0"/>
      <w:spacing w:line="360" w:lineRule="auto"/>
      <w:ind w:firstLineChars="200" w:firstLine="200"/>
      <w:jc w:val="both"/>
    </w:pPr>
    <w:rPr>
      <w:szCs w:val="21"/>
    </w:rPr>
  </w:style>
  <w:style w:type="paragraph" w:styleId="Heading1">
    <w:name w:val="heading 1"/>
    <w:basedOn w:val="Normal"/>
    <w:next w:val="Normal"/>
    <w:link w:val="Heading1Char"/>
    <w:uiPriority w:val="99"/>
    <w:qFormat/>
    <w:locked/>
    <w:rsid w:val="00BA42E8"/>
    <w:pPr>
      <w:autoSpaceDE w:val="0"/>
      <w:autoSpaceDN w:val="0"/>
      <w:jc w:val="left"/>
      <w:outlineLvl w:val="0"/>
    </w:pPr>
    <w:rPr>
      <w:rFonts w:eastAsia="方正楷体_GBK"/>
      <w:color w:val="000000"/>
      <w:kern w:val="0"/>
      <w:sz w:val="20"/>
      <w:szCs w:val="20"/>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86767"/>
    <w:rPr>
      <w:rFonts w:cs="Times New Roman"/>
      <w:b/>
      <w:bCs/>
      <w:kern w:val="44"/>
      <w:sz w:val="44"/>
      <w:szCs w:val="44"/>
    </w:rPr>
  </w:style>
  <w:style w:type="paragraph" w:styleId="Footer">
    <w:name w:val="footer"/>
    <w:basedOn w:val="Normal"/>
    <w:link w:val="FooterChar"/>
    <w:uiPriority w:val="99"/>
    <w:rsid w:val="00BA42E8"/>
    <w:pPr>
      <w:tabs>
        <w:tab w:val="center" w:pos="4153"/>
        <w:tab w:val="right" w:pos="8306"/>
      </w:tabs>
      <w:jc w:val="left"/>
    </w:pPr>
    <w:rPr>
      <w:sz w:val="18"/>
      <w:szCs w:val="18"/>
    </w:rPr>
  </w:style>
  <w:style w:type="character" w:customStyle="1" w:styleId="FooterChar">
    <w:name w:val="Footer Char"/>
    <w:basedOn w:val="DefaultParagraphFont"/>
    <w:link w:val="Footer"/>
    <w:uiPriority w:val="99"/>
    <w:locked/>
    <w:rsid w:val="00BA42E8"/>
    <w:rPr>
      <w:rFonts w:cs="Times New Roman"/>
      <w:sz w:val="18"/>
      <w:szCs w:val="18"/>
    </w:rPr>
  </w:style>
  <w:style w:type="paragraph" w:styleId="Header">
    <w:name w:val="header"/>
    <w:basedOn w:val="Normal"/>
    <w:link w:val="HeaderChar"/>
    <w:uiPriority w:val="99"/>
    <w:rsid w:val="00BA42E8"/>
    <w:pPr>
      <w:pBdr>
        <w:bottom w:val="single" w:sz="6" w:space="1" w:color="auto"/>
      </w:pBdr>
      <w:tabs>
        <w:tab w:val="center" w:pos="4153"/>
        <w:tab w:val="right" w:pos="8306"/>
      </w:tabs>
      <w:jc w:val="center"/>
    </w:pPr>
    <w:rPr>
      <w:sz w:val="18"/>
      <w:szCs w:val="18"/>
    </w:rPr>
  </w:style>
  <w:style w:type="character" w:customStyle="1" w:styleId="HeaderChar">
    <w:name w:val="Header Char"/>
    <w:basedOn w:val="DefaultParagraphFont"/>
    <w:link w:val="Header"/>
    <w:uiPriority w:val="99"/>
    <w:locked/>
    <w:rsid w:val="00BA42E8"/>
    <w:rPr>
      <w:rFonts w:cs="Times New Roman"/>
      <w:sz w:val="18"/>
      <w:szCs w:val="18"/>
    </w:rPr>
  </w:style>
  <w:style w:type="paragraph" w:styleId="NormalWeb">
    <w:name w:val="Normal (Web)"/>
    <w:basedOn w:val="Normal"/>
    <w:uiPriority w:val="99"/>
    <w:rsid w:val="00BA42E8"/>
    <w:pPr>
      <w:widowControl/>
      <w:spacing w:before="100" w:beforeAutospacing="1" w:after="100" w:afterAutospacing="1"/>
      <w:jc w:val="left"/>
    </w:pPr>
    <w:rPr>
      <w:rFonts w:ascii="宋体" w:hAnsi="宋体" w:cs="宋体"/>
      <w:kern w:val="0"/>
      <w:sz w:val="24"/>
      <w:szCs w:val="24"/>
    </w:rPr>
  </w:style>
  <w:style w:type="character" w:styleId="Strong">
    <w:name w:val="Strong"/>
    <w:basedOn w:val="DefaultParagraphFont"/>
    <w:uiPriority w:val="99"/>
    <w:qFormat/>
    <w:locked/>
    <w:rsid w:val="00BA42E8"/>
    <w:rPr>
      <w:rFonts w:cs="Times New Roman"/>
      <w:b/>
      <w:bCs/>
    </w:rPr>
  </w:style>
  <w:style w:type="character" w:styleId="PageNumber">
    <w:name w:val="page number"/>
    <w:basedOn w:val="DefaultParagraphFont"/>
    <w:uiPriority w:val="99"/>
    <w:rsid w:val="00BA42E8"/>
    <w:rPr>
      <w:rFonts w:cs="Times New Roman"/>
    </w:rPr>
  </w:style>
  <w:style w:type="character" w:styleId="Hyperlink">
    <w:name w:val="Hyperlink"/>
    <w:basedOn w:val="DefaultParagraphFont"/>
    <w:uiPriority w:val="99"/>
    <w:rsid w:val="00BA42E8"/>
    <w:rPr>
      <w:rFonts w:cs="Times New Roman"/>
      <w:color w:val="0000FF"/>
      <w:u w:val="single"/>
    </w:rPr>
  </w:style>
  <w:style w:type="paragraph" w:customStyle="1" w:styleId="1">
    <w:name w:val="列出段落1"/>
    <w:basedOn w:val="Normal"/>
    <w:uiPriority w:val="99"/>
    <w:rsid w:val="00BA42E8"/>
    <w:pPr>
      <w:ind w:firstLine="420"/>
    </w:pPr>
  </w:style>
  <w:style w:type="paragraph" w:customStyle="1" w:styleId="reader-word-layer">
    <w:name w:val="reader-word-layer"/>
    <w:basedOn w:val="Normal"/>
    <w:uiPriority w:val="99"/>
    <w:rsid w:val="00BA42E8"/>
    <w:pPr>
      <w:widowControl/>
      <w:spacing w:before="100" w:beforeAutospacing="1" w:after="100" w:afterAutospacing="1"/>
      <w:jc w:val="left"/>
    </w:pPr>
    <w:rPr>
      <w:rFonts w:ascii="宋体" w:hAnsi="宋体" w:cs="宋体"/>
      <w:kern w:val="0"/>
      <w:sz w:val="24"/>
      <w:szCs w:val="24"/>
    </w:rPr>
  </w:style>
  <w:style w:type="paragraph" w:customStyle="1" w:styleId="ListParagraph1">
    <w:name w:val="List Paragraph1"/>
    <w:basedOn w:val="Normal"/>
    <w:uiPriority w:val="99"/>
    <w:rsid w:val="00BA42E8"/>
    <w:pPr>
      <w:ind w:firstLine="420"/>
    </w:pPr>
  </w:style>
  <w:style w:type="paragraph" w:customStyle="1" w:styleId="11">
    <w:name w:val="列出段落11"/>
    <w:basedOn w:val="Normal"/>
    <w:uiPriority w:val="99"/>
    <w:rsid w:val="00BA42E8"/>
    <w:pPr>
      <w:ind w:firstLine="420"/>
    </w:pPr>
  </w:style>
  <w:style w:type="paragraph" w:customStyle="1" w:styleId="2">
    <w:name w:val="列出段落2"/>
    <w:basedOn w:val="Normal"/>
    <w:uiPriority w:val="99"/>
    <w:rsid w:val="00BA42E8"/>
    <w:pPr>
      <w:widowControl/>
      <w:ind w:firstLine="420"/>
      <w:jc w:val="left"/>
    </w:pPr>
    <w:rPr>
      <w:kern w:val="0"/>
      <w:sz w:val="24"/>
      <w:szCs w:val="24"/>
    </w:rPr>
  </w:style>
  <w:style w:type="character" w:customStyle="1" w:styleId="10">
    <w:name w:val="不明显强调1"/>
    <w:uiPriority w:val="99"/>
    <w:rsid w:val="00BA42E8"/>
    <w:rPr>
      <w:i/>
      <w:color w:val="808080"/>
    </w:rPr>
  </w:style>
  <w:style w:type="character" w:customStyle="1" w:styleId="apple-converted-space">
    <w:name w:val="apple-converted-space"/>
    <w:basedOn w:val="DefaultParagraphFont"/>
    <w:uiPriority w:val="99"/>
    <w:rsid w:val="00BA42E8"/>
    <w:rPr>
      <w:rFonts w:cs="Times New Roman"/>
    </w:rPr>
  </w:style>
  <w:style w:type="paragraph" w:customStyle="1" w:styleId="a">
    <w:name w:val="编号"/>
    <w:basedOn w:val="Normal"/>
    <w:uiPriority w:val="99"/>
    <w:rsid w:val="004449A1"/>
    <w:pPr>
      <w:numPr>
        <w:numId w:val="2"/>
      </w:numPr>
    </w:pPr>
    <w:rPr>
      <w:rFonts w:ascii="宋体" w:hAnsi="宋体" w:cs="宋体"/>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aike.baidu.com/view/28355.htm" TargetMode="External"/><Relationship Id="rId13" Type="http://schemas.openxmlformats.org/officeDocument/2006/relationships/hyperlink" Target="http://baike.baidu.com/view/27322.htm" TargetMode="External"/><Relationship Id="rId18" Type="http://schemas.openxmlformats.org/officeDocument/2006/relationships/hyperlink" Target="http://baike.haosou.com/doc/4736252.html" TargetMode="External"/><Relationship Id="rId26" Type="http://schemas.openxmlformats.org/officeDocument/2006/relationships/hyperlink" Target="http://baike.baidu.com/view/10427.htm" TargetMode="External"/><Relationship Id="rId3" Type="http://schemas.openxmlformats.org/officeDocument/2006/relationships/settings" Target="settings.xml"/><Relationship Id="rId21" Type="http://schemas.openxmlformats.org/officeDocument/2006/relationships/hyperlink" Target="http://baike.baidu.com/view/126329.htm" TargetMode="External"/><Relationship Id="rId34" Type="http://schemas.openxmlformats.org/officeDocument/2006/relationships/theme" Target="theme/theme1.xml"/><Relationship Id="rId7" Type="http://schemas.openxmlformats.org/officeDocument/2006/relationships/hyperlink" Target="http://baike.baidu.com/view/22060.htm" TargetMode="External"/><Relationship Id="rId12" Type="http://schemas.openxmlformats.org/officeDocument/2006/relationships/hyperlink" Target="http://baike.baidu.com/view/6652.htm" TargetMode="External"/><Relationship Id="rId17" Type="http://schemas.openxmlformats.org/officeDocument/2006/relationships/hyperlink" Target="http://baike.baidu.com/view/43937.htm" TargetMode="External"/><Relationship Id="rId25" Type="http://schemas.openxmlformats.org/officeDocument/2006/relationships/hyperlink" Target="http://baike.baidu.com/view/94074.htm"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baike.baidu.com/view/2489440.htm" TargetMode="External"/><Relationship Id="rId20" Type="http://schemas.openxmlformats.org/officeDocument/2006/relationships/hyperlink" Target="http://baike.haosou.com/doc/4110475.html"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aike.baidu.com/view/5812.htm" TargetMode="External"/><Relationship Id="rId24" Type="http://schemas.openxmlformats.org/officeDocument/2006/relationships/hyperlink" Target="http://baike.baidu.com/view/25823.htm" TargetMode="External"/><Relationship Id="rId32"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baike.baidu.com/view/28617.htm" TargetMode="External"/><Relationship Id="rId23" Type="http://schemas.openxmlformats.org/officeDocument/2006/relationships/hyperlink" Target="http://baike.baidu.com/view/558751.htm" TargetMode="External"/><Relationship Id="rId28" Type="http://schemas.openxmlformats.org/officeDocument/2006/relationships/header" Target="header2.xml"/><Relationship Id="rId10" Type="http://schemas.openxmlformats.org/officeDocument/2006/relationships/hyperlink" Target="http://baike.baidu.com/subview/40260/5330245.htm" TargetMode="External"/><Relationship Id="rId19" Type="http://schemas.openxmlformats.org/officeDocument/2006/relationships/hyperlink" Target="http://baike.haosou.com/doc/4736252.html" TargetMode="External"/><Relationship Id="rId31"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baike.baidu.com/view/115772.htm" TargetMode="External"/><Relationship Id="rId14" Type="http://schemas.openxmlformats.org/officeDocument/2006/relationships/hyperlink" Target="http://baike.baidu.com/view/16187.htm" TargetMode="External"/><Relationship Id="rId22" Type="http://schemas.openxmlformats.org/officeDocument/2006/relationships/hyperlink" Target="http://baike.baidu.com/view/21727.htm" TargetMode="External"/><Relationship Id="rId27" Type="http://schemas.openxmlformats.org/officeDocument/2006/relationships/header" Target="header1.xml"/><Relationship Id="rId3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159</TotalTime>
  <Pages>25</Pages>
  <Words>4086</Words>
  <Characters>23295</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微软用户</dc:creator>
  <cp:keywords/>
  <dc:description/>
  <cp:lastModifiedBy>sun</cp:lastModifiedBy>
  <cp:revision>48</cp:revision>
  <dcterms:created xsi:type="dcterms:W3CDTF">2015-05-15T06:34:00Z</dcterms:created>
  <dcterms:modified xsi:type="dcterms:W3CDTF">2017-05-09T03:34:00Z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2052-10.1.0.6382</vt:lpwstr>
  </property>
</Properties>
</file>